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B3042" w14:textId="0A0792D9"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0" w:name="_Ref410946631"/>
    </w:p>
    <w:p w14:paraId="1F773935"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3BDA68F1" w14:textId="77777777" w:rsidR="00B11932" w:rsidRPr="00807459" w:rsidRDefault="00B11932">
      <w:pPr>
        <w:pStyle w:val="a7"/>
        <w:spacing w:before="0"/>
        <w:jc w:val="center"/>
        <w:rPr>
          <w:rFonts w:ascii="Proxima Nova ExCn Rg" w:hAnsi="Proxima Nova ExCn Rg"/>
        </w:rPr>
      </w:pPr>
    </w:p>
    <w:p w14:paraId="44F8B25A" w14:textId="77777777" w:rsidR="00B11932" w:rsidRPr="00807459" w:rsidRDefault="00B11932">
      <w:pPr>
        <w:pStyle w:val="a7"/>
        <w:spacing w:before="0"/>
        <w:jc w:val="center"/>
        <w:rPr>
          <w:rFonts w:ascii="Proxima Nova ExCn Rg" w:hAnsi="Proxima Nova ExCn Rg"/>
        </w:rPr>
        <w:sectPr w:rsidR="00B11932" w:rsidRPr="00807459" w:rsidSect="000C0C81">
          <w:headerReference w:type="default" r:id="rId8"/>
          <w:footerReference w:type="default" r:id="rId9"/>
          <w:pgSz w:w="11906" w:h="16838" w:code="9"/>
          <w:pgMar w:top="567" w:right="567" w:bottom="567" w:left="567" w:header="709" w:footer="709" w:gutter="0"/>
          <w:cols w:space="708"/>
          <w:vAlign w:val="both"/>
          <w:titlePg/>
          <w:docGrid w:linePitch="360"/>
        </w:sectPr>
      </w:pPr>
    </w:p>
    <w:p w14:paraId="13DF0781"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1" w:name="_Toc419918616"/>
      <w:bookmarkStart w:id="2" w:name="_Toc423367080"/>
      <w:bookmarkStart w:id="3" w:name="_Toc443053221"/>
      <w:bookmarkEnd w:id="0"/>
      <w:r w:rsidRPr="00807459">
        <w:rPr>
          <w:sz w:val="28"/>
        </w:rPr>
        <w:lastRenderedPageBreak/>
        <w:t>ОБЩИЕ ПОЛОЖЕНИЯ</w:t>
      </w:r>
      <w:bookmarkEnd w:id="1"/>
      <w:bookmarkEnd w:id="2"/>
      <w:bookmarkEnd w:id="3"/>
    </w:p>
    <w:p w14:paraId="6E2FAD6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допуску участников процедуры закупки к участию в закупке и определению победителя закупки.</w:t>
      </w:r>
    </w:p>
    <w:p w14:paraId="361C9546"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рекомендуются к применению всем организациям Корпорации, осуществляющим свою деятельность в соответствии с Положением о закупке.</w:t>
      </w:r>
    </w:p>
    <w:p w14:paraId="0197694A"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28AEDA9B" w14:textId="77777777" w:rsidR="007F5316" w:rsidRPr="00807459" w:rsidRDefault="007F5316" w:rsidP="00F82780">
      <w:pPr>
        <w:pStyle w:val="5"/>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570531EB" w14:textId="77777777" w:rsidR="00506830" w:rsidRPr="00807459" w:rsidRDefault="00494FD1" w:rsidP="00F82780">
      <w:pPr>
        <w:pStyle w:val="5"/>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7D58DFE5" w14:textId="77777777" w:rsidR="00506830" w:rsidRPr="00807459" w:rsidRDefault="00494FD1" w:rsidP="00F82780">
      <w:pPr>
        <w:pStyle w:val="5"/>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55923C57" w14:textId="77777777" w:rsidR="00506830" w:rsidRPr="00807459" w:rsidRDefault="00494FD1" w:rsidP="00F82780">
      <w:pPr>
        <w:pStyle w:val="5"/>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6621C206" w14:textId="77777777" w:rsidR="00506830" w:rsidRPr="00807459" w:rsidRDefault="00494FD1" w:rsidP="00F82780">
      <w:pPr>
        <w:pStyle w:val="5"/>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381D5A04" w14:textId="77777777" w:rsidR="00506830" w:rsidRPr="00807459" w:rsidRDefault="00494FD1" w:rsidP="00F82780">
      <w:pPr>
        <w:pStyle w:val="5"/>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59130C44"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 из числа участников закупки, прошедших отборочную стадию</w:t>
      </w:r>
      <w:r w:rsidR="00C6606C" w:rsidRPr="00807459">
        <w:rPr>
          <w:rFonts w:ascii="Proxima Nova ExCn Rg" w:hAnsi="Proxima Nova ExCn Rg"/>
          <w:sz w:val="28"/>
        </w:rPr>
        <w:t>, осуществляется</w:t>
      </w:r>
      <w:r w:rsidRPr="00807459">
        <w:rPr>
          <w:rFonts w:ascii="Proxima Nova ExCn Rg" w:hAnsi="Proxima Nova ExCn Rg"/>
          <w:sz w:val="28"/>
        </w:rPr>
        <w:t xml:space="preserve"> путем:</w:t>
      </w:r>
    </w:p>
    <w:p w14:paraId="4ACA6B1D" w14:textId="77777777"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оценки и сопоставления заявок на участие в закупке по нескольким критериям оценки с присвоением заявкам на участие в закупке</w:t>
      </w:r>
      <w:r w:rsidR="00C33770" w:rsidRPr="00807459">
        <w:rPr>
          <w:rFonts w:ascii="Proxima Nova ExCn Rg" w:hAnsi="Proxima Nova ExCn Rg"/>
          <w:sz w:val="28"/>
        </w:rPr>
        <w:t xml:space="preserve"> </w:t>
      </w:r>
      <w:r w:rsidR="00C33770" w:rsidRPr="00807459">
        <w:rPr>
          <w:rFonts w:ascii="Proxima Nova ExCn Rg" w:hAnsi="Proxima Nova ExCn Rg"/>
          <w:sz w:val="28"/>
          <w:szCs w:val="28"/>
        </w:rPr>
        <w:t xml:space="preserve">итоговых </w:t>
      </w:r>
      <w:r w:rsidRPr="00807459">
        <w:rPr>
          <w:rFonts w:ascii="Proxima Nova ExCn Rg" w:hAnsi="Proxima Nova ExCn Rg"/>
          <w:sz w:val="28"/>
        </w:rPr>
        <w:t xml:space="preserve">рейтингов в соответствии с </w:t>
      </w:r>
      <w:r w:rsidR="000F37D5" w:rsidRPr="00807459">
        <w:rPr>
          <w:rFonts w:ascii="Proxima Nova ExCn Rg" w:hAnsi="Proxima Nova ExCn Rg"/>
          <w:sz w:val="28"/>
        </w:rPr>
        <w:t>разделом</w:t>
      </w:r>
      <w:r w:rsidR="000F37D5" w:rsidRPr="00807459">
        <w:rPr>
          <w:rFonts w:ascii="Proxima Nova ExCn Rg" w:hAnsi="Proxima Nova ExCn Rg"/>
          <w:sz w:val="28"/>
          <w:szCs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_Ref419922606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w:t>
      </w:r>
      <w:r w:rsidR="00F72303" w:rsidRPr="00807459">
        <w:rPr>
          <w:rFonts w:ascii="Proxima Nova ExCn Rg" w:hAnsi="Proxima Nova ExCn Rg"/>
          <w:sz w:val="28"/>
        </w:rPr>
        <w:fldChar w:fldCharType="end"/>
      </w:r>
      <w:r w:rsidRPr="00807459">
        <w:rPr>
          <w:rFonts w:ascii="Proxima Nova ExCn Rg" w:hAnsi="Proxima Nova ExCn Rg"/>
          <w:sz w:val="28"/>
        </w:rPr>
        <w:t xml:space="preserve"> «Методика оценки заявок» (для процедур конкурса, запроса предложений);</w:t>
      </w:r>
    </w:p>
    <w:p w14:paraId="527C0C47" w14:textId="77777777"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оценки и сопоставления заявок на участие в закупке на основании единственного критерия «Цена договора или цена за единицу продукции» путем ранжирования заявок участников </w:t>
      </w:r>
      <w:r w:rsidRPr="00807459">
        <w:rPr>
          <w:rFonts w:ascii="Proxima Nova ExCn Rg" w:hAnsi="Proxima Nova ExCn Rg"/>
          <w:sz w:val="28"/>
          <w:szCs w:val="28"/>
        </w:rPr>
        <w:t>закупк</w:t>
      </w:r>
      <w:r w:rsidR="009009AA" w:rsidRPr="00807459">
        <w:rPr>
          <w:rFonts w:ascii="Proxima Nova ExCn Rg" w:hAnsi="Proxima Nova ExCn Rg"/>
          <w:sz w:val="28"/>
          <w:szCs w:val="28"/>
        </w:rPr>
        <w:t>и</w:t>
      </w:r>
      <w:r w:rsidRPr="00807459">
        <w:rPr>
          <w:rFonts w:ascii="Proxima Nova ExCn Rg" w:hAnsi="Proxima Nova ExCn Rg"/>
          <w:sz w:val="28"/>
        </w:rPr>
        <w:t xml:space="preserve"> без применения </w:t>
      </w:r>
      <w:r w:rsidRPr="00807459">
        <w:rPr>
          <w:rFonts w:ascii="Proxima Nova ExCn Rg" w:hAnsi="Proxima Nova ExCn Rg"/>
          <w:sz w:val="28"/>
          <w:szCs w:val="28"/>
        </w:rPr>
        <w:t>раздел</w:t>
      </w:r>
      <w:r w:rsidR="009009AA" w:rsidRPr="00807459">
        <w:rPr>
          <w:rFonts w:ascii="Proxima Nova ExCn Rg" w:hAnsi="Proxima Nova ExCn Rg"/>
          <w:sz w:val="28"/>
          <w:szCs w:val="28"/>
        </w:rPr>
        <w:t>а</w:t>
      </w:r>
      <w:r w:rsidRPr="00807459">
        <w:rPr>
          <w:rFonts w:ascii="Proxima Nova ExCn Rg" w:hAnsi="Proxima Nova ExCn Rg"/>
          <w:sz w:val="28"/>
        </w:rPr>
        <w:t xml:space="preserve"> </w:t>
      </w:r>
      <w:r w:rsidR="000F37D5" w:rsidRPr="00807459">
        <w:rPr>
          <w:rFonts w:ascii="Proxima Nova ExCn Rg" w:hAnsi="Proxima Nova ExCn Rg"/>
          <w:sz w:val="28"/>
        </w:rPr>
        <w:fldChar w:fldCharType="begin"/>
      </w:r>
      <w:r w:rsidR="000F37D5" w:rsidRPr="00807459">
        <w:rPr>
          <w:rFonts w:ascii="Proxima Nova ExCn Rg" w:hAnsi="Proxima Nova ExCn Rg"/>
          <w:sz w:val="28"/>
        </w:rPr>
        <w:instrText xml:space="preserve"> REF _Ref419922606 \r \h  \* MERGEFORMAT </w:instrText>
      </w:r>
      <w:r w:rsidR="000F37D5" w:rsidRPr="00807459">
        <w:rPr>
          <w:rFonts w:ascii="Proxima Nova ExCn Rg" w:hAnsi="Proxima Nova ExCn Rg"/>
          <w:sz w:val="28"/>
        </w:rPr>
      </w:r>
      <w:r w:rsidR="000F37D5" w:rsidRPr="00807459">
        <w:rPr>
          <w:rFonts w:ascii="Proxima Nova ExCn Rg" w:hAnsi="Proxima Nova ExCn Rg"/>
          <w:sz w:val="28"/>
        </w:rPr>
        <w:fldChar w:fldCharType="separate"/>
      </w:r>
      <w:r w:rsidR="00975A0D">
        <w:rPr>
          <w:rFonts w:ascii="Proxima Nova ExCn Rg" w:hAnsi="Proxima Nova ExCn Rg"/>
          <w:sz w:val="28"/>
        </w:rPr>
        <w:t>3</w:t>
      </w:r>
      <w:r w:rsidR="000F37D5" w:rsidRPr="00807459">
        <w:rPr>
          <w:rFonts w:ascii="Proxima Nova ExCn Rg" w:hAnsi="Proxima Nova ExCn Rg"/>
          <w:sz w:val="28"/>
        </w:rPr>
        <w:fldChar w:fldCharType="end"/>
      </w:r>
      <w:r w:rsidR="000F37D5" w:rsidRPr="00807459">
        <w:rPr>
          <w:rFonts w:ascii="Proxima Nova ExCn Rg" w:hAnsi="Proxima Nova ExCn Rg"/>
          <w:sz w:val="28"/>
          <w:szCs w:val="28"/>
        </w:rPr>
        <w:t> </w:t>
      </w:r>
      <w:r w:rsidRPr="00807459">
        <w:rPr>
          <w:rFonts w:ascii="Proxima Nova ExCn Rg" w:hAnsi="Proxima Nova ExCn Rg"/>
          <w:sz w:val="28"/>
        </w:rPr>
        <w:t>«Методика оценки заявок» (для процедуры запроса котировок);</w:t>
      </w:r>
    </w:p>
    <w:p w14:paraId="7BEFEA56" w14:textId="77777777" w:rsidR="00506830" w:rsidRPr="00807459" w:rsidRDefault="00494FD1" w:rsidP="582AEF7F">
      <w:pPr>
        <w:numPr>
          <w:ilvl w:val="0"/>
          <w:numId w:val="10"/>
        </w:numPr>
        <w:spacing w:before="120" w:after="0" w:line="240" w:lineRule="auto"/>
        <w:jc w:val="both"/>
        <w:rPr>
          <w:rFonts w:ascii="Proxima Nova ExCn Rg" w:eastAsia="Proxima Nova ExCn Rg" w:hAnsi="Proxima Nova ExCn Rg"/>
          <w:sz w:val="28"/>
        </w:rPr>
      </w:pPr>
      <w:r w:rsidRPr="00807459">
        <w:rPr>
          <w:rFonts w:ascii="Proxima Nova ExCn Rg" w:eastAsia="Proxima Nova ExCn Rg" w:hAnsi="Proxima Nova ExCn Rg"/>
          <w:sz w:val="28"/>
        </w:rPr>
        <w:t xml:space="preserve">подведения итогов закупки путем ранжирования заявок участников </w:t>
      </w:r>
      <w:r w:rsidRPr="00807459">
        <w:rPr>
          <w:rFonts w:ascii="Proxima Nova ExCn Rg" w:eastAsia="Proxima Nova ExCn Rg" w:hAnsi="Proxima Nova ExCn Rg" w:cs="Proxima Nova ExCn Rg"/>
          <w:sz w:val="28"/>
          <w:szCs w:val="28"/>
        </w:rPr>
        <w:t>закупк</w:t>
      </w:r>
      <w:r w:rsidR="009009AA" w:rsidRPr="00807459">
        <w:rPr>
          <w:rFonts w:ascii="Proxima Nova ExCn Rg" w:eastAsia="Proxima Nova ExCn Rg" w:hAnsi="Proxima Nova ExCn Rg" w:cs="Proxima Nova ExCn Rg"/>
          <w:sz w:val="28"/>
          <w:szCs w:val="28"/>
        </w:rPr>
        <w:t>и</w:t>
      </w:r>
      <w:r w:rsidRPr="00807459">
        <w:rPr>
          <w:rFonts w:ascii="Proxima Nova ExCn Rg" w:eastAsia="Proxima Nova ExCn Rg" w:hAnsi="Proxima Nova ExCn Rg"/>
          <w:sz w:val="28"/>
        </w:rPr>
        <w:t xml:space="preserve"> на основании единственного критерия «Цена договора или цена за единицу продукции» без применения </w:t>
      </w:r>
      <w:r w:rsidRPr="00807459">
        <w:rPr>
          <w:rFonts w:ascii="Proxima Nova ExCn Rg" w:eastAsia="Proxima Nova ExCn Rg" w:hAnsi="Proxima Nova ExCn Rg" w:cs="Proxima Nova ExCn Rg"/>
          <w:sz w:val="28"/>
          <w:szCs w:val="28"/>
        </w:rPr>
        <w:t>раздел</w:t>
      </w:r>
      <w:r w:rsidR="009009AA" w:rsidRPr="00807459">
        <w:rPr>
          <w:rFonts w:ascii="Proxima Nova ExCn Rg" w:eastAsia="Proxima Nova ExCn Rg" w:hAnsi="Proxima Nova ExCn Rg" w:cs="Proxima Nova ExCn Rg"/>
          <w:sz w:val="28"/>
          <w:szCs w:val="28"/>
        </w:rPr>
        <w:t>а</w:t>
      </w:r>
      <w:r w:rsidR="000F37D5" w:rsidRPr="00807459">
        <w:rPr>
          <w:rFonts w:ascii="Proxima Nova ExCn Rg" w:eastAsia="Proxima Nova ExCn Rg" w:hAnsi="Proxima Nova ExCn Rg" w:cs="Proxima Nova ExCn Rg"/>
          <w:sz w:val="28"/>
          <w:szCs w:val="28"/>
        </w:rPr>
        <w:t> </w:t>
      </w:r>
      <w:r w:rsidR="001B7369" w:rsidRPr="00807459">
        <w:rPr>
          <w:rFonts w:ascii="Proxima Nova ExCn Rg" w:eastAsia="Proxima Nova ExCn Rg" w:hAnsi="Proxima Nova ExCn Rg"/>
          <w:sz w:val="28"/>
        </w:rPr>
        <w:fldChar w:fldCharType="begin"/>
      </w:r>
      <w:r w:rsidR="001B7369" w:rsidRPr="00807459">
        <w:rPr>
          <w:rFonts w:ascii="Proxima Nova ExCn Rg" w:eastAsia="Proxima Nova ExCn Rg" w:hAnsi="Proxima Nova ExCn Rg"/>
          <w:sz w:val="28"/>
        </w:rPr>
        <w:instrText xml:space="preserve"> REF _Ref419922606 \r \h  \* MERGEFORMAT </w:instrText>
      </w:r>
      <w:r w:rsidR="001B7369" w:rsidRPr="00807459">
        <w:rPr>
          <w:rFonts w:ascii="Proxima Nova ExCn Rg" w:eastAsia="Proxima Nova ExCn Rg" w:hAnsi="Proxima Nova ExCn Rg"/>
          <w:sz w:val="28"/>
        </w:rPr>
      </w:r>
      <w:r w:rsidR="001B7369" w:rsidRPr="00807459">
        <w:rPr>
          <w:rFonts w:ascii="Proxima Nova ExCn Rg" w:eastAsia="Proxima Nova ExCn Rg" w:hAnsi="Proxima Nova ExCn Rg"/>
          <w:sz w:val="28"/>
        </w:rPr>
        <w:fldChar w:fldCharType="separate"/>
      </w:r>
      <w:r w:rsidR="00975A0D">
        <w:rPr>
          <w:rFonts w:ascii="Proxima Nova ExCn Rg" w:eastAsia="Proxima Nova ExCn Rg" w:hAnsi="Proxima Nova ExCn Rg"/>
          <w:sz w:val="28"/>
        </w:rPr>
        <w:t>3</w:t>
      </w:r>
      <w:r w:rsidR="001B7369" w:rsidRPr="00807459">
        <w:rPr>
          <w:rFonts w:ascii="Proxima Nova ExCn Rg" w:eastAsia="Proxima Nova ExCn Rg" w:hAnsi="Proxima Nova ExCn Rg"/>
          <w:sz w:val="28"/>
        </w:rPr>
        <w:fldChar w:fldCharType="end"/>
      </w:r>
      <w:r w:rsidRPr="00807459">
        <w:rPr>
          <w:rFonts w:ascii="Proxima Nova ExCn Rg" w:eastAsia="Proxima Nova ExCn Rg" w:hAnsi="Proxima Nova ExCn Rg"/>
          <w:sz w:val="28"/>
        </w:rPr>
        <w:t xml:space="preserve"> «Методика оценки заявок» (для процедуры аукциона / редукциона).</w:t>
      </w:r>
    </w:p>
    <w:p w14:paraId="3DFDF0AF"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10"/>
          <w:headerReference w:type="first" r:id="rId11"/>
          <w:footerReference w:type="first" r:id="rId12"/>
          <w:pgSz w:w="11906" w:h="16838"/>
          <w:pgMar w:top="1134" w:right="567" w:bottom="851" w:left="1418" w:header="709" w:footer="709" w:gutter="0"/>
          <w:cols w:space="708"/>
          <w:titlePg/>
          <w:docGrid w:linePitch="360"/>
        </w:sectPr>
      </w:pPr>
    </w:p>
    <w:p w14:paraId="520744C3"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4" w:name="_Toc423367082"/>
      <w:bookmarkStart w:id="5" w:name="_Toc443053223"/>
      <w:r w:rsidRPr="00807459">
        <w:rPr>
          <w:sz w:val="28"/>
        </w:rPr>
        <w:lastRenderedPageBreak/>
        <w:t>ПОРЯДОК ОПРЕДЕЛЕНИЯ ПОБЕДИТЕЛЯ ЗАКУПКИ</w:t>
      </w:r>
      <w:bookmarkEnd w:id="4"/>
      <w:bookmarkEnd w:id="5"/>
    </w:p>
    <w:p w14:paraId="7BE5C8D9"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осуществляется путем</w:t>
      </w:r>
      <w:r w:rsidR="00AD4043" w:rsidRPr="00807459">
        <w:rPr>
          <w:rFonts w:ascii="Proxima Nova ExCn Rg" w:hAnsi="Proxima Nova ExCn Rg"/>
          <w:sz w:val="28"/>
          <w:szCs w:val="28"/>
        </w:rPr>
        <w:t>:</w:t>
      </w:r>
    </w:p>
    <w:p w14:paraId="39572F22" w14:textId="77777777"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предложений;</w:t>
      </w:r>
    </w:p>
    <w:p w14:paraId="60B80065" w14:textId="77777777" w:rsidR="00AD4043" w:rsidRPr="00807459" w:rsidRDefault="00AD4043"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szCs w:val="28"/>
        </w:rPr>
        <w:t>оценки и сопоставления заявок на участие в запросе</w:t>
      </w:r>
      <w:r w:rsidRPr="00807459">
        <w:rPr>
          <w:rFonts w:ascii="Proxima Nova ExCn Rg" w:hAnsi="Proxima Nova ExCn Rg"/>
          <w:sz w:val="28"/>
        </w:rPr>
        <w:t xml:space="preserve"> котировок </w:t>
      </w:r>
      <w:r w:rsidRPr="00807459">
        <w:rPr>
          <w:rFonts w:ascii="Proxima Nova ExCn Rg" w:hAnsi="Proxima Nova ExCn Rg"/>
          <w:sz w:val="28"/>
          <w:szCs w:val="28"/>
        </w:rPr>
        <w:t xml:space="preserve">на основании </w:t>
      </w:r>
      <w:r w:rsidRPr="00807459">
        <w:rPr>
          <w:rFonts w:ascii="Proxima Nova ExCn Rg" w:eastAsia="Proxima Nova ExCn Rg" w:hAnsi="Proxima Nova ExCn Rg" w:cs="Proxima Nova ExCn Rg"/>
          <w:sz w:val="28"/>
          <w:szCs w:val="28"/>
        </w:rPr>
        <w:t xml:space="preserve">единственного критерия оценки «Цена договора </w:t>
      </w:r>
      <w:r w:rsidRPr="00807459">
        <w:rPr>
          <w:rFonts w:ascii="Proxima Nova ExCn Rg" w:eastAsia="Proxima Nova ExCn Rg" w:hAnsi="Proxima Nova ExCn Rg"/>
          <w:sz w:val="28"/>
        </w:rPr>
        <w:t xml:space="preserve">или </w:t>
      </w:r>
      <w:r w:rsidRPr="00807459">
        <w:rPr>
          <w:rFonts w:ascii="Proxima Nova ExCn Rg" w:eastAsia="Proxima Nova ExCn Rg" w:hAnsi="Proxima Nova ExCn Rg" w:cs="Proxima Nova ExCn Rg"/>
          <w:sz w:val="28"/>
          <w:szCs w:val="28"/>
        </w:rPr>
        <w:t>цена за единицу продукции», в ходе которых ЗК осуществляет ранжирование заявок по мере увеличения цены представленных заявок;</w:t>
      </w:r>
    </w:p>
    <w:p w14:paraId="0DF402C1" w14:textId="77777777" w:rsidR="00AD4043" w:rsidRPr="00567DD0" w:rsidRDefault="00AD4043" w:rsidP="009F153B">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575E520B" w14:textId="5C4A9548" w:rsidR="00D274B8" w:rsidRPr="00807459" w:rsidRDefault="00D274B8"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При проведении закупки с предоставлением приоритета (подр</w:t>
      </w:r>
      <w:r w:rsidR="00F90268">
        <w:rPr>
          <w:rFonts w:ascii="Proxima Nova ExCn Rg" w:eastAsia="Proxima Nova ExCn Rg" w:hAnsi="Proxima Nova ExCn Rg" w:cs="Proxima Nova ExCn Rg"/>
          <w:sz w:val="28"/>
          <w:szCs w:val="28"/>
        </w:rPr>
        <w:t>аздел</w:t>
      </w:r>
      <w:r>
        <w:rPr>
          <w:rFonts w:ascii="Proxima Nova ExCn Rg" w:eastAsia="Proxima Nova ExCn Rg" w:hAnsi="Proxima Nova ExCn Rg" w:cs="Proxima Nova ExCn Rg"/>
          <w:sz w:val="28"/>
          <w:szCs w:val="28"/>
        </w:rPr>
        <w:t xml:space="preserve">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 xml:space="preserve">.19 Положения о закупке) определение победителя закупки осуществляется в порядке, установленном </w:t>
      </w:r>
      <w:r w:rsidRPr="00807459">
        <w:rPr>
          <w:rFonts w:ascii="Proxima Nova ExCn Rg" w:hAnsi="Proxima Nova ExCn Rg"/>
          <w:sz w:val="28"/>
        </w:rPr>
        <w:t>Рекомендациями по оценке</w:t>
      </w:r>
      <w:r>
        <w:rPr>
          <w:rFonts w:ascii="Proxima Nova ExCn Rg" w:hAnsi="Proxima Nova ExCn Rg"/>
          <w:sz w:val="28"/>
        </w:rPr>
        <w:t>,</w:t>
      </w:r>
      <w:r>
        <w:rPr>
          <w:rFonts w:ascii="Proxima Nova ExCn Rg" w:eastAsia="Proxima Nova ExCn Rg" w:hAnsi="Proxima Nova ExCn Rg" w:cs="Proxima Nova ExCn Rg"/>
          <w:sz w:val="28"/>
          <w:szCs w:val="28"/>
        </w:rPr>
        <w:t xml:space="preserve"> с учетом особенностей, установленных ПП 925 и подр</w:t>
      </w:r>
      <w:r w:rsidR="00F90268">
        <w:rPr>
          <w:rFonts w:ascii="Proxima Nova ExCn Rg" w:eastAsia="Proxima Nova ExCn Rg" w:hAnsi="Proxima Nova ExCn Rg" w:cs="Proxima Nova ExCn Rg"/>
          <w:sz w:val="28"/>
          <w:szCs w:val="28"/>
        </w:rPr>
        <w:t>аздел</w:t>
      </w:r>
      <w:r w:rsidR="00326323">
        <w:rPr>
          <w:rFonts w:ascii="Proxima Nova ExCn Rg" w:eastAsia="Proxima Nova ExCn Rg" w:hAnsi="Proxima Nova ExCn Rg" w:cs="Proxima Nova ExCn Rg"/>
          <w:sz w:val="28"/>
          <w:szCs w:val="28"/>
        </w:rPr>
        <w:t>ом</w:t>
      </w:r>
      <w:r w:rsidR="00F90268">
        <w:rPr>
          <w:rFonts w:ascii="Proxima Nova ExCn Rg" w:eastAsia="Proxima Nova ExCn Rg" w:hAnsi="Proxima Nova ExCn Rg" w:cs="Proxima Nova ExCn Rg"/>
          <w:sz w:val="28"/>
          <w:szCs w:val="28"/>
        </w:rPr>
        <w:t xml:space="preserve"> 19</w:t>
      </w:r>
      <w:r>
        <w:rPr>
          <w:rFonts w:ascii="Proxima Nova ExCn Rg" w:eastAsia="Proxima Nova ExCn Rg" w:hAnsi="Proxima Nova ExCn Rg" w:cs="Proxima Nova ExCn Rg"/>
          <w:sz w:val="28"/>
          <w:szCs w:val="28"/>
        </w:rPr>
        <w:t>.19 Положения о закупке.</w:t>
      </w:r>
      <w:r w:rsidR="00F97B0E">
        <w:rPr>
          <w:rFonts w:ascii="Proxima Nova ExCn Rg" w:eastAsia="Proxima Nova ExCn Rg" w:hAnsi="Proxima Nova ExCn Rg" w:cs="Proxima Nova ExCn Rg"/>
          <w:sz w:val="28"/>
          <w:szCs w:val="28"/>
        </w:rPr>
        <w:t xml:space="preserve"> </w:t>
      </w:r>
    </w:p>
    <w:p w14:paraId="651A5458" w14:textId="77777777" w:rsidR="00CE7B32" w:rsidRPr="00807459" w:rsidRDefault="00CE7B32" w:rsidP="00F82780">
      <w:pPr>
        <w:spacing w:before="120" w:after="0" w:line="240" w:lineRule="auto"/>
        <w:ind w:firstLine="709"/>
        <w:jc w:val="both"/>
        <w:rPr>
          <w:rFonts w:ascii="Proxima Nova ExCn Rg" w:hAnsi="Proxima Nova ExCn Rg"/>
          <w:sz w:val="28"/>
        </w:rPr>
      </w:pPr>
    </w:p>
    <w:p w14:paraId="3E229095" w14:textId="77777777" w:rsidR="00494FD1" w:rsidRPr="00807459" w:rsidRDefault="00807459" w:rsidP="007E443E">
      <w:pPr>
        <w:pStyle w:val="3"/>
        <w:keepNext w:val="0"/>
        <w:keepLines w:val="0"/>
        <w:widowControl w:val="0"/>
        <w:numPr>
          <w:ilvl w:val="1"/>
          <w:numId w:val="7"/>
        </w:numPr>
        <w:suppressAutoHyphens w:val="0"/>
        <w:spacing w:before="0"/>
        <w:rPr>
          <w:sz w:val="28"/>
        </w:rPr>
      </w:pPr>
      <w:r>
        <w:rPr>
          <w:sz w:val="28"/>
        </w:rPr>
        <w:t>Критерии оценки заявок</w:t>
      </w:r>
    </w:p>
    <w:p w14:paraId="4F116B1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закупки используются следующие критерии оценки:</w:t>
      </w:r>
    </w:p>
    <w:p w14:paraId="6A46055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6" w:name="_Ref434591377"/>
      <w:r w:rsidRPr="00807459">
        <w:rPr>
          <w:rFonts w:ascii="Proxima Nova ExCn Rg" w:hAnsi="Proxima Nova ExCn Rg"/>
          <w:sz w:val="28"/>
        </w:rPr>
        <w:t>Ценовые критерии оценки:</w:t>
      </w:r>
      <w:bookmarkEnd w:id="6"/>
    </w:p>
    <w:p w14:paraId="1B485026"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40377E59"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2BF6ED2E"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3AF5D72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044CAE8C"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0CD0D222"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421A0857"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7BBECEF6"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6216C001"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1DD0E452"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71D3DE3A"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68013900" w14:textId="77777777"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7" w:name="_Ref443308750"/>
      <w:bookmarkStart w:id="8" w:name="_Ref434425338"/>
      <w:r w:rsidRPr="00807459">
        <w:rPr>
          <w:rFonts w:ascii="Proxima Nova ExCn Rg" w:hAnsi="Proxima Nova ExCn Rg"/>
          <w:sz w:val="28"/>
        </w:rPr>
        <w:t xml:space="preserve">При определении </w:t>
      </w:r>
      <w:r w:rsidRPr="00807459">
        <w:rPr>
          <w:rFonts w:ascii="Proxima Nova ExCn Rg" w:hAnsi="Proxima Nova ExCn Rg"/>
          <w:sz w:val="28"/>
          <w:szCs w:val="28"/>
          <w:lang w:eastAsia="ru-RU"/>
        </w:rPr>
        <w:t xml:space="preserve">порядка оценки по критерию «Цена договора или цена за единицу продукции» </w:t>
      </w:r>
      <w:r w:rsidRPr="00807459">
        <w:rPr>
          <w:rFonts w:ascii="Proxima Nova ExCn Rg" w:hAnsi="Proxima Nova ExCn Rg"/>
          <w:sz w:val="28"/>
          <w:szCs w:val="28"/>
          <w:lang w:eastAsia="ru-RU"/>
        </w:rPr>
        <w:lastRenderedPageBreak/>
        <w:t>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xml:space="preserve">, вправе в документации о закупке 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7"/>
    </w:p>
    <w:p w14:paraId="11F49E6D" w14:textId="77777777"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 ответственным за осуществление финансовой политики и/или бухгалтерского учета,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8"/>
    </w:p>
    <w:p w14:paraId="706E84E0"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9"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9"/>
    </w:p>
    <w:p w14:paraId="5AEC77F0"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0" w:name="_Ref434648671"/>
      <w:r w:rsidR="00494FD1" w:rsidRPr="00807459">
        <w:rPr>
          <w:rFonts w:ascii="Proxima Nova ExCn Rg" w:hAnsi="Proxima Nova ExCn Rg"/>
          <w:sz w:val="28"/>
          <w:szCs w:val="28"/>
          <w:lang w:eastAsia="ru-RU"/>
        </w:rPr>
        <w:t>.</w:t>
      </w:r>
      <w:bookmarkEnd w:id="10"/>
    </w:p>
    <w:p w14:paraId="3CC2280D" w14:textId="77777777"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 xml:space="preserve">без учета НДС, расчет рейтинга заявок по критерию осуществляется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7F8749D8"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0428DC7B" w14:textId="77777777"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запроса котировок 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975A0D">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 xml:space="preserve">Ценовые предложения при проведении процедуры аукциона/редукциона, запроса котировок 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 а определение</w:t>
      </w:r>
      <w:r w:rsidRPr="00807459">
        <w:rPr>
          <w:rFonts w:ascii="Proxima Nova ExCn Rg" w:hAnsi="Proxima Nova ExCn Rg"/>
          <w:sz w:val="28"/>
        </w:rPr>
        <w:t xml:space="preserve"> победителя закупки </w:t>
      </w:r>
      <w:r w:rsidRPr="00807459">
        <w:rPr>
          <w:rFonts w:ascii="Proxima Nova ExCn Rg" w:hAnsi="Proxima Nova ExCn Rg"/>
          <w:sz w:val="28"/>
          <w:szCs w:val="28"/>
          <w:lang w:eastAsia="ru-RU"/>
        </w:rPr>
        <w:t>осуществляется в порядке, предусмотренном подразделами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_Ref419922308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2.2</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_Ref419922530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2.3</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соответственно.</w:t>
      </w:r>
    </w:p>
    <w:p w14:paraId="2E9F1BA6"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28F4754A" w14:textId="77777777"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1" w:name="_Ref419922308"/>
      <w:r w:rsidRPr="00807459">
        <w:rPr>
          <w:sz w:val="28"/>
          <w:szCs w:val="28"/>
        </w:rPr>
        <w:t>Определение победителя закупки при проведении процедуры аукциона/редукциона</w:t>
      </w:r>
      <w:bookmarkEnd w:id="11"/>
    </w:p>
    <w:p w14:paraId="4544646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2" w:name="_Ref419922253"/>
      <w:bookmarkStart w:id="13" w:name="_Ref408436654"/>
      <w:bookmarkStart w:id="14" w:name="_Ref375330108"/>
      <w:r w:rsidRPr="00807459">
        <w:rPr>
          <w:rFonts w:ascii="Proxima Nova ExCn Rg" w:hAnsi="Proxima Nova ExCn Rg"/>
          <w:sz w:val="28"/>
        </w:rPr>
        <w:t>Определение победителя закупки 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осуществляется ЗК путем последовательного совершения следующих действий:</w:t>
      </w:r>
      <w:bookmarkEnd w:id="12"/>
    </w:p>
    <w:p w14:paraId="6BCBEEE6"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документации о закупке;</w:t>
      </w:r>
    </w:p>
    <w:p w14:paraId="0998CB98"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2"/>
      </w:r>
      <w:r w:rsidRPr="00807459">
        <w:rPr>
          <w:rFonts w:ascii="Proxima Nova ExCn Rg" w:hAnsi="Proxima Nova ExCn Rg"/>
          <w:sz w:val="28"/>
        </w:rPr>
        <w:t xml:space="preserve"> в соответствии с единственным установленным критерием «Цена договора или цена за единицу продукции» в порядке возрастания цены, предложенной ими в ходе проведения процедуры аукциона, начиная с наименьшей, при этом участнику аукциона, предложившему наименьшую цену договора, присваивается первый номер и он признается победителем закупки</w:t>
      </w:r>
      <w:r w:rsidRPr="00807459">
        <w:rPr>
          <w:rStyle w:val="af0"/>
          <w:rFonts w:ascii="Proxima Nova ExCn Rg" w:hAnsi="Proxima Nova ExCn Rg"/>
          <w:sz w:val="28"/>
        </w:rPr>
        <w:footnoteReference w:id="3"/>
      </w:r>
      <w:r w:rsidRPr="00807459">
        <w:rPr>
          <w:rFonts w:ascii="Proxima Nova ExCn Rg" w:hAnsi="Proxima Nova ExCn Rg"/>
          <w:sz w:val="28"/>
        </w:rPr>
        <w:t>.</w:t>
      </w:r>
    </w:p>
    <w:p w14:paraId="45C7383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06C3B5E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5"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5"/>
    </w:p>
    <w:p w14:paraId="1D26FDD2" w14:textId="5DFA51A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807459">
        <w:rPr>
          <w:rFonts w:ascii="Proxima Nova ExCn Rg" w:hAnsi="Proxima Nova ExCn Rg"/>
          <w:sz w:val="28"/>
          <w:szCs w:val="28"/>
          <w:lang w:eastAsia="ru-RU"/>
        </w:rPr>
        <w:t>/</w:t>
      </w:r>
      <w:r w:rsidR="003D0FD0" w:rsidRPr="00807459">
        <w:rPr>
          <w:rFonts w:ascii="Proxima Nova ExCn Rg" w:hAnsi="Proxima Nova ExCn Rg"/>
          <w:sz w:val="28"/>
        </w:rPr>
        <w:t xml:space="preserve">редукциона формулы расчета, указанные в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 xml:space="preserve">азделе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sidRPr="00975A0D">
        <w:rPr>
          <w:rFonts w:ascii="Proxima Nova ExCn Rg" w:hAnsi="Proxima Nova ExCn Rg"/>
          <w:sz w:val="28"/>
          <w:szCs w:val="28"/>
        </w:rPr>
        <w:t>3</w:t>
      </w:r>
      <w:r w:rsidR="001B7369" w:rsidRPr="00807459">
        <w:rPr>
          <w:rFonts w:ascii="Proxima Nova ExCn Rg" w:hAnsi="Proxima Nova ExCn Rg"/>
          <w:sz w:val="28"/>
        </w:rPr>
        <w:fldChar w:fldCharType="end"/>
      </w:r>
      <w:r w:rsidR="001B7369" w:rsidRPr="00807459">
        <w:rPr>
          <w:rFonts w:ascii="Proxima Nova ExCn Rg" w:hAnsi="Proxima Nova ExCn Rg"/>
          <w:sz w:val="28"/>
          <w:szCs w:val="28"/>
        </w:rPr>
        <w:t xml:space="preserve">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екомендаций</w:t>
      </w:r>
      <w:r w:rsidR="004A13AE" w:rsidRPr="00807459">
        <w:rPr>
          <w:rFonts w:ascii="Proxima Nova ExCn Rg" w:hAnsi="Proxima Nova ExCn Rg"/>
          <w:sz w:val="28"/>
          <w:szCs w:val="28"/>
        </w:rPr>
        <w:t xml:space="preserve"> по оценке</w:t>
      </w:r>
      <w:r w:rsidR="00216000"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rPr>
        <w:t xml:space="preserve">не применяются; </w:t>
      </w:r>
      <w:r w:rsidR="00765BB1" w:rsidRPr="00807459">
        <w:rPr>
          <w:rFonts w:ascii="Proxima Nova ExCn Rg" w:hAnsi="Proxima Nova ExCn Rg"/>
          <w:sz w:val="28"/>
          <w:szCs w:val="28"/>
          <w:lang w:eastAsia="ru-RU"/>
        </w:rPr>
        <w:t>определение победителя</w:t>
      </w:r>
      <w:r w:rsidR="001B7369" w:rsidRPr="00807459">
        <w:rPr>
          <w:rFonts w:ascii="Proxima Nova ExCn Rg" w:hAnsi="Proxima Nova ExCn Rg"/>
          <w:sz w:val="28"/>
          <w:szCs w:val="28"/>
        </w:rPr>
        <w:t xml:space="preserve"> аукциона</w:t>
      </w:r>
      <w:r w:rsidR="001B7369" w:rsidRPr="00807459">
        <w:rPr>
          <w:rFonts w:ascii="Proxima Nova ExCn Rg" w:hAnsi="Proxima Nova ExCn Rg"/>
          <w:sz w:val="28"/>
          <w:szCs w:val="28"/>
          <w:lang w:eastAsia="ru-RU"/>
        </w:rPr>
        <w:t>/</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BE42805"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7AE033A3"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16" w:name="_Ref419922530"/>
      <w:bookmarkEnd w:id="13"/>
      <w:bookmarkEnd w:id="14"/>
      <w:r w:rsidRPr="00807459">
        <w:rPr>
          <w:sz w:val="28"/>
        </w:rPr>
        <w:t>Определение победителя закупки при проведении процедуры запроса котировок</w:t>
      </w:r>
      <w:bookmarkEnd w:id="16"/>
    </w:p>
    <w:p w14:paraId="0629DCB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7" w:name="_Ref419922485"/>
      <w:r w:rsidRPr="00807459">
        <w:rPr>
          <w:rFonts w:ascii="Proxima Nova ExCn Rg" w:hAnsi="Proxima Nova ExCn Rg"/>
          <w:sz w:val="28"/>
        </w:rPr>
        <w:t>Определение победителя закупки при проведении процедуры запроса котировок осуществляется ЗК путем последовательного совершения следующих действий:</w:t>
      </w:r>
      <w:bookmarkEnd w:id="17"/>
    </w:p>
    <w:p w14:paraId="0F06277D"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документации о закупке;</w:t>
      </w:r>
    </w:p>
    <w:p w14:paraId="7A259E4E"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процедуры закупки, заявки которых соответствуют требованиям документации о закупке, признаются участниками закупки и в отношении их заявок ЗК осуществляет оценку и сопоставление заявок на участие в закупке на основании единственного критерия «Цена договора или цена за единицу продукции».</w:t>
      </w:r>
    </w:p>
    <w:p w14:paraId="103703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запросе котировок осуществляется путем ранжирования</w:t>
      </w:r>
      <w:r w:rsidRPr="00807459">
        <w:rPr>
          <w:rStyle w:val="af0"/>
          <w:rFonts w:ascii="Proxima Nova ExCn Rg" w:hAnsi="Proxima Nova ExCn Rg"/>
          <w:sz w:val="28"/>
        </w:rPr>
        <w:footnoteReference w:id="4"/>
      </w:r>
      <w:r w:rsidRPr="00807459">
        <w:rPr>
          <w:rFonts w:ascii="Proxima Nova ExCn Rg" w:hAnsi="Proxima Nova ExCn Rg"/>
          <w:caps/>
          <w:sz w:val="28"/>
        </w:rPr>
        <w:t xml:space="preserve"> </w:t>
      </w:r>
      <w:r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 при этом участнику запроса котировок, предложившему наименьшую цену договора, присваивается первый номер и он признается победителем закупки</w:t>
      </w:r>
    </w:p>
    <w:p w14:paraId="298E5E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запроса котировок признается лицо, которое было допущено к участию в запросе котировок и признано участником запроса котировок и предложило наиболее низкую цену договора.</w:t>
      </w:r>
    </w:p>
    <w:p w14:paraId="55D4F0D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8" w:name="_Ref419922487"/>
      <w:r w:rsidRPr="00807459">
        <w:rPr>
          <w:rFonts w:ascii="Proxima Nova ExCn Rg" w:hAnsi="Proxima Nova ExCn Rg"/>
          <w:sz w:val="28"/>
        </w:rPr>
        <w:t>В случае если несколько участников запроса котировок представили заявки с одинаковыми ценами, победителем закупки признается участник, заявка которого поступила раньше.</w:t>
      </w:r>
      <w:bookmarkEnd w:id="18"/>
    </w:p>
    <w:p w14:paraId="652952AE" w14:textId="5A0D3D39"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определении победителя запроса котировок формулы расчета, </w:t>
      </w:r>
      <w:r w:rsidR="001B7369" w:rsidRPr="00807459">
        <w:rPr>
          <w:rFonts w:ascii="Proxima Nova ExCn Rg" w:hAnsi="Proxima Nova ExCn Rg"/>
          <w:sz w:val="28"/>
        </w:rPr>
        <w:t xml:space="preserve">указанные в </w:t>
      </w:r>
      <w:r w:rsidR="004A13AE" w:rsidRPr="00807459">
        <w:rPr>
          <w:rFonts w:ascii="Proxima Nova ExCn Rg" w:hAnsi="Proxima Nova ExCn Rg"/>
          <w:sz w:val="28"/>
          <w:szCs w:val="28"/>
          <w:lang w:eastAsia="ru-RU"/>
        </w:rPr>
        <w:t xml:space="preserve">разделе </w:t>
      </w:r>
      <w:r w:rsidR="00C83FBE">
        <w:rPr>
          <w:rFonts w:ascii="Proxima Nova ExCn Rg" w:hAnsi="Proxima Nova ExCn Rg"/>
          <w:sz w:val="28"/>
          <w:szCs w:val="28"/>
          <w:lang w:eastAsia="ru-RU"/>
        </w:rPr>
        <w:fldChar w:fldCharType="begin"/>
      </w:r>
      <w:r w:rsidR="00C83FBE">
        <w:rPr>
          <w:rFonts w:ascii="Proxima Nova ExCn Rg" w:hAnsi="Proxima Nova ExCn Rg"/>
          <w:sz w:val="28"/>
          <w:szCs w:val="28"/>
          <w:lang w:eastAsia="ru-RU"/>
        </w:rPr>
        <w:instrText xml:space="preserve"> REF _Ref419922606 \r \h </w:instrText>
      </w:r>
      <w:r w:rsidR="00C83FBE">
        <w:rPr>
          <w:rFonts w:ascii="Proxima Nova ExCn Rg" w:hAnsi="Proxima Nova ExCn Rg"/>
          <w:sz w:val="28"/>
          <w:szCs w:val="28"/>
          <w:lang w:eastAsia="ru-RU"/>
        </w:rPr>
      </w:r>
      <w:r w:rsidR="00C83FBE">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w:t>
      </w:r>
      <w:r w:rsidR="00C83FBE">
        <w:rPr>
          <w:rFonts w:ascii="Proxima Nova ExCn Rg" w:hAnsi="Proxima Nova ExCn Rg"/>
          <w:sz w:val="28"/>
          <w:szCs w:val="28"/>
          <w:lang w:eastAsia="ru-RU"/>
        </w:rPr>
        <w:fldChar w:fldCharType="end"/>
      </w:r>
      <w:r w:rsidR="00216000"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216000"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216000" w:rsidRPr="00807459">
        <w:rPr>
          <w:rFonts w:ascii="Proxima Nova ExCn Rg" w:hAnsi="Proxima Nova ExCn Rg"/>
          <w:sz w:val="28"/>
          <w:szCs w:val="28"/>
          <w:lang w:eastAsia="ru-RU"/>
        </w:rPr>
        <w:t>, не применяются; ранжирование участников запроса</w:t>
      </w:r>
      <w:r w:rsidRPr="00807459">
        <w:rPr>
          <w:rFonts w:ascii="Proxima Nova ExCn Rg" w:hAnsi="Proxima Nova ExCn Rg"/>
          <w:sz w:val="28"/>
        </w:rPr>
        <w:t xml:space="preserve"> котировок осуществляется простым сопоставлением числовых значений показателей ценовых критериев по математическим правилам в порядке, установленном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_Ref419922530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2.3</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D55DBD6" w14:textId="77777777" w:rsidR="00494FD1" w:rsidRPr="00807459" w:rsidRDefault="00494FD1" w:rsidP="00590DE0">
      <w:pPr>
        <w:spacing w:after="0" w:line="276" w:lineRule="auto"/>
        <w:ind w:firstLine="709"/>
        <w:jc w:val="both"/>
        <w:rPr>
          <w:rFonts w:ascii="Proxima Nova ExCn Rg" w:hAnsi="Proxima Nova ExCn Rg"/>
          <w:sz w:val="28"/>
        </w:rPr>
      </w:pPr>
    </w:p>
    <w:p w14:paraId="61DF9FE5"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p>
    <w:p w14:paraId="5B05F778" w14:textId="48F29EEE" w:rsidR="00506830"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 xml:space="preserve">Определение победителя закупки при проведении процедуры конкурса, запроса предложений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sidRPr="00975A0D">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0EF3AA49" w14:textId="77777777" w:rsidR="00494FD1" w:rsidRPr="00807459" w:rsidRDefault="00494FD1" w:rsidP="00590DE0">
      <w:pPr>
        <w:spacing w:after="0" w:line="276" w:lineRule="auto"/>
        <w:ind w:firstLine="709"/>
        <w:jc w:val="both"/>
        <w:rPr>
          <w:rFonts w:ascii="Proxima Nova ExCn Rg" w:hAnsi="Proxima Nova ExCn Rg"/>
          <w:sz w:val="28"/>
        </w:rPr>
      </w:pPr>
    </w:p>
    <w:p w14:paraId="34D87761"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F689B4D"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19" w:name="_Ref419922606"/>
      <w:bookmarkStart w:id="20" w:name="_Toc423367083"/>
      <w:bookmarkStart w:id="21" w:name="_Toc443053224"/>
      <w:r w:rsidRPr="00807459">
        <w:rPr>
          <w:sz w:val="28"/>
        </w:rPr>
        <w:t>МЕТОДИКА ОЦЕНКИ ЗАЯВОК</w:t>
      </w:r>
      <w:bookmarkEnd w:id="19"/>
      <w:bookmarkEnd w:id="20"/>
      <w:bookmarkEnd w:id="21"/>
    </w:p>
    <w:p w14:paraId="1B1ADBBA"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706C20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5A82A9B9" w14:textId="77777777">
        <w:tc>
          <w:tcPr>
            <w:tcW w:w="2518" w:type="dxa"/>
          </w:tcPr>
          <w:p w14:paraId="7F2F3A5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51DEB243"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6769A242"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3AD06884" w14:textId="77777777">
        <w:tc>
          <w:tcPr>
            <w:tcW w:w="2518" w:type="dxa"/>
          </w:tcPr>
          <w:p w14:paraId="61B5FFB0"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1E1EE8D8"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22D75B25"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5FA8209F" w14:textId="77777777">
        <w:tc>
          <w:tcPr>
            <w:tcW w:w="2518" w:type="dxa"/>
          </w:tcPr>
          <w:p w14:paraId="68467421"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71E21091"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08A2912D"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07F08ED2" w14:textId="77777777">
        <w:tc>
          <w:tcPr>
            <w:tcW w:w="2518" w:type="dxa"/>
          </w:tcPr>
          <w:p w14:paraId="4FF8533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049D74EC"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279B3297"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7DD8BA45" w14:textId="77777777">
        <w:tc>
          <w:tcPr>
            <w:tcW w:w="2518" w:type="dxa"/>
          </w:tcPr>
          <w:p w14:paraId="32A3B81A"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4DDA7E8F"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23607DE"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59D41F21" w14:textId="77777777">
        <w:tc>
          <w:tcPr>
            <w:tcW w:w="2518" w:type="dxa"/>
          </w:tcPr>
          <w:p w14:paraId="7E6ED51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7CF290AC"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00A52048"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7052CA9B" w14:textId="77777777">
        <w:tc>
          <w:tcPr>
            <w:tcW w:w="2518" w:type="dxa"/>
          </w:tcPr>
          <w:p w14:paraId="39BB1EF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5A9EBC58"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16AC7009"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35B34CCA" w14:textId="77777777">
        <w:tc>
          <w:tcPr>
            <w:tcW w:w="2518" w:type="dxa"/>
          </w:tcPr>
          <w:p w14:paraId="3333852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5A8747AF"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12D5F8B7"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2CD6EB36" w14:textId="77777777">
        <w:tc>
          <w:tcPr>
            <w:tcW w:w="2518" w:type="dxa"/>
          </w:tcPr>
          <w:p w14:paraId="3A959FB9"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191D5AD8"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1632D3C2"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36F2714D"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0DF156D1"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807459">
              <w:rPr>
                <w:rFonts w:ascii="Proxima Nova ExCn Rg" w:hAnsi="Proxima Nova ExCn Rg"/>
                <w:sz w:val="28"/>
              </w:rPr>
              <w:footnoteReference w:id="5"/>
            </w:r>
            <w:r w:rsidRPr="00807459">
              <w:rPr>
                <w:rFonts w:ascii="Proxima Nova ExCn Rg" w:hAnsi="Proxima Nova ExCn Rg"/>
                <w:sz w:val="28"/>
              </w:rPr>
              <w:t>;</w:t>
            </w:r>
          </w:p>
          <w:p w14:paraId="7E9C3A1B"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4A6E2820"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807459">
              <w:rPr>
                <w:rFonts w:ascii="Proxima Nova ExCn Rg" w:hAnsi="Proxima Nova ExCn Rg"/>
                <w:sz w:val="28"/>
              </w:rPr>
              <w:footnoteReference w:id="6"/>
            </w:r>
            <w:r w:rsidRPr="00807459">
              <w:rPr>
                <w:rFonts w:ascii="Proxima Nova ExCn Rg" w:hAnsi="Proxima Nova ExCn Rg"/>
                <w:sz w:val="28"/>
              </w:rPr>
              <w:t>.</w:t>
            </w:r>
          </w:p>
          <w:p w14:paraId="7F063973"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63DBE19B" w14:textId="77777777">
        <w:tc>
          <w:tcPr>
            <w:tcW w:w="2518" w:type="dxa"/>
          </w:tcPr>
          <w:p w14:paraId="4C0A48F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(РЗ)</w:t>
            </w:r>
          </w:p>
        </w:tc>
        <w:tc>
          <w:tcPr>
            <w:tcW w:w="3969" w:type="dxa"/>
          </w:tcPr>
          <w:p w14:paraId="419DF71C"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641DBCAB"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6AFD55C4" w14:textId="77777777">
        <w:tc>
          <w:tcPr>
            <w:tcW w:w="2518" w:type="dxa"/>
          </w:tcPr>
          <w:p w14:paraId="056AF05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72923AAD"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6EE1E439"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4CA0252A" w14:textId="77777777">
        <w:tc>
          <w:tcPr>
            <w:tcW w:w="2518" w:type="dxa"/>
          </w:tcPr>
          <w:p w14:paraId="13D0322C"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3521801A"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613C2F2C"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5CEAA0FF"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302F33B3"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1DDF246F"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148577F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5F57F6B3"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44A3CA75" w14:textId="77777777">
        <w:tc>
          <w:tcPr>
            <w:tcW w:w="2518" w:type="dxa"/>
          </w:tcPr>
          <w:p w14:paraId="36BEAAE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Экспертная оценка</w:t>
            </w:r>
          </w:p>
        </w:tc>
        <w:tc>
          <w:tcPr>
            <w:tcW w:w="3969" w:type="dxa"/>
          </w:tcPr>
          <w:p w14:paraId="4BB02ACD"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4066D91B"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5A9AC8B0" w14:textId="77777777" w:rsidR="00494FD1" w:rsidRPr="00807459" w:rsidRDefault="00494FD1" w:rsidP="00B41BE8">
      <w:pPr>
        <w:spacing w:after="0" w:line="276" w:lineRule="auto"/>
        <w:ind w:firstLine="709"/>
        <w:jc w:val="both"/>
        <w:rPr>
          <w:rFonts w:ascii="Proxima Nova ExCn Rg" w:hAnsi="Proxima Nova ExCn Rg"/>
          <w:sz w:val="28"/>
        </w:rPr>
      </w:pPr>
    </w:p>
    <w:p w14:paraId="7F11EE23"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6DE9ABA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3869FD2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 xml:space="preserve">Требования Таблицы 3 к максимальной значимости критериев оценки не применяются в случаях, предусмотренных п. </w:t>
      </w:r>
      <w:r w:rsidR="00AD62D2" w:rsidRPr="00807459">
        <w:rPr>
          <w:rFonts w:ascii="Proxima Nova ExCn Rg" w:hAnsi="Proxima Nova ExCn Rg"/>
          <w:sz w:val="28"/>
          <w:szCs w:val="28"/>
          <w:lang w:eastAsia="ru-RU"/>
        </w:rPr>
        <w:fldChar w:fldCharType="begin"/>
      </w:r>
      <w:r w:rsidR="00AD62D2" w:rsidRPr="00807459">
        <w:rPr>
          <w:rFonts w:ascii="Proxima Nova ExCn Rg" w:hAnsi="Proxima Nova ExCn Rg"/>
          <w:sz w:val="28"/>
          <w:szCs w:val="28"/>
          <w:lang w:eastAsia="ru-RU"/>
        </w:rPr>
        <w:instrText xml:space="preserve"> REF _Ref419923749 \w \h </w:instrText>
      </w:r>
      <w:r w:rsidR="009D06FE" w:rsidRPr="00807459">
        <w:rPr>
          <w:rFonts w:ascii="Proxima Nova ExCn Rg" w:hAnsi="Proxima Nova ExCn Rg"/>
          <w:sz w:val="28"/>
          <w:szCs w:val="28"/>
          <w:lang w:eastAsia="ru-RU"/>
        </w:rPr>
        <w:instrText xml:space="preserve"> \* MERGEFORMAT </w:instrText>
      </w:r>
      <w:r w:rsidR="00AD62D2" w:rsidRPr="00807459">
        <w:rPr>
          <w:rFonts w:ascii="Proxima Nova ExCn Rg" w:hAnsi="Proxima Nova ExCn Rg"/>
          <w:sz w:val="28"/>
          <w:szCs w:val="28"/>
          <w:lang w:eastAsia="ru-RU"/>
        </w:rPr>
      </w:r>
      <w:r w:rsidR="00AD62D2"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3.4.4</w:t>
      </w:r>
      <w:r w:rsidR="00AD62D2" w:rsidRPr="00807459">
        <w:rPr>
          <w:rFonts w:ascii="Proxima Nova ExCn Rg" w:hAnsi="Proxima Nova ExCn Rg"/>
          <w:sz w:val="28"/>
          <w:szCs w:val="28"/>
          <w:lang w:eastAsia="ru-RU"/>
        </w:rPr>
        <w:fldChar w:fldCharType="end"/>
      </w:r>
      <w:r w:rsidR="00AD62D2"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_Ref437098502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3.4.5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5521ADE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0818CCD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3A75F7E4"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5AB3C5BC"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DB5AA51"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7D53CA47"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1283F25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6AF5BB44"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701E059A"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4AC9E65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3E96B27C"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364A03D5"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5081D27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1F7472D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5166070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7"/>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8"/>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52298E5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1F4642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2" w:name="Par27"/>
      <w:bookmarkEnd w:id="22"/>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656FFB0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3"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13FD75A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3" w:name="_Ref410051512"/>
      <w:r w:rsidR="009F153B" w:rsidRPr="00807459">
        <w:rPr>
          <w:rFonts w:ascii="Proxima Nova ExCn Rg" w:hAnsi="Proxima Nova ExCn Rg"/>
          <w:sz w:val="28"/>
        </w:rPr>
        <w:t xml:space="preserve"> заявок, включая способ оценки.</w:t>
      </w:r>
    </w:p>
    <w:bookmarkEnd w:id="23"/>
    <w:p w14:paraId="7D96B5F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19D0D1E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7B12464A" w14:textId="77777777" w:rsidR="00506830" w:rsidRPr="00807459" w:rsidRDefault="00494FD1" w:rsidP="00EE2CA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071F72E2"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5C86EE17" w14:textId="77777777" w:rsidR="00494FD1" w:rsidRPr="00807459" w:rsidRDefault="00494FD1" w:rsidP="00B41BE8">
      <w:pPr>
        <w:spacing w:after="0" w:line="276" w:lineRule="auto"/>
        <w:ind w:firstLine="709"/>
        <w:jc w:val="both"/>
        <w:rPr>
          <w:rFonts w:ascii="Proxima Nova ExCn Rg" w:hAnsi="Proxima Nova ExCn Rg"/>
          <w:b/>
          <w:sz w:val="28"/>
        </w:rPr>
      </w:pPr>
    </w:p>
    <w:p w14:paraId="3F68C5B7"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3175E3C2"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4" w:name="_Ref422203522"/>
      <w:r w:rsidRPr="00807459">
        <w:rPr>
          <w:sz w:val="28"/>
        </w:rPr>
        <w:t>Порядок оценки и сопоставления заявок по критерию «Цена договора или цена за единицу продукции»</w:t>
      </w:r>
      <w:bookmarkEnd w:id="24"/>
    </w:p>
    <w:p w14:paraId="12AF60F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6D28D01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1C481DC"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5" w:name="_Ref419923455"/>
      <w:r w:rsidRPr="00807459">
        <w:rPr>
          <w:rFonts w:ascii="Proxima Nova ExCn Rg" w:hAnsi="Proxima Nova ExCn Rg"/>
          <w:sz w:val="28"/>
        </w:rPr>
        <w:t>Рейтинг заявки определяется по формуле:</w:t>
      </w:r>
      <w:bookmarkEnd w:id="25"/>
    </w:p>
    <w:tbl>
      <w:tblPr>
        <w:tblW w:w="0" w:type="auto"/>
        <w:tblLook w:val="00A0" w:firstRow="1" w:lastRow="0" w:firstColumn="1" w:lastColumn="0" w:noHBand="0" w:noVBand="0"/>
      </w:tblPr>
      <w:tblGrid>
        <w:gridCol w:w="1350"/>
        <w:gridCol w:w="1393"/>
        <w:gridCol w:w="1500"/>
      </w:tblGrid>
      <w:tr w:rsidR="00494FD1" w:rsidRPr="00807459" w14:paraId="2472E4DA" w14:textId="77777777" w:rsidTr="00F62468">
        <w:trPr>
          <w:trHeight w:val="451"/>
        </w:trPr>
        <w:tc>
          <w:tcPr>
            <w:tcW w:w="1134" w:type="dxa"/>
            <w:vMerge w:val="restart"/>
            <w:vAlign w:val="center"/>
          </w:tcPr>
          <w:p w14:paraId="7AB6BE0B"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4FA5A621"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20E31CD4"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3D5A684"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7661E3F3" w14:textId="77777777" w:rsidR="00494FD1" w:rsidRPr="00807459" w:rsidRDefault="00494FD1">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9FCBCB9" w14:textId="77777777" w:rsidTr="009F153B">
        <w:trPr>
          <w:trHeight w:val="452"/>
        </w:trPr>
        <w:tc>
          <w:tcPr>
            <w:tcW w:w="1134" w:type="dxa"/>
            <w:vMerge/>
          </w:tcPr>
          <w:p w14:paraId="66C25789"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48A50287"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7D5ED420"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FE0CA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DCBC43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6D3307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59A1BFA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436721" w14:textId="1EC7E788"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6"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6"/>
    </w:p>
    <w:p w14:paraId="0DD82C9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32666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5D8F724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32101F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4551C3A"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5028991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4085CDCA"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8348E5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434525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проведении процедуры конкурса, запроса предложений, запроса котировок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4EBA8D0F" w14:textId="53F06E99"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 согласно п.п.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975A0D">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_Ref434425338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65C261F2"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6D34778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10DA3E21"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1F8E2193"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2AAAD6FA"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7705EEBD"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9A4B229"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7E539F24"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690D1685"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3625E2A1"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66740D0F"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2C1BFCCB" w14:textId="77777777" w:rsidTr="00051B3F">
        <w:trPr>
          <w:trHeight w:val="689"/>
        </w:trPr>
        <w:tc>
          <w:tcPr>
            <w:tcW w:w="1951" w:type="dxa"/>
            <w:vMerge w:val="restart"/>
            <w:tcBorders>
              <w:right w:val="nil"/>
            </w:tcBorders>
            <w:vAlign w:val="center"/>
          </w:tcPr>
          <w:p w14:paraId="0D25D8BC"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7FF8676E"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77A4DD92"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0AD51890"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1871A6C2" w14:textId="77777777" w:rsidTr="00051B3F">
        <w:tc>
          <w:tcPr>
            <w:tcW w:w="1951" w:type="dxa"/>
            <w:vMerge/>
            <w:tcBorders>
              <w:right w:val="nil"/>
            </w:tcBorders>
          </w:tcPr>
          <w:p w14:paraId="48BDBF3A"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325DF8DA"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5A20826F"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2C38C1DB"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5B171CCB"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20B87A0E"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602F2A8C"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0C80374C" w14:textId="77777777" w:rsidR="0023443D" w:rsidRPr="00807459"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2DD60A72"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075B74DC"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A9ECD4C"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«Расходы на эксплуатацию и техническое обслуживание приобретаемой продукции»</w:t>
      </w:r>
    </w:p>
    <w:p w14:paraId="1936D15A" w14:textId="77777777" w:rsidR="00494FD1" w:rsidRPr="00807459" w:rsidRDefault="00494FD1" w:rsidP="00B41BE8">
      <w:pPr>
        <w:spacing w:after="0" w:line="276" w:lineRule="auto"/>
        <w:ind w:firstLine="709"/>
        <w:jc w:val="both"/>
        <w:rPr>
          <w:rFonts w:ascii="Proxima Nova ExCn Rg" w:hAnsi="Proxima Nova ExCn Rg"/>
          <w:b/>
          <w:sz w:val="28"/>
        </w:rPr>
      </w:pPr>
    </w:p>
    <w:p w14:paraId="670A1D05"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0A0832EB" w14:textId="77777777" w:rsidR="00494FD1" w:rsidRPr="00807459" w:rsidRDefault="00494FD1" w:rsidP="00B41BE8">
      <w:pPr>
        <w:spacing w:after="0" w:line="276" w:lineRule="auto"/>
        <w:ind w:firstLine="709"/>
        <w:jc w:val="both"/>
        <w:rPr>
          <w:rFonts w:ascii="Proxima Nova ExCn Rg" w:hAnsi="Proxima Nova ExCn Rg"/>
          <w:b/>
          <w:sz w:val="28"/>
        </w:rPr>
      </w:pPr>
    </w:p>
    <w:p w14:paraId="77961CA3"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7" w:name="_Ref419923600"/>
      <w:r w:rsidRPr="00807459">
        <w:rPr>
          <w:rFonts w:ascii="Proxima Nova ExCn Rg" w:hAnsi="Proxima Nova ExCn Rg"/>
          <w:sz w:val="28"/>
        </w:rPr>
        <w:t>Рейтинг заявки определяется по формуле:</w:t>
      </w:r>
      <w:bookmarkEnd w:id="27"/>
    </w:p>
    <w:p w14:paraId="54D58D0E"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3659A019" w14:textId="77777777" w:rsidTr="009F153B">
        <w:trPr>
          <w:trHeight w:val="451"/>
        </w:trPr>
        <w:tc>
          <w:tcPr>
            <w:tcW w:w="1134" w:type="dxa"/>
            <w:vMerge w:val="restart"/>
            <w:vAlign w:val="center"/>
          </w:tcPr>
          <w:p w14:paraId="1F912509"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1E4680AB"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11C2F505"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7F3E6C92"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18D8203E"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07A7DB09" w14:textId="77777777" w:rsidTr="009F153B">
        <w:trPr>
          <w:trHeight w:val="452"/>
        </w:trPr>
        <w:tc>
          <w:tcPr>
            <w:tcW w:w="1134" w:type="dxa"/>
            <w:vMerge/>
          </w:tcPr>
          <w:p w14:paraId="275FB40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1D8B2FD1"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7FB61746"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4D8A8C76" w14:textId="77777777" w:rsidR="00494FD1" w:rsidRPr="00807459" w:rsidRDefault="00494FD1" w:rsidP="00B2407F">
      <w:pPr>
        <w:spacing w:after="0" w:line="276" w:lineRule="auto"/>
        <w:ind w:firstLine="709"/>
        <w:jc w:val="both"/>
        <w:rPr>
          <w:rFonts w:ascii="Proxima Nova ExCn Rg" w:hAnsi="Proxima Nova ExCn Rg"/>
          <w:sz w:val="28"/>
          <w:lang w:val="en-US"/>
        </w:rPr>
      </w:pPr>
    </w:p>
    <w:p w14:paraId="573B5A71"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B097725"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552C94F7"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2A5BAF5C" w14:textId="77777777" w:rsidR="00494FD1" w:rsidRPr="00807459" w:rsidRDefault="00494FD1" w:rsidP="00B2407F">
      <w:pPr>
        <w:spacing w:after="0" w:line="276" w:lineRule="auto"/>
        <w:ind w:firstLine="709"/>
        <w:jc w:val="both"/>
        <w:rPr>
          <w:rFonts w:ascii="Proxima Nova ExCn Rg" w:hAnsi="Proxima Nova ExCn Rg"/>
          <w:sz w:val="28"/>
        </w:rPr>
      </w:pPr>
    </w:p>
    <w:p w14:paraId="1A6317EB"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8"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28"/>
    </w:p>
    <w:p w14:paraId="66994E63" w14:textId="77777777" w:rsidR="00494FD1" w:rsidRPr="00807459" w:rsidRDefault="00494FD1" w:rsidP="00B2407F">
      <w:pPr>
        <w:spacing w:after="0" w:line="276" w:lineRule="auto"/>
        <w:ind w:firstLine="709"/>
        <w:jc w:val="both"/>
        <w:rPr>
          <w:rFonts w:ascii="Proxima Nova ExCn Rg" w:hAnsi="Proxima Nova ExCn Rg"/>
          <w:sz w:val="28"/>
        </w:rPr>
      </w:pPr>
    </w:p>
    <w:p w14:paraId="226118C3"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01FFC0CB" w14:textId="77777777" w:rsidR="00494FD1" w:rsidRPr="00807459" w:rsidRDefault="00494FD1" w:rsidP="00B2407F">
      <w:pPr>
        <w:spacing w:after="0" w:line="276" w:lineRule="auto"/>
        <w:ind w:firstLine="709"/>
        <w:jc w:val="both"/>
        <w:rPr>
          <w:rFonts w:ascii="Proxima Nova ExCn Rg" w:hAnsi="Proxima Nova ExCn Rg"/>
          <w:sz w:val="28"/>
        </w:rPr>
      </w:pPr>
    </w:p>
    <w:p w14:paraId="4B93D7F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01D08BEE"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894DD3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41F83458" w14:textId="77777777" w:rsidR="00494FD1" w:rsidRPr="00807459" w:rsidRDefault="00494FD1" w:rsidP="00B2407F">
      <w:pPr>
        <w:spacing w:after="0" w:line="276" w:lineRule="auto"/>
        <w:ind w:firstLine="709"/>
        <w:jc w:val="both"/>
        <w:rPr>
          <w:rFonts w:ascii="Proxima Nova ExCn Rg" w:hAnsi="Proxima Nova ExCn Rg"/>
          <w:sz w:val="28"/>
        </w:rPr>
      </w:pPr>
    </w:p>
    <w:p w14:paraId="69FCF3E0"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2824C56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29"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29"/>
    </w:p>
    <w:p w14:paraId="25B5988C"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42A9F911"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0DC4E296"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55354D10"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78DA3DF8"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67884728" w14:textId="77777777"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0"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0"/>
    </w:p>
    <w:p w14:paraId="721EB14E" w14:textId="77777777" w:rsidR="00216000" w:rsidRPr="00807459" w:rsidRDefault="00216000" w:rsidP="009F153B">
      <w:pPr>
        <w:spacing w:after="0" w:line="276" w:lineRule="auto"/>
        <w:ind w:left="1069"/>
        <w:jc w:val="both"/>
        <w:rPr>
          <w:rFonts w:ascii="Proxima Nova ExCn Rg" w:hAnsi="Proxima Nova ExCn Rg"/>
          <w:sz w:val="28"/>
        </w:rPr>
      </w:pPr>
    </w:p>
    <w:p w14:paraId="1E84ED22"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bookmarkStart w:id="31" w:name="_Ref437098502"/>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_Ref419923749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3.4.4</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w:t>
      </w:r>
      <w:bookmarkEnd w:id="31"/>
    </w:p>
    <w:p w14:paraId="6C89E520"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0127EA2D"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734F6309" w14:textId="77777777" w:rsidR="00494FD1" w:rsidRPr="00807459" w:rsidRDefault="00494FD1" w:rsidP="00B2407F">
      <w:pPr>
        <w:spacing w:after="0" w:line="276" w:lineRule="auto"/>
        <w:ind w:firstLine="709"/>
        <w:jc w:val="both"/>
        <w:rPr>
          <w:rFonts w:ascii="Proxima Nova ExCn Rg" w:hAnsi="Proxima Nova ExCn Rg"/>
          <w:b/>
          <w:sz w:val="28"/>
        </w:rPr>
      </w:pPr>
    </w:p>
    <w:p w14:paraId="4797544B"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389A893"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«Стоимо</w:t>
      </w:r>
      <w:r w:rsidR="00807459">
        <w:rPr>
          <w:sz w:val="28"/>
        </w:rPr>
        <w:t>сть жизненного цикла продукции»</w:t>
      </w:r>
    </w:p>
    <w:p w14:paraId="2314D563" w14:textId="77777777" w:rsidR="00494FD1" w:rsidRPr="00807459" w:rsidRDefault="00494FD1" w:rsidP="00B41BE8">
      <w:pPr>
        <w:spacing w:after="0" w:line="276" w:lineRule="auto"/>
        <w:ind w:firstLine="709"/>
        <w:jc w:val="both"/>
        <w:rPr>
          <w:rFonts w:ascii="Proxima Nova ExCn Rg" w:hAnsi="Proxima Nova ExCn Rg"/>
          <w:b/>
          <w:sz w:val="28"/>
        </w:rPr>
      </w:pPr>
    </w:p>
    <w:p w14:paraId="714B0377"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65D0D787"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17E93415"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2" w:name="_Ref419923973"/>
      <w:r w:rsidRPr="00807459">
        <w:rPr>
          <w:rFonts w:ascii="Proxima Nova ExCn Rg" w:hAnsi="Proxima Nova ExCn Rg"/>
          <w:sz w:val="28"/>
        </w:rPr>
        <w:t>Рейтинг заявки определяется по формуле:</w:t>
      </w:r>
      <w:bookmarkEnd w:id="32"/>
    </w:p>
    <w:p w14:paraId="687FBB87"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5445ACA3" w14:textId="77777777" w:rsidTr="009F153B">
        <w:trPr>
          <w:trHeight w:val="451"/>
        </w:trPr>
        <w:tc>
          <w:tcPr>
            <w:tcW w:w="1134" w:type="dxa"/>
            <w:vMerge w:val="restart"/>
            <w:vAlign w:val="center"/>
          </w:tcPr>
          <w:p w14:paraId="074A2933"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431B465F"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086770E0"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0361E3FF"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5D745DF7"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75A2EDB" w14:textId="77777777" w:rsidTr="009F153B">
        <w:trPr>
          <w:trHeight w:val="452"/>
        </w:trPr>
        <w:tc>
          <w:tcPr>
            <w:tcW w:w="1134" w:type="dxa"/>
            <w:vMerge/>
          </w:tcPr>
          <w:p w14:paraId="0FFCD63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71B3A0A6"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1326ECE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39C46D76"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3FA822E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04FEC5C"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052B433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7BF4F61" w14:textId="77777777" w:rsidR="00494FD1" w:rsidRPr="00807459" w:rsidRDefault="00494FD1" w:rsidP="000B0264">
      <w:pPr>
        <w:spacing w:after="0" w:line="276" w:lineRule="auto"/>
        <w:ind w:firstLine="709"/>
        <w:jc w:val="both"/>
        <w:rPr>
          <w:rFonts w:ascii="Proxima Nova ExCn Rg" w:hAnsi="Proxima Nova ExCn Rg"/>
          <w:sz w:val="28"/>
        </w:rPr>
      </w:pPr>
    </w:p>
    <w:p w14:paraId="31551C5F" w14:textId="510F88A5"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3"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3"/>
    </w:p>
    <w:p w14:paraId="292E4413" w14:textId="77777777" w:rsidR="00494FD1" w:rsidRPr="00807459" w:rsidRDefault="00494FD1" w:rsidP="000B0264">
      <w:pPr>
        <w:spacing w:after="0" w:line="276" w:lineRule="auto"/>
        <w:ind w:firstLine="709"/>
        <w:jc w:val="both"/>
        <w:rPr>
          <w:rFonts w:ascii="Proxima Nova ExCn Rg" w:hAnsi="Proxima Nova ExCn Rg"/>
          <w:sz w:val="28"/>
        </w:rPr>
      </w:pPr>
    </w:p>
    <w:p w14:paraId="6EF66564"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7D9C9B05" w14:textId="77777777" w:rsidR="00494FD1" w:rsidRPr="00807459" w:rsidRDefault="00494FD1" w:rsidP="000B0264">
      <w:pPr>
        <w:spacing w:after="0" w:line="276" w:lineRule="auto"/>
        <w:ind w:firstLine="709"/>
        <w:jc w:val="both"/>
        <w:rPr>
          <w:rFonts w:ascii="Proxima Nova ExCn Rg" w:hAnsi="Proxima Nova ExCn Rg"/>
          <w:sz w:val="28"/>
        </w:rPr>
      </w:pPr>
    </w:p>
    <w:p w14:paraId="7BF40C05"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5C7E09BC"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6A485D1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75293058" w14:textId="77777777" w:rsidR="00494FD1" w:rsidRPr="00807459" w:rsidRDefault="00494FD1" w:rsidP="000B0264">
      <w:pPr>
        <w:spacing w:after="0" w:line="276" w:lineRule="auto"/>
        <w:ind w:firstLine="709"/>
        <w:jc w:val="both"/>
        <w:rPr>
          <w:rFonts w:ascii="Proxima Nova ExCn Rg" w:hAnsi="Proxima Nova ExCn Rg"/>
          <w:sz w:val="28"/>
        </w:rPr>
      </w:pPr>
    </w:p>
    <w:p w14:paraId="4830A81D"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0DAE3C07"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704183B3"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1C665BD9"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1DDE4403"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2E3F90F"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2ED6A9B7"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7C398F4B"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473B2AD4"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43E6E726"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0C3E785F"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539C86A3"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36E608E9" w14:textId="77777777" w:rsidR="00494FD1" w:rsidRPr="00807459" w:rsidRDefault="00494FD1" w:rsidP="001B4CDF">
      <w:pPr>
        <w:spacing w:after="0" w:line="276" w:lineRule="auto"/>
        <w:ind w:firstLine="709"/>
        <w:jc w:val="both"/>
        <w:rPr>
          <w:rFonts w:ascii="Proxima Nova ExCn Rg" w:hAnsi="Proxima Nova ExCn Rg"/>
          <w:sz w:val="28"/>
        </w:rPr>
      </w:pPr>
    </w:p>
    <w:p w14:paraId="31F0A97D"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78A2E7E3"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Порядок оценки и сопоставления заявок по критерию «Срок поставки товара, вы</w:t>
      </w:r>
      <w:r w:rsidR="00807459">
        <w:rPr>
          <w:sz w:val="28"/>
        </w:rPr>
        <w:t>полнения работ, оказания услуг»</w:t>
      </w:r>
    </w:p>
    <w:p w14:paraId="1CA6FA9C"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4CE8F1F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4"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4"/>
    </w:p>
    <w:p w14:paraId="1F983D0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5"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5"/>
    </w:p>
    <w:p w14:paraId="2E6AA970"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753F6660" w14:textId="77777777" w:rsidTr="009F153B">
        <w:trPr>
          <w:trHeight w:val="451"/>
        </w:trPr>
        <w:tc>
          <w:tcPr>
            <w:tcW w:w="992" w:type="dxa"/>
            <w:vMerge w:val="restart"/>
            <w:vAlign w:val="center"/>
          </w:tcPr>
          <w:p w14:paraId="4CF2EA61"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1E166A06"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5CEE396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3A1CFA5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04BD8261"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175074D0" w14:textId="77777777" w:rsidTr="009F153B">
        <w:trPr>
          <w:trHeight w:val="452"/>
        </w:trPr>
        <w:tc>
          <w:tcPr>
            <w:tcW w:w="992" w:type="dxa"/>
            <w:vMerge/>
          </w:tcPr>
          <w:p w14:paraId="1C477859"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7CE0B164"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530238F8"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049E069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6E82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386C29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73E3D45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06555A3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1372660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6C07B3A"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4144166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C1BEE9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069DF9A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57EE51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20286FE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4A59361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5B7D46BB"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00F521E"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16CE2F1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EF1C8F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6"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6"/>
    </w:p>
    <w:p w14:paraId="1CB89C3B"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74FE17E3" w14:textId="77777777" w:rsidTr="009F153B">
        <w:trPr>
          <w:trHeight w:val="451"/>
        </w:trPr>
        <w:tc>
          <w:tcPr>
            <w:tcW w:w="992" w:type="dxa"/>
            <w:vMerge w:val="restart"/>
            <w:vAlign w:val="center"/>
          </w:tcPr>
          <w:p w14:paraId="714E42E5"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6269459F"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BA0DD7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655D3655"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43FA50E4"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C3E920F" w14:textId="77777777" w:rsidTr="009F153B">
        <w:trPr>
          <w:trHeight w:val="452"/>
        </w:trPr>
        <w:tc>
          <w:tcPr>
            <w:tcW w:w="992" w:type="dxa"/>
            <w:vMerge/>
          </w:tcPr>
          <w:p w14:paraId="52E7503B"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0EFDCF83"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3A0E9388"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776387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621AF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7B0F3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5A68656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7207F99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36FFCEE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EB1703A"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482B21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B719E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40696D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7A0D5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6037A29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5164873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18A524F3"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1287467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7"/>
    </w:p>
    <w:p w14:paraId="6AA5E717"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799F443B"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E097455"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7BC0C61B"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2D7CE2E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8" w:name="_Ref437098518"/>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_Ref419924568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3.6.3</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38"/>
    </w:p>
    <w:p w14:paraId="2B1ABEA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3C1189C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807459">
        <w:rPr>
          <w:rFonts w:ascii="Proxima Nova ExCn Rg" w:hAnsi="Proxima Nova ExCn Rg"/>
          <w:b/>
          <w:caps/>
          <w:sz w:val="28"/>
        </w:rPr>
        <w:t xml:space="preserve"> </w:t>
      </w:r>
      <w:r w:rsidRPr="00807459">
        <w:rPr>
          <w:rFonts w:ascii="Proxima Nova ExCn Rg" w:hAnsi="Proxima Nova ExCn Rg"/>
          <w:sz w:val="28"/>
        </w:rPr>
        <w:t xml:space="preserve">продукции. Несоответствие предложения участника о сроках (периодах) поставки продукции установленным в документации о закупке минимальному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максимальному сроку (периоду) поставки является основанием для отказа в допуске к участию в закупке.</w:t>
      </w:r>
    </w:p>
    <w:p w14:paraId="07DF611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1F9CD2B4"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5E4BF5F7"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2327F5E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4F10507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3FECBB8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7E213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9"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39"/>
    </w:p>
    <w:p w14:paraId="371365A7"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7E2F82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FA3944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0" w:name="_Ref434764994"/>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bookmarkEnd w:id="40"/>
    </w:p>
    <w:p w14:paraId="417C646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C247997"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7E597C34"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9FEDBBD"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140BD7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BB0ABC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03BC058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F2D0A5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DF3C1C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1"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1"/>
    </w:p>
    <w:p w14:paraId="6B5E561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18DBC4"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5DB39EFB"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EE6E68A"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B2710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4AE0C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42A0678"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B470288"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E390C8D"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2"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3.7.1.1</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DA33B7E" w14:textId="77777777" w:rsidR="001C3B4C" w:rsidRPr="00807459" w:rsidRDefault="001C3B4C" w:rsidP="001C3B4C">
      <w:pPr>
        <w:spacing w:before="120" w:after="0" w:line="240" w:lineRule="auto"/>
        <w:ind w:firstLine="709"/>
        <w:jc w:val="both"/>
        <w:rPr>
          <w:rFonts w:ascii="Proxima Nova ExCn Rg" w:hAnsi="Proxima Nova ExCn Rg"/>
          <w:sz w:val="28"/>
        </w:rPr>
      </w:pPr>
    </w:p>
    <w:p w14:paraId="4A2E0213"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21280AC"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ADF244B"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D803AF8"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1B63215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3"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2"/>
      <w:bookmarkEnd w:id="43"/>
    </w:p>
    <w:p w14:paraId="45022FD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7FF217E7"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058C0018" w14:textId="49CFB3FB"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 xml:space="preserve">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6EC3FE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105C810C"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47CF741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7CA46752"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A1CA90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88C5AB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B80DFA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4" w:name="_Ref419925084"/>
      <w:bookmarkStart w:id="45"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4"/>
      <w:bookmarkEnd w:id="45"/>
    </w:p>
    <w:p w14:paraId="2A117E03"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7C1BF93A"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5835127E"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9"/>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07133F5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0870F49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70635F5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2F4CEEA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356BA3E1"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7D7ABF35"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6906579A"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335B98D2"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C027D0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6682DC4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6"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6"/>
    </w:p>
    <w:p w14:paraId="4549FAEB"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22BE2C3"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28A72111"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2EAC54EE"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2442FA7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 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975A0D">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388E7B92"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D27648F"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7B499797"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51496D4C"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8F2D6C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67254AEE"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1CB87B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6C6F84A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D41051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126BFD2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DC49F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450E5F6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536F922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7A465C1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480FEF"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7F98308B" w14:textId="77777777" w:rsidR="00902AF1" w:rsidRPr="00807459"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C8B33EB" w14:textId="77777777" w:rsidR="00494FD1" w:rsidRPr="00807459" w:rsidRDefault="00494FD1" w:rsidP="007B6AE7">
      <w:pPr>
        <w:spacing w:after="0" w:line="276" w:lineRule="auto"/>
        <w:ind w:firstLine="709"/>
        <w:jc w:val="both"/>
        <w:rPr>
          <w:rFonts w:ascii="Proxima Nova ExCn Rg" w:hAnsi="Proxima Nova ExCn Rg"/>
          <w:sz w:val="28"/>
        </w:rPr>
      </w:pPr>
    </w:p>
    <w:p w14:paraId="535375BE"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43D8DCC7"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«Качество технического предложения участника закупки»</w:t>
      </w:r>
    </w:p>
    <w:p w14:paraId="719AA79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551B476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128E4F0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7"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47"/>
    </w:p>
    <w:p w14:paraId="787B4E08"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2D6D7E7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8"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bookmarkEnd w:id="48"/>
    </w:p>
    <w:p w14:paraId="5C999B4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BE70342"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874B63F"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0805C5C"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7642E9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95BD9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3A1C5A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0283E8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2F4B1D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9"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49"/>
    </w:p>
    <w:p w14:paraId="5057604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315F942"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3D0834E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EE2C9F9"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D6B54E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9A547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4B2508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7C837C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710232F"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0"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12298C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274B771D"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5255A3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501FA28"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7E6A563"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663A8D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0"/>
    </w:p>
    <w:p w14:paraId="685062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6EE626FD"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0E72B532"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19DE74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01BD62E9"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5988444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BAF79FC"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75E7998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0F8C55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1"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1"/>
    </w:p>
    <w:p w14:paraId="72B7DF4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12FE12AC"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ния заявок 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381EFC78"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0"/>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17C852F9"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7B23E9F4"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2BD32B21"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5F2A63A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783D251A"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5CC53BD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1594DE5A"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0B22EE3A"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619DE24"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2"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2"/>
    </w:p>
    <w:p w14:paraId="396BF853"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3" w:name="_Ref437098534"/>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3"/>
    </w:p>
    <w:p w14:paraId="7E225B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4"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4"/>
    </w:p>
    <w:p w14:paraId="071EEA12"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480670B5"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3A1EA420"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448B2755" w14:textId="77777777" w:rsidR="009914D7" w:rsidRPr="00807459" w:rsidRDefault="00CD5E68"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Особенности экспертной оценки по критерию «Качество технического предложения участника закупки» при проведении закупок аудиторских услуг устанавливаются Таблицей 4 </w:t>
      </w:r>
      <w:r w:rsidR="003228A3" w:rsidRPr="00807459">
        <w:rPr>
          <w:rFonts w:ascii="Proxima Nova ExCn Rg" w:hAnsi="Proxima Nova ExCn Rg"/>
          <w:sz w:val="28"/>
        </w:rPr>
        <w:t>Методики оценки заявок на участие в конкурсе, запросе предложений</w:t>
      </w:r>
      <w:r w:rsidR="00572EC6" w:rsidRPr="00807459">
        <w:rPr>
          <w:rFonts w:ascii="Proxima Nova ExCn Rg" w:hAnsi="Proxima Nova ExCn Rg"/>
          <w:sz w:val="28"/>
        </w:rPr>
        <w:t xml:space="preserve"> при проведении закупок аудиторских услуг</w:t>
      </w:r>
      <w:r w:rsidRPr="00807459">
        <w:rPr>
          <w:rFonts w:ascii="Proxima Nova ExCn Rg" w:hAnsi="Proxima Nova ExCn Rg"/>
          <w:sz w:val="28"/>
        </w:rPr>
        <w:t>.</w:t>
      </w:r>
    </w:p>
    <w:p w14:paraId="2970BB33"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64CA6CC4"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975A0D">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44BB81D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87182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5AA4CD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151AF7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5C625C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DA41530"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ACDC0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4267AE2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E9127D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41B2783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6BA9B4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6FE4406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22874CB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3B96E3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697B3E9" w14:textId="77777777" w:rsidR="00216000" w:rsidRPr="00807459" w:rsidRDefault="00494FD1" w:rsidP="009F153B">
      <w:pPr>
        <w:spacing w:after="0" w:line="276" w:lineRule="auto"/>
        <w:ind w:firstLine="709"/>
        <w:jc w:val="both"/>
        <w:rPr>
          <w:rFonts w:ascii="Proxima Nova ExCn Rg" w:hAnsi="Proxima Nova ExCn Rg"/>
          <w:sz w:val="28"/>
        </w:rPr>
      </w:pPr>
      <w:bookmarkStart w:id="55"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5"/>
    </w:p>
    <w:p w14:paraId="24DDBFF2" w14:textId="77777777" w:rsidR="00123A25" w:rsidRPr="00807459"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6A1979A2"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6E5C2A12"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60C6D5CB"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«Срок предоставления гарантии качества продукции»</w:t>
      </w:r>
    </w:p>
    <w:p w14:paraId="4704C44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1CE9E6F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44DE35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6" w:name="_Ref419925720"/>
      <w:bookmarkStart w:id="57" w:name="_Ref419925858"/>
      <w:r w:rsidRPr="00807459">
        <w:rPr>
          <w:rFonts w:ascii="Proxima Nova ExCn Rg" w:hAnsi="Proxima Nova ExCn Rg"/>
          <w:sz w:val="28"/>
        </w:rPr>
        <w:t>Рейтинг заявки по критерию рассчитывается следующим образом:</w:t>
      </w:r>
      <w:bookmarkEnd w:id="56"/>
      <w:bookmarkEnd w:id="57"/>
    </w:p>
    <w:tbl>
      <w:tblPr>
        <w:tblW w:w="0" w:type="auto"/>
        <w:tblLook w:val="00A0" w:firstRow="1" w:lastRow="0" w:firstColumn="1" w:lastColumn="0" w:noHBand="0" w:noVBand="0"/>
      </w:tblPr>
      <w:tblGrid>
        <w:gridCol w:w="1350"/>
        <w:gridCol w:w="1843"/>
        <w:gridCol w:w="1500"/>
      </w:tblGrid>
      <w:tr w:rsidR="00494FD1" w:rsidRPr="00807459" w14:paraId="485F90B3" w14:textId="77777777" w:rsidTr="009F153B">
        <w:trPr>
          <w:trHeight w:val="451"/>
        </w:trPr>
        <w:tc>
          <w:tcPr>
            <w:tcW w:w="992" w:type="dxa"/>
            <w:vMerge w:val="restart"/>
            <w:vAlign w:val="center"/>
          </w:tcPr>
          <w:p w14:paraId="4B17BCD3"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68B3CF47"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5523D4D2"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5AA86A0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09F99F43"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AF2EA8E" w14:textId="77777777" w:rsidTr="009F153B">
        <w:trPr>
          <w:trHeight w:val="452"/>
        </w:trPr>
        <w:tc>
          <w:tcPr>
            <w:tcW w:w="992" w:type="dxa"/>
            <w:vMerge/>
          </w:tcPr>
          <w:p w14:paraId="153F082F"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2E29AECB"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102372AC"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141D1A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B948D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D01713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4B626D0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19FCA78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CB338D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8"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58"/>
    </w:p>
    <w:p w14:paraId="52993BD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B98B05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0BB1FDA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65BE54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4E779BD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DA1CE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238E718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A591D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2CD9E5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9"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59"/>
    </w:p>
    <w:p w14:paraId="3E3FFF77"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38384F4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6346F2F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33E4F90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72334E72"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35556CB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29397C4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0" w:name="_Ref437098542"/>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_Ref419925830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3.9.4</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«Срок предоставления гарантии качества продукции» не производится, а значимость этого критерия при оценке заявок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60"/>
    </w:p>
    <w:p w14:paraId="1D61A60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462B4C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p w14:paraId="0622FBA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071C389E"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(РЗСГ),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(РЗКСГ)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60B4B2C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F3C6587"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B0F939C"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1" w:name="_Ref422203547"/>
      <w:r w:rsidRPr="00807459">
        <w:rPr>
          <w:sz w:val="28"/>
        </w:rPr>
        <w:t>Порядок оценки и сопоставления заявок по критерию «Квалификация участника закупки»</w:t>
      </w:r>
      <w:bookmarkEnd w:id="61"/>
    </w:p>
    <w:p w14:paraId="3F9E778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3D5D38A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3C5470F5"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2"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2"/>
    </w:p>
    <w:p w14:paraId="0E7E499D"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3"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4" w:name="_Ref443307530"/>
      <w:bookmarkEnd w:id="63"/>
    </w:p>
    <w:p w14:paraId="1DDAC103"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5" w:name="_Ref434764270"/>
      <w:bookmarkEnd w:id="64"/>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1"/>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5"/>
    </w:p>
    <w:p w14:paraId="6C2B53A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535E78B"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1000954B"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016C10E7"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9D1194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5C47F5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E55B57B"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92030D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2FF4775"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6" w:name="_Ref43476427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6"/>
    </w:p>
    <w:p w14:paraId="66651DA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03095AB"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72EAABD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FCE63F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1BDCE780"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4A9CFE7"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1997F7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8BB30E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04FC46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4F2E17C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6540DC2"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1A08FBC"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минимального значения подкритерия присваивается 100 баллов и его предложение корректируется на коэффициент значимости </w:t>
      </w:r>
      <w:r w:rsidR="00922BEA" w:rsidRPr="00807459">
        <w:rPr>
          <w:rFonts w:ascii="Proxima Nova ExCn Rg" w:hAnsi="Proxima Nova ExCn Rg"/>
          <w:sz w:val="28"/>
          <w:szCs w:val="28"/>
          <w:lang w:eastAsia="ru-RU"/>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17B70B5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43B05F5"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7"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7"/>
    </w:p>
    <w:p w14:paraId="476083C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CAC928E"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637F37F0"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291D0AD"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EFF323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F358E9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4AC1C4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49C6DA4A"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CB12FAF"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8"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8"/>
    </w:p>
    <w:p w14:paraId="647F2E8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E27F44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5DD3842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6820B9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16043D09"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3BA6422F"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445DC9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72C6CB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E52821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7E548FC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0D1BC73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DB561D0"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максимального значения подкритерия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32765F8D"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23C68C9"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28CA236" w14:textId="77777777" w:rsidR="00D0724B" w:rsidRPr="00807459" w:rsidRDefault="00D0724B" w:rsidP="009F153B">
      <w:pPr>
        <w:spacing w:before="120" w:after="0" w:line="240" w:lineRule="auto"/>
        <w:ind w:firstLine="709"/>
        <w:jc w:val="both"/>
        <w:rPr>
          <w:rFonts w:ascii="Proxima Nova ExCn Rg" w:hAnsi="Proxima Nova ExCn Rg"/>
        </w:rPr>
      </w:pPr>
    </w:p>
    <w:p w14:paraId="4837DE7D"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25F4F55"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3D733543"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7CF2CD3"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31F75A31" w14:textId="77777777" w:rsidR="00D0724B" w:rsidRPr="00807459" w:rsidRDefault="00D0724B" w:rsidP="009F153B">
      <w:pPr>
        <w:spacing w:before="120" w:after="0" w:line="276" w:lineRule="auto"/>
        <w:ind w:firstLine="709"/>
        <w:jc w:val="both"/>
        <w:rPr>
          <w:rFonts w:ascii="Proxima Nova ExCn Rg" w:hAnsi="Proxima Nova ExCn Rg"/>
          <w:sz w:val="28"/>
        </w:rPr>
      </w:pPr>
    </w:p>
    <w:p w14:paraId="794BE4D6"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69" w:name="_Ref419926112"/>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«Квалификация участника закупки» </w:t>
      </w:r>
      <w:r w:rsidR="00D0724B"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69"/>
    </w:p>
    <w:p w14:paraId="6F96DA2E"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093CFB0B"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037790DE" w14:textId="77777777" w:rsidR="00D0724B" w:rsidRPr="00807459" w:rsidRDefault="00D0724B" w:rsidP="00BC4386">
      <w:pPr>
        <w:widowControl w:val="0"/>
        <w:spacing w:before="120" w:after="0" w:line="240" w:lineRule="auto"/>
        <w:ind w:firstLine="709"/>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1CFD4D26" w14:textId="77777777" w:rsidR="00D0724B" w:rsidRPr="00807459" w:rsidRDefault="00D0724B" w:rsidP="00D0724B">
      <w:pPr>
        <w:spacing w:before="120" w:after="0" w:line="240" w:lineRule="auto"/>
        <w:ind w:firstLine="709"/>
        <w:jc w:val="both"/>
        <w:rPr>
          <w:rFonts w:ascii="Proxima Nova ExCn Rg" w:hAnsi="Proxima Nova ExCn Rg"/>
          <w:sz w:val="28"/>
        </w:rPr>
      </w:pPr>
    </w:p>
    <w:p w14:paraId="3C855CA2"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33F84AC" w14:textId="77777777" w:rsidR="00D0724B" w:rsidRPr="00807459" w:rsidRDefault="00D0724B" w:rsidP="00D0724B">
      <w:pPr>
        <w:spacing w:before="120" w:after="0" w:line="240" w:lineRule="auto"/>
        <w:ind w:firstLine="709"/>
        <w:jc w:val="both"/>
        <w:rPr>
          <w:rFonts w:ascii="Proxima Nova ExCn Rg" w:hAnsi="Proxima Nova ExCn Rg"/>
          <w:sz w:val="28"/>
        </w:rPr>
      </w:pPr>
    </w:p>
    <w:p w14:paraId="16D1A1D0"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3396E8D"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4D52BD5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A375DB8"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391350E2" w14:textId="77777777" w:rsidR="00506830" w:rsidRPr="00807459" w:rsidRDefault="00506830" w:rsidP="009F153B">
      <w:pPr>
        <w:spacing w:after="0" w:line="276" w:lineRule="auto"/>
        <w:ind w:firstLine="709"/>
        <w:jc w:val="both"/>
        <w:rPr>
          <w:rFonts w:ascii="Proxima Nova ExCn Rg" w:hAnsi="Proxima Nova ExCn Rg"/>
          <w:sz w:val="28"/>
        </w:rPr>
      </w:pPr>
    </w:p>
    <w:p w14:paraId="3512BD74"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2AFACC54" w14:textId="77777777" w:rsidR="00506830" w:rsidRPr="00807459" w:rsidRDefault="00506830" w:rsidP="009F153B">
      <w:pPr>
        <w:spacing w:after="0" w:line="276" w:lineRule="auto"/>
        <w:ind w:firstLine="709"/>
        <w:jc w:val="both"/>
        <w:rPr>
          <w:rFonts w:ascii="Proxima Nova ExCn Rg" w:hAnsi="Proxima Nova ExCn Rg"/>
          <w:sz w:val="28"/>
        </w:rPr>
      </w:pPr>
    </w:p>
    <w:p w14:paraId="727D8D67"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55A68EEB"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71C5B9CA"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49757437" w14:textId="77777777" w:rsidR="00506830" w:rsidRPr="00807459" w:rsidRDefault="00506830" w:rsidP="009F153B">
      <w:pPr>
        <w:spacing w:after="0" w:line="276" w:lineRule="auto"/>
        <w:ind w:firstLine="709"/>
        <w:jc w:val="both"/>
        <w:rPr>
          <w:rFonts w:ascii="Proxima Nova ExCn Rg" w:hAnsi="Proxima Nova ExCn Rg"/>
          <w:sz w:val="28"/>
        </w:rPr>
      </w:pPr>
    </w:p>
    <w:p w14:paraId="39F8494F"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52121B0"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63160313"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5E80DB33"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t>Особенности оценки и сопоставления заявок при проведении закупок аудиторских услуг</w:t>
      </w:r>
    </w:p>
    <w:p w14:paraId="10661191" w14:textId="77777777" w:rsidR="005E6668" w:rsidRPr="00807459" w:rsidRDefault="005E6668" w:rsidP="009F153B">
      <w:pPr>
        <w:spacing w:after="0" w:line="276" w:lineRule="auto"/>
        <w:ind w:firstLine="709"/>
        <w:jc w:val="both"/>
        <w:rPr>
          <w:rFonts w:ascii="Proxima Nova ExCn Rg" w:hAnsi="Proxima Nova ExCn Rg"/>
          <w:sz w:val="28"/>
        </w:rPr>
      </w:pPr>
    </w:p>
    <w:p w14:paraId="36BC9994"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7C5C9B8D" w14:textId="77777777"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Таблицей 4 Методики оценки заявок на участие в конкурсе, запросе предложений</w:t>
      </w:r>
      <w:r w:rsidR="00F82780" w:rsidRPr="00807459">
        <w:rPr>
          <w:rFonts w:ascii="Proxima Nova ExCn Rg" w:hAnsi="Proxima Nova ExCn Rg"/>
          <w:sz w:val="28"/>
        </w:rPr>
        <w:t>.</w:t>
      </w:r>
    </w:p>
    <w:p w14:paraId="07C879CB"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30F5271B"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47E9FFCA"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7706BF12" w14:textId="77777777" w:rsidR="005E6668"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198D74C1" w14:textId="77777777" w:rsidR="00A66668" w:rsidRDefault="00A66668" w:rsidP="00D909C3">
      <w:pPr>
        <w:spacing w:after="0" w:line="276" w:lineRule="auto"/>
        <w:ind w:left="1069"/>
        <w:jc w:val="both"/>
        <w:rPr>
          <w:rFonts w:ascii="Proxima Nova ExCn Rg" w:hAnsi="Proxima Nova ExCn Rg"/>
          <w:sz w:val="28"/>
        </w:rPr>
      </w:pPr>
    </w:p>
    <w:p w14:paraId="3AE67AFC"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2CB89B3D" w14:textId="222C5389"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t>Особенности оценки и сопоста</w:t>
      </w:r>
      <w:r w:rsidRPr="0088144E">
        <w:rPr>
          <w:sz w:val="28"/>
        </w:rPr>
        <w:t>вления заявок при проведении закупок услуг</w:t>
      </w:r>
      <w:r>
        <w:rPr>
          <w:sz w:val="28"/>
        </w:rPr>
        <w:t xml:space="preserve"> лизинга</w:t>
      </w:r>
    </w:p>
    <w:p w14:paraId="3708F05C" w14:textId="77777777" w:rsidR="00A66668" w:rsidRDefault="00A66668" w:rsidP="00A66668">
      <w:pPr>
        <w:spacing w:after="0" w:line="276" w:lineRule="auto"/>
        <w:ind w:left="1069"/>
        <w:jc w:val="both"/>
        <w:rPr>
          <w:rFonts w:ascii="Proxima Nova ExCn Rg" w:hAnsi="Proxima Nova ExCn Rg"/>
          <w:sz w:val="28"/>
        </w:rPr>
      </w:pPr>
    </w:p>
    <w:p w14:paraId="28D5FEB1" w14:textId="1203E914"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34989116" w14:textId="6BB4E7FD"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Pr="00807459">
        <w:rPr>
          <w:rFonts w:ascii="Proxima Nova ExCn Rg" w:hAnsi="Proxima Nova ExCn Rg"/>
          <w:sz w:val="28"/>
        </w:rPr>
        <w:t>.</w:t>
      </w:r>
    </w:p>
    <w:p w14:paraId="73F79A67" w14:textId="769DE024"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15EDD123"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5F7CFBF6"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«Квалификация участника закупки»;</w:t>
      </w:r>
    </w:p>
    <w:p w14:paraId="58DAFACF" w14:textId="77777777" w:rsidR="00A66668"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4804F92F" w14:textId="77777777" w:rsidR="00A66668" w:rsidRDefault="00A66668" w:rsidP="00A66668">
      <w:pPr>
        <w:spacing w:after="0" w:line="276" w:lineRule="auto"/>
        <w:ind w:left="1069"/>
        <w:jc w:val="both"/>
        <w:rPr>
          <w:rFonts w:ascii="Proxima Nova ExCn Rg" w:hAnsi="Proxima Nova ExCn Rg"/>
          <w:sz w:val="28"/>
        </w:rPr>
      </w:pPr>
    </w:p>
    <w:p w14:paraId="01D85353" w14:textId="77777777" w:rsidR="00A66668" w:rsidRDefault="00A66668" w:rsidP="00A66668">
      <w:pPr>
        <w:spacing w:after="0" w:line="276" w:lineRule="auto"/>
        <w:ind w:left="1069"/>
        <w:jc w:val="both"/>
        <w:rPr>
          <w:rFonts w:ascii="Proxima Nova ExCn Rg" w:hAnsi="Proxima Nova ExCn Rg"/>
          <w:sz w:val="28"/>
        </w:rPr>
      </w:pPr>
    </w:p>
    <w:p w14:paraId="6301430F" w14:textId="77777777" w:rsidR="00A66668" w:rsidRDefault="00A66668" w:rsidP="00A66668">
      <w:pPr>
        <w:spacing w:after="0" w:line="276" w:lineRule="auto"/>
        <w:ind w:left="1069"/>
        <w:jc w:val="both"/>
        <w:rPr>
          <w:rFonts w:ascii="Proxima Nova ExCn Rg" w:hAnsi="Proxima Nova ExCn Rg"/>
          <w:sz w:val="28"/>
        </w:rPr>
      </w:pPr>
    </w:p>
    <w:p w14:paraId="42768139" w14:textId="77777777" w:rsidR="00A66668" w:rsidRDefault="00A66668" w:rsidP="00A66668">
      <w:pPr>
        <w:spacing w:after="0" w:line="276" w:lineRule="auto"/>
        <w:ind w:left="1069"/>
        <w:jc w:val="both"/>
        <w:rPr>
          <w:rFonts w:ascii="Proxima Nova ExCn Rg" w:hAnsi="Proxima Nova ExCn Rg"/>
          <w:sz w:val="28"/>
        </w:rPr>
      </w:pPr>
    </w:p>
    <w:p w14:paraId="57485254" w14:textId="77777777" w:rsidR="00A66668" w:rsidRPr="00807459" w:rsidRDefault="00A66668" w:rsidP="00A66668">
      <w:pPr>
        <w:spacing w:after="0" w:line="276" w:lineRule="auto"/>
        <w:ind w:left="1069"/>
        <w:jc w:val="both"/>
        <w:rPr>
          <w:rFonts w:ascii="Proxima Nova ExCn Rg" w:hAnsi="Proxima Nova ExCn Rg"/>
          <w:sz w:val="28"/>
        </w:rPr>
      </w:pPr>
    </w:p>
    <w:p w14:paraId="58DD1BCF"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pPr>
    </w:p>
    <w:p w14:paraId="3580C139" w14:textId="77777777" w:rsidR="00494FD1" w:rsidRPr="00807459" w:rsidRDefault="00494FD1" w:rsidP="00807459">
      <w:pPr>
        <w:spacing w:after="0" w:line="276" w:lineRule="auto"/>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7816633" w14:textId="77777777"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p>
    <w:p w14:paraId="2A3A78BD"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757A9F71" wp14:editId="7C43B685">
                <wp:extent cx="9154247" cy="5910670"/>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284159D7" w14:textId="77777777" w:rsidR="00A66668" w:rsidRDefault="00A6666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6AAFF3E1" w14:textId="77777777" w:rsidR="00A66668" w:rsidRDefault="00A66668">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5F22D4C7" w14:textId="77777777" w:rsidR="00A66668" w:rsidRDefault="00A66668">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6521CC92" w14:textId="77777777" w:rsidR="00A66668" w:rsidRDefault="00A6666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323ED15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2EF246D5" w14:textId="77777777" w:rsidR="00A66668" w:rsidRDefault="00A66668">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1238EBA2" w14:textId="77777777" w:rsidR="00A66668" w:rsidRDefault="00A66668">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1E8E94C9" w14:textId="77777777" w:rsidR="00A66668" w:rsidRDefault="00A66668">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0218F76D"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2D8B744" w14:textId="77777777" w:rsidR="00A66668" w:rsidRDefault="00A66668">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2AECE27E"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5CB9CD98" w14:textId="77777777" w:rsidR="00A66668" w:rsidRDefault="00A66668">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3026EBD8" w14:textId="77777777" w:rsidR="00A66668" w:rsidRDefault="00A66668">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0DE3DA65" w14:textId="77777777" w:rsidR="00A6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793E0C5C"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620CDFA9" w14:textId="77777777" w:rsidR="00A6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22ED478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7EFA5BF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65467783"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1FD55809"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57A9F71"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284159D7" w14:textId="77777777" w:rsidR="00A66668" w:rsidRDefault="00A6666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6AAFF3E1" w14:textId="77777777" w:rsidR="00A66668" w:rsidRDefault="00A66668">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5F22D4C7" w14:textId="77777777" w:rsidR="00A66668" w:rsidRDefault="00A66668">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6521CC92" w14:textId="77777777" w:rsidR="00A66668" w:rsidRDefault="00A6666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323ED15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2EF246D5" w14:textId="77777777" w:rsidR="00A66668" w:rsidRDefault="00A66668">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1238EBA2" w14:textId="77777777" w:rsidR="00A66668" w:rsidRDefault="00A66668">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1E8E94C9" w14:textId="77777777" w:rsidR="00A66668" w:rsidRDefault="00A66668">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0218F76D"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2D8B744" w14:textId="77777777" w:rsidR="00A66668" w:rsidRDefault="00A66668">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2AECE27E"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5CB9CD98" w14:textId="77777777" w:rsidR="00A66668" w:rsidRDefault="00A66668">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3026EBD8" w14:textId="77777777" w:rsidR="00A66668" w:rsidRDefault="00A66668">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0DE3DA65" w14:textId="77777777" w:rsidR="00A6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793E0C5C"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620CDFA9" w14:textId="77777777" w:rsidR="00A6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22ED478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7EFA5BF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14:paraId="65467783"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1FD55809"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50" o:spid="_x0000_s1044" type="#_x0000_t32" style="position:absolute;left:74534;top:38021;width:1;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51" o:spid="_x0000_s1045" type="#_x0000_t32" style="position:absolute;left:74534;top:43768;width:1;height:3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SUoMEAAADbAAAADwAAAGRycy9kb3ducmV2LnhtbERP3WrCMBS+H/gO4Qi7m6kTZFajiE5W&#10;djG26gMcmmNTbE5KEmv39stA8O58fL9ntRlsK3ryoXGsYDrJQBBXTjdcKzgdDy9vIEJE1tg6JgW/&#10;FGCzHj2tMNfuxj/Ul7EWKYRDjgpMjF0uZagMWQwT1xEn7uy8xZigr6X2eEvhtpWvWTaXFhtODQY7&#10;2hmqLuXVKpjPttnH9WtvC1N8ki37nX//bpR6Hg/bJYhIQ3yI7+5Cp/kL+P8lHS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tJSgwQAAANsAAAAPAAAAAAAAAAAAAAAA&#10;AKECAABkcnMvZG93bnJldi54bWxQSwUGAAAAAAQABAD5AAAAjwMAAAAA&#10;">
                  <v:stroke endarrow="block"/>
                </v:shape>
                <v:shape id="AutoShape 56" o:spid="_x0000_s1047" type="#_x0000_t32" style="position:absolute;left:39552;top:30871;width:1;height:38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58" o:spid="_x0000_s1048" type="#_x0000_t32" style="position:absolute;left:39552;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59" o:spid="_x0000_s1049" type="#_x0000_t32" style="position:absolute;left:22966;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60" o:spid="_x0000_s1050" type="#_x0000_t32" style="position:absolute;left:7230;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61" o:spid="_x0000_s1051" type="#_x0000_t32" style="position:absolute;left:6697;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62" o:spid="_x0000_s1052" type="#_x0000_t32" style="position:absolute;left:22966;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63" o:spid="_x0000_s1053" type="#_x0000_t32" style="position:absolute;left:7230;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64" o:spid="_x0000_s1054" type="#_x0000_t32" style="position:absolute;left:22966;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65" o:spid="_x0000_s1055" type="#_x0000_t32" style="position:absolute;left:39552;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66" o:spid="_x0000_s1056" type="#_x0000_t32" style="position:absolute;left:22966;top:3812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67" o:spid="_x0000_s1057" type="#_x0000_t32" style="position:absolute;left:22966;top:43768;width:1;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70" o:spid="_x0000_s1058" type="#_x0000_t33" style="position:absolute;left:23147;top:50039;width:7201;height:756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MGTsIAAADbAAAADwAAAGRycy9kb3ducmV2LnhtbESPQYvCMBSE74L/ITzBm6auINJtKqK7&#10;sCB70BX0+Ghem2LzUpqo9d9vBMHjMDPfMNmqt424Uedrxwpm0wQEceF0zZWC49/3ZAnCB2SNjWNS&#10;8CAPq3w4yDDV7s57uh1CJSKEfYoKTAhtKqUvDFn0U9cSR690ncUQZVdJ3eE9wm0jP5JkIS3WHBcM&#10;trQxVFwOV6tg586ydGezKbfm5C/++qVPv0elxqN+/QkiUB/e4Vf7RyuYz+D5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MGTsIAAADbAAAADwAAAAAAAAAAAAAA&#10;AAChAgAAZHJzL2Rvd25yZXYueG1sUEsFBgAAAAAEAAQA+QAAAJADAAAAAA==&#10;">
                  <v:stroke endarrow="block"/>
                </v:shape>
                <w10:anchorlock/>
              </v:group>
            </w:pict>
          </mc:Fallback>
        </mc:AlternateContent>
      </w:r>
    </w:p>
    <w:p w14:paraId="2036A5B5"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6B7FC953" w14:textId="77777777" w:rsidR="00494FD1" w:rsidRPr="00807459" w:rsidRDefault="00494FD1" w:rsidP="009F153B">
      <w:pPr>
        <w:autoSpaceDE w:val="0"/>
        <w:autoSpaceDN w:val="0"/>
        <w:adjustRightInd w:val="0"/>
        <w:spacing w:after="0" w:line="240" w:lineRule="auto"/>
        <w:jc w:val="right"/>
        <w:rPr>
          <w:rFonts w:ascii="Proxima Nova ExCn Rg" w:hAnsi="Proxima Nova ExCn Rg"/>
          <w:sz w:val="28"/>
        </w:rPr>
      </w:pPr>
      <w:r w:rsidRPr="00807459">
        <w:rPr>
          <w:rFonts w:ascii="Proxima Nova ExCn Rg" w:hAnsi="Proxima Nova ExCn Rg"/>
          <w:sz w:val="28"/>
        </w:rPr>
        <w:t xml:space="preserve">Таблица 2 </w:t>
      </w:r>
      <w:r w:rsidR="00216000" w:rsidRPr="00807459">
        <w:rPr>
          <w:rFonts w:ascii="Proxima Nova ExCn Rg" w:hAnsi="Proxima Nova ExCn Rg"/>
          <w:sz w:val="28"/>
        </w:rPr>
        <w:t>Методики оценки заявок на участие в конкурсе, запросе предложений</w:t>
      </w: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539C59AB" w14:textId="77777777" w:rsidTr="00D909C3">
        <w:tc>
          <w:tcPr>
            <w:tcW w:w="4219" w:type="dxa"/>
            <w:vMerge w:val="restart"/>
          </w:tcPr>
          <w:p w14:paraId="205B5450"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6ABE4EE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21E6364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17BD48BE"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5C31D90C" w14:textId="77777777" w:rsidTr="00D909C3">
        <w:tc>
          <w:tcPr>
            <w:tcW w:w="4219" w:type="dxa"/>
            <w:vMerge/>
          </w:tcPr>
          <w:p w14:paraId="3028DB40"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2A6FEFD5"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23508018"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624ED7A8"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05B4380E"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6DD71367"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6F10379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1993EE37" w14:textId="77777777" w:rsidTr="00D909C3">
        <w:tc>
          <w:tcPr>
            <w:tcW w:w="4219" w:type="dxa"/>
          </w:tcPr>
          <w:p w14:paraId="7F6093EC"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3717BA86"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245B6ED6"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2B7DE82"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42E0081A"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27A3B659"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E973332"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6D6EC62" w14:textId="77777777" w:rsidTr="00D909C3">
        <w:tc>
          <w:tcPr>
            <w:tcW w:w="4219" w:type="dxa"/>
          </w:tcPr>
          <w:p w14:paraId="5B2680C8"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6F27597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39FF7C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3AF18D7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FCE12C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FB4689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71D371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612C7E7" w14:textId="77777777" w:rsidTr="00D909C3">
        <w:tc>
          <w:tcPr>
            <w:tcW w:w="4219" w:type="dxa"/>
          </w:tcPr>
          <w:p w14:paraId="3E373794"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675C09A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0EAF9D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17EE94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CC8D3B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1F6DE0E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555AC3B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2A01379" w14:textId="77777777" w:rsidTr="00D909C3">
        <w:tc>
          <w:tcPr>
            <w:tcW w:w="4219" w:type="dxa"/>
          </w:tcPr>
          <w:p w14:paraId="698BB7E4"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301A90E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0635B70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55BC2BF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EF0609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6B5D52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8BFD6C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2CD6F4A" w14:textId="77777777" w:rsidTr="00D909C3">
        <w:tc>
          <w:tcPr>
            <w:tcW w:w="4219" w:type="dxa"/>
          </w:tcPr>
          <w:p w14:paraId="2217C7C0"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0556CC79"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6DEEE88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015AF0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18C4D71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27D428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2A6D6B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411DCA8" w14:textId="77777777" w:rsidTr="00D909C3">
        <w:tc>
          <w:tcPr>
            <w:tcW w:w="4219" w:type="dxa"/>
          </w:tcPr>
          <w:p w14:paraId="5E333F3A"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6F0D69A3"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709A7CA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71AE4A1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465E6D8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2F9D1EB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39B0860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D9C00B0" w14:textId="77777777" w:rsidTr="00D909C3">
        <w:tc>
          <w:tcPr>
            <w:tcW w:w="4219" w:type="dxa"/>
          </w:tcPr>
          <w:p w14:paraId="7C4B0261"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64A72BE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4C806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DE6EB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3EF0DF0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9A8FB4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22BD275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225FA864" w14:textId="77777777" w:rsidTr="00D909C3">
        <w:tc>
          <w:tcPr>
            <w:tcW w:w="4219" w:type="dxa"/>
          </w:tcPr>
          <w:p w14:paraId="74D33AF9"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668A56E5"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12"/>
            </w:r>
          </w:p>
        </w:tc>
        <w:tc>
          <w:tcPr>
            <w:tcW w:w="1414" w:type="dxa"/>
          </w:tcPr>
          <w:p w14:paraId="6434738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B40977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7FFD4D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7C95652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0A560DE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4ACBBF85"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057F3E31" w14:textId="77777777" w:rsidR="00494FD1" w:rsidRPr="00807459" w:rsidRDefault="00494FD1" w:rsidP="009F153B">
      <w:pPr>
        <w:pStyle w:val="21"/>
        <w:ind w:left="1843" w:hanging="1843"/>
        <w:jc w:val="right"/>
      </w:pPr>
      <w:r w:rsidRPr="00807459">
        <w:rPr>
          <w:rFonts w:eastAsia="Times New Roman"/>
        </w:rPr>
        <w:t>Таблица</w:t>
      </w:r>
      <w:r w:rsidRPr="00807459">
        <w:t xml:space="preserve"> 3 Методики оценки заявок на участие в открытом конкурсе, открытом запросе предложений</w:t>
      </w:r>
    </w:p>
    <w:tbl>
      <w:tblPr>
        <w:tblW w:w="1530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779"/>
        <w:gridCol w:w="779"/>
        <w:gridCol w:w="779"/>
        <w:gridCol w:w="779"/>
        <w:gridCol w:w="780"/>
        <w:gridCol w:w="780"/>
        <w:gridCol w:w="780"/>
        <w:gridCol w:w="780"/>
        <w:gridCol w:w="780"/>
        <w:gridCol w:w="780"/>
        <w:gridCol w:w="780"/>
        <w:gridCol w:w="780"/>
        <w:gridCol w:w="784"/>
      </w:tblGrid>
      <w:tr w:rsidR="00494FD1" w:rsidRPr="00807459" w14:paraId="297BF92A" w14:textId="77777777" w:rsidTr="00D909C3">
        <w:trPr>
          <w:cantSplit/>
        </w:trPr>
        <w:tc>
          <w:tcPr>
            <w:tcW w:w="2828" w:type="dxa"/>
            <w:vMerge w:val="restart"/>
          </w:tcPr>
          <w:p w14:paraId="7D818E5A"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13"/>
            </w:r>
          </w:p>
        </w:tc>
        <w:tc>
          <w:tcPr>
            <w:tcW w:w="1557" w:type="dxa"/>
            <w:gridSpan w:val="2"/>
            <w:shd w:val="clear" w:color="auto" w:fill="F2F2F2" w:themeFill="background1" w:themeFillShade="F2"/>
          </w:tcPr>
          <w:p w14:paraId="6E3F0782"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558" w:type="dxa"/>
            <w:gridSpan w:val="2"/>
          </w:tcPr>
          <w:p w14:paraId="030FE6F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141C32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18B7F5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560" w:type="dxa"/>
            <w:gridSpan w:val="2"/>
            <w:shd w:val="clear" w:color="auto" w:fill="F2F2F2" w:themeFill="background1" w:themeFillShade="F2"/>
          </w:tcPr>
          <w:p w14:paraId="6440377A"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0E9D42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41FABFF0"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4BA23945"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1119AA6E" w14:textId="77777777" w:rsidTr="00D909C3">
        <w:trPr>
          <w:cantSplit/>
        </w:trPr>
        <w:tc>
          <w:tcPr>
            <w:tcW w:w="2828" w:type="dxa"/>
            <w:vMerge/>
            <w:tcBorders>
              <w:bottom w:val="single" w:sz="4" w:space="0" w:color="auto"/>
            </w:tcBorders>
          </w:tcPr>
          <w:p w14:paraId="141285B8"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25A0A5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1F0A7D3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0738E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tcPr>
          <w:p w14:paraId="1C3F57B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4515E3A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73CC1A8B"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823374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7A0BED6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69FE0E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2E83352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7A9B57C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483977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7562A76"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7FA7CB3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632C728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3B323B4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21F8183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0ABECF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DAF1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3FC5F"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795A6B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5328E0D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47753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7E31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E80DB9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07482E7"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CE8BFF"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DD7253"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1077DF4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1BE5E4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3359F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0FAEA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04AC068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6840672"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2E6F1EF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45C680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4DCB3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7A98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5430FA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75F8235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6FD3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03B1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4B095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5545E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B4C2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944CC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15265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09FF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9A04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7BF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6279DF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8E32E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F2F5D78"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8046A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79C9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1E2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5FD951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F105A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6419D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FB1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E7C2E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D1F8E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B48F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4F83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3E2E2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209831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632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E587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EC36D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A4F4C5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3D365166"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721BE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9902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2581E"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0DFB72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26E39B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A824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8D1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AA79C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B34772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CC802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DB9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C9E7EB5"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576FBA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60E40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19241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38AFC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616A1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6C20007"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67DD94C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Системные проекты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A0ED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C27B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220B50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7129A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C354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9DEFA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CFF8E3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2FED4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37A6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B48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AAC34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5674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D163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D0A1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BCB52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216262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803EB14"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3B87FB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C00B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7A315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3EC2B4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4E838A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6B20A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F92E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D43C6F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C35C9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85DB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35CFB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36FA50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1B0B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87E2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18D54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4BA7CA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14BE7A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0539C7F3" w14:textId="77777777" w:rsidTr="00D909C3">
        <w:trPr>
          <w:cantSplit/>
        </w:trPr>
        <w:tc>
          <w:tcPr>
            <w:tcW w:w="2828" w:type="dxa"/>
            <w:vAlign w:val="center"/>
          </w:tcPr>
          <w:p w14:paraId="795E5B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33EAD8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53792F6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6B1D7B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vAlign w:val="center"/>
          </w:tcPr>
          <w:p w14:paraId="652751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3061A9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2D9E332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291E4A0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0A0B7C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75A613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7F348B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1DD94B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3443930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1F6B4C2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7255563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4EDAA6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3525C6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453E6882"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14B856E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EB649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7DD7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21BE7F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422215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64E1D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38BE8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CF267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A891C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23BA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622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27DBA4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C5F66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E14F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C449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1D3C379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A2E17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F915B27"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63C2B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D0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A1D2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3A181D1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A2073C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06D8F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E214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00F2DF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163CE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249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DAB1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FD1F8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53617B1"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7C421"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C163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A9DB32C"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2EEF5B61"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C6606C" w:rsidRPr="00807459" w14:paraId="2813E039"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662A28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Страховые услуги по тарифам, ценовым ставкам, определяемым требованиями законодательства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015009"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8380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3B39EDFC"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86BB20A"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9A0D2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F6D9F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F13F7C6"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Pr="00807459">
              <w:rPr>
                <w:rFonts w:ascii="Proxima Nova ExCn Rg" w:hAnsi="Proxima Nova ExCn Rg"/>
                <w:sz w:val="28"/>
                <w:szCs w:val="28"/>
              </w:rPr>
              <w:t>п</w:t>
            </w:r>
          </w:p>
        </w:tc>
        <w:tc>
          <w:tcPr>
            <w:tcW w:w="780" w:type="dxa"/>
            <w:tcBorders>
              <w:top w:val="single" w:sz="4" w:space="0" w:color="auto"/>
              <w:left w:val="single" w:sz="4" w:space="0" w:color="auto"/>
              <w:bottom w:val="single" w:sz="4" w:space="0" w:color="auto"/>
              <w:right w:val="single" w:sz="4" w:space="0" w:color="auto"/>
            </w:tcBorders>
          </w:tcPr>
          <w:p w14:paraId="4C153F1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35A15"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3BEF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30182F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2C0AF090"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B972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A3BBDE"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96B0CAA"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4" w:type="dxa"/>
            <w:tcBorders>
              <w:top w:val="single" w:sz="4" w:space="0" w:color="auto"/>
              <w:left w:val="single" w:sz="4" w:space="0" w:color="auto"/>
              <w:bottom w:val="single" w:sz="4" w:space="0" w:color="auto"/>
              <w:right w:val="single" w:sz="4" w:space="0" w:color="auto"/>
            </w:tcBorders>
          </w:tcPr>
          <w:p w14:paraId="0AD1A78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r>
      <w:tr w:rsidR="00494FD1" w:rsidRPr="00807459" w14:paraId="3B0BF31E"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1D8DB4D0"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E5BB0"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F05DC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0649A7C2"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52B56D8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36D844"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13597B"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55CA70A"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E80FF13"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C670F0"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E79CE7"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87B0B1B"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6365E5B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9C42A"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576BAD"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CCAC5AE"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1A0E8B8A"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66F4B739"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47A92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F3E5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17E0BA" w14:textId="77777777" w:rsidR="00506830" w:rsidRPr="00807459" w:rsidRDefault="00CD5E68"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03153E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102E3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D2878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FD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BF7AE4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7E5299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7A4DB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05467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D6D3858"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780" w:type="dxa"/>
            <w:tcBorders>
              <w:top w:val="single" w:sz="4" w:space="0" w:color="auto"/>
              <w:left w:val="single" w:sz="4" w:space="0" w:color="auto"/>
              <w:bottom w:val="single" w:sz="4" w:space="0" w:color="auto"/>
              <w:right w:val="single" w:sz="4" w:space="0" w:color="auto"/>
            </w:tcBorders>
          </w:tcPr>
          <w:p w14:paraId="42175E23"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833A3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5CE6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50D82B6"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4" w:type="dxa"/>
            <w:tcBorders>
              <w:top w:val="single" w:sz="4" w:space="0" w:color="auto"/>
              <w:left w:val="single" w:sz="4" w:space="0" w:color="auto"/>
              <w:bottom w:val="single" w:sz="4" w:space="0" w:color="auto"/>
              <w:right w:val="single" w:sz="4" w:space="0" w:color="auto"/>
            </w:tcBorders>
          </w:tcPr>
          <w:p w14:paraId="425C389D" w14:textId="77777777" w:rsidR="00506830" w:rsidRPr="00807459" w:rsidRDefault="00EF7044" w:rsidP="00EF7044">
            <w:pPr>
              <w:spacing w:after="0" w:line="240" w:lineRule="auto"/>
              <w:jc w:val="center"/>
              <w:rPr>
                <w:rFonts w:ascii="Proxima Nova ExCn Rg" w:hAnsi="Proxima Nova ExCn Rg"/>
                <w:sz w:val="28"/>
              </w:rPr>
            </w:pPr>
            <w:r w:rsidRPr="00807459">
              <w:rPr>
                <w:rFonts w:ascii="Proxima Nova ExCn Rg" w:hAnsi="Proxima Nova ExCn Rg"/>
                <w:sz w:val="28"/>
              </w:rPr>
              <w:t>60</w:t>
            </w:r>
          </w:p>
        </w:tc>
      </w:tr>
      <w:tr w:rsidR="00C6606C" w:rsidRPr="00807459" w14:paraId="1E06BE6D"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525FDE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Услуги по проведению экспертизы, привлечение экспертов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89FB2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74F3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1EAEDB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525DC7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692B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79B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7D449B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61E07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16189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9AE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171AC14"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0E35B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D940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93CF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9815D8D"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02EECBA2" w14:textId="77777777" w:rsidR="00506830" w:rsidRPr="00807459" w:rsidRDefault="005E6668"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r>
      <w:tr w:rsidR="009A71A3" w:rsidRPr="00807459" w14:paraId="5E51B17B"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3C4146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14"/>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4F4B6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0C4053"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0E0C99CE"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14752BA9"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8B23B"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7A785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967AC00"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093E4249"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1AC8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C4B83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EDC1BE1"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4D2650FE"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FDFA5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9BD2"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F5B9451"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6755B6C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C6606C" w:rsidRPr="00807459" w14:paraId="2841619A"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F1296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Услуги по отбору специализированной организации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2745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A3AB8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09F93A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935124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A72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1047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676405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18E6E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4015C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FAE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34F4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E879D7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B1A10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7B2A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00C5B1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50EEA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C6606C" w:rsidRPr="00807459" w14:paraId="47E6A43A"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6F4A21C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F423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9BE6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17F840F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9DFFB4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B870B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9221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52D2DE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1480D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37119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ABB5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950D8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D86107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322B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B117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AEFC0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B3343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C6606C" w:rsidRPr="00807459" w14:paraId="2E31C79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63730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44845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4CD9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18A04CF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58B44B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B9F1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6F2F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B80D97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9248E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66CA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3784B"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6D9ABA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3F09D01"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C422A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7335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21DBCD8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8688E8F"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20A7F9E0"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46C386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Закупки среди субъектов МСП</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0562D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ADA48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B8DA1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137544B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9A3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58C3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459FC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3123A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1F6D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D683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7A7BA0D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3D743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3482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7679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5237E9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DBCD79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r>
      <w:tr w:rsidR="00A66668" w:rsidRPr="00807459" w14:paraId="40B2BD4D" w14:textId="77777777" w:rsidTr="00A66668">
        <w:trPr>
          <w:cantSplit/>
        </w:trPr>
        <w:tc>
          <w:tcPr>
            <w:tcW w:w="2828" w:type="dxa"/>
            <w:tcBorders>
              <w:top w:val="single" w:sz="4" w:space="0" w:color="auto"/>
              <w:left w:val="single" w:sz="4" w:space="0" w:color="auto"/>
              <w:bottom w:val="single" w:sz="4" w:space="0" w:color="auto"/>
              <w:right w:val="single" w:sz="4" w:space="0" w:color="auto"/>
            </w:tcBorders>
          </w:tcPr>
          <w:p w14:paraId="198C7A88" w14:textId="381E0E4B" w:rsidR="00A66668" w:rsidRPr="00807459" w:rsidRDefault="00A66668">
            <w:pPr>
              <w:spacing w:after="0" w:line="240" w:lineRule="auto"/>
              <w:jc w:val="center"/>
              <w:rPr>
                <w:rFonts w:ascii="Proxima Nova ExCn Rg" w:hAnsi="Proxima Nova ExCn Rg"/>
                <w:sz w:val="28"/>
              </w:rPr>
            </w:pPr>
            <w:r>
              <w:rPr>
                <w:rFonts w:ascii="Proxima Nova ExCn Rg" w:hAnsi="Proxima Nova ExCn Rg"/>
                <w:sz w:val="28"/>
              </w:rPr>
              <w:t xml:space="preserve">Закупки </w:t>
            </w:r>
            <w:r w:rsidR="0088144E" w:rsidRPr="0088144E">
              <w:rPr>
                <w:rFonts w:ascii="Proxima Nova ExCn Rg" w:hAnsi="Proxima Nova ExCn Rg"/>
                <w:sz w:val="28"/>
              </w:rPr>
              <w:t xml:space="preserve">по </w:t>
            </w:r>
            <w:r w:rsidRPr="0088144E">
              <w:rPr>
                <w:rFonts w:ascii="Proxima Nova ExCn Rg" w:hAnsi="Proxima Nova ExCn Rg"/>
                <w:sz w:val="28"/>
              </w:rPr>
              <w:t>выбор</w:t>
            </w:r>
            <w:r w:rsidR="0088144E" w:rsidRPr="00D909C3">
              <w:rPr>
                <w:rFonts w:ascii="Proxima Nova ExCn Rg" w:hAnsi="Proxima Nova ExCn Rg"/>
                <w:sz w:val="28"/>
              </w:rPr>
              <w:t>у</w:t>
            </w:r>
            <w:r w:rsidRPr="0088144E">
              <w:rPr>
                <w:rFonts w:ascii="Proxima Nova ExCn Rg" w:hAnsi="Proxima Nova ExCn Rg"/>
                <w:sz w:val="28"/>
              </w:rPr>
              <w:t xml:space="preserve"> лизингодателя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57A97" w14:textId="6DD2C6FA"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7CBBC3" w14:textId="4A2853F0"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253BF791" w14:textId="0829066B"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8953358" w14:textId="5B82EB20"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F7D40" w14:textId="48830C42"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D4E8A0" w14:textId="667A0D73"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8ED1CF1" w14:textId="7362EDEF"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B7C02B9" w14:textId="354EDF03"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13D63" w14:textId="2DCE533A"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1CD210" w14:textId="5F5BA971"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8B37426" w14:textId="28E7DD63"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77BA275" w14:textId="6224E060"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143560" w14:textId="73B76D95" w:rsidR="00A66668" w:rsidRPr="00807459" w:rsidRDefault="00A66668" w:rsidP="00A66668">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5079AC" w14:textId="5EF3F1AD" w:rsidR="00A66668" w:rsidRPr="00807459" w:rsidRDefault="00A66668" w:rsidP="00A66668">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586E22" w14:textId="3BC0B2AB"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30</w:t>
            </w:r>
          </w:p>
        </w:tc>
        <w:tc>
          <w:tcPr>
            <w:tcW w:w="784" w:type="dxa"/>
            <w:tcBorders>
              <w:top w:val="single" w:sz="4" w:space="0" w:color="auto"/>
              <w:left w:val="single" w:sz="4" w:space="0" w:color="auto"/>
              <w:bottom w:val="single" w:sz="4" w:space="0" w:color="auto"/>
              <w:right w:val="single" w:sz="4" w:space="0" w:color="auto"/>
            </w:tcBorders>
          </w:tcPr>
          <w:p w14:paraId="50860676" w14:textId="6A932442"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30</w:t>
            </w:r>
          </w:p>
        </w:tc>
      </w:tr>
    </w:tbl>
    <w:p w14:paraId="6729D26D" w14:textId="77777777" w:rsidR="00494FD1" w:rsidRPr="00807459" w:rsidRDefault="00494FD1" w:rsidP="00FF249F">
      <w:pPr>
        <w:spacing w:after="0" w:line="276" w:lineRule="auto"/>
        <w:ind w:firstLine="709"/>
        <w:jc w:val="both"/>
        <w:rPr>
          <w:rFonts w:ascii="Proxima Nova ExCn Rg" w:hAnsi="Proxima Nova ExCn Rg"/>
          <w:sz w:val="28"/>
        </w:rPr>
      </w:pPr>
    </w:p>
    <w:p w14:paraId="4A7A8773"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59AB172D"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13A4EF5E"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397FB0B5" w14:textId="77777777" w:rsidR="00494FD1" w:rsidRPr="00807459" w:rsidRDefault="00494FD1" w:rsidP="00FF249F">
      <w:pPr>
        <w:spacing w:after="0" w:line="276" w:lineRule="auto"/>
        <w:ind w:firstLine="709"/>
        <w:jc w:val="both"/>
        <w:rPr>
          <w:rFonts w:ascii="Proxima Nova ExCn Rg" w:hAnsi="Proxima Nova ExCn Rg"/>
          <w:sz w:val="28"/>
        </w:rPr>
      </w:pPr>
    </w:p>
    <w:p w14:paraId="72AAD522"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1EBF8133" w14:textId="77777777" w:rsidR="00AA6738" w:rsidRDefault="00494FD1" w:rsidP="009F153B">
      <w:pPr>
        <w:spacing w:after="0" w:line="276" w:lineRule="auto"/>
        <w:jc w:val="right"/>
        <w:rPr>
          <w:rFonts w:ascii="Proxima Nova ExCn Rg" w:hAnsi="Proxima Nova ExCn Rg"/>
          <w:sz w:val="28"/>
        </w:rPr>
      </w:pPr>
      <w:r w:rsidRPr="00807459">
        <w:rPr>
          <w:rFonts w:ascii="Proxima Nova ExCn Rg" w:hAnsi="Proxima Nova ExCn Rg"/>
          <w:sz w:val="28"/>
        </w:rPr>
        <w:t>Таблица 4 Методики оценки заявок на участие в конкурсе, запросе предложений</w:t>
      </w:r>
      <w:r w:rsidR="00EF7044" w:rsidRPr="00807459">
        <w:rPr>
          <w:rFonts w:ascii="Proxima Nova ExCn Rg" w:hAnsi="Proxima Nova ExCn Rg"/>
          <w:sz w:val="28"/>
        </w:rPr>
        <w:t xml:space="preserve"> при проведении закупок аудиторских услуг</w:t>
      </w:r>
    </w:p>
    <w:p w14:paraId="3D61B36E" w14:textId="77777777" w:rsidR="0079235A" w:rsidRDefault="0079235A" w:rsidP="00567DD0">
      <w:pPr>
        <w:spacing w:after="0" w:line="276" w:lineRule="auto"/>
        <w:jc w:val="both"/>
        <w:rPr>
          <w:rFonts w:ascii="Proxima Nova ExCn Rg" w:hAnsi="Proxima Nova ExCn Rg"/>
          <w:sz w:val="28"/>
        </w:rPr>
      </w:pP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6"/>
        <w:gridCol w:w="5528"/>
        <w:gridCol w:w="1418"/>
        <w:gridCol w:w="1649"/>
        <w:gridCol w:w="3652"/>
      </w:tblGrid>
      <w:tr w:rsidR="0079235A" w:rsidRPr="00807459" w14:paraId="4EF6CF4F" w14:textId="77777777" w:rsidTr="003B2553">
        <w:tc>
          <w:tcPr>
            <w:tcW w:w="736" w:type="dxa"/>
            <w:vAlign w:val="center"/>
          </w:tcPr>
          <w:p w14:paraId="7B45FE85"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236" w:type="dxa"/>
            <w:vAlign w:val="center"/>
          </w:tcPr>
          <w:p w14:paraId="47422828"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5528" w:type="dxa"/>
            <w:vAlign w:val="center"/>
          </w:tcPr>
          <w:p w14:paraId="500B597A"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418" w:type="dxa"/>
            <w:vAlign w:val="center"/>
          </w:tcPr>
          <w:p w14:paraId="5E747A14"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1649" w:type="dxa"/>
            <w:vAlign w:val="center"/>
          </w:tcPr>
          <w:p w14:paraId="357C4C86"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(значимость, %) критерия (подкритерия) </w:t>
            </w:r>
          </w:p>
        </w:tc>
        <w:tc>
          <w:tcPr>
            <w:tcW w:w="3652" w:type="dxa"/>
            <w:vAlign w:val="center"/>
          </w:tcPr>
          <w:p w14:paraId="7C9082CC"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79235A" w:rsidRPr="00807459" w14:paraId="7B23C25C" w14:textId="77777777" w:rsidTr="003B2553">
        <w:tc>
          <w:tcPr>
            <w:tcW w:w="736" w:type="dxa"/>
          </w:tcPr>
          <w:p w14:paraId="6D7BE5A2"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1.</w:t>
            </w:r>
          </w:p>
        </w:tc>
        <w:tc>
          <w:tcPr>
            <w:tcW w:w="2236" w:type="dxa"/>
          </w:tcPr>
          <w:p w14:paraId="4525732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5528" w:type="dxa"/>
          </w:tcPr>
          <w:p w14:paraId="48C0AB5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227902B7"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79235A" w:rsidRPr="00807459" w14:paraId="5D4E1637" w14:textId="77777777" w:rsidTr="003B2553">
              <w:trPr>
                <w:trHeight w:val="451"/>
              </w:trPr>
              <w:tc>
                <w:tcPr>
                  <w:tcW w:w="1134" w:type="dxa"/>
                  <w:vMerge w:val="restart"/>
                  <w:vAlign w:val="center"/>
                </w:tcPr>
                <w:p w14:paraId="1769FA7A" w14:textId="77777777" w:rsidR="0079235A" w:rsidRPr="00807459" w:rsidRDefault="0079235A" w:rsidP="003B2553">
                  <w:pPr>
                    <w:widowControl w:val="0"/>
                    <w:tabs>
                      <w:tab w:val="center" w:pos="4677"/>
                      <w:tab w:val="right" w:pos="9355"/>
                    </w:tabs>
                    <w:spacing w:after="0" w:line="240" w:lineRule="auto"/>
                    <w:ind w:left="1134"/>
                    <w:outlineLvl w:val="1"/>
                    <w:rPr>
                      <w:rFonts w:ascii="Proxima Nova ExCn Rg" w:hAnsi="Proxima Nova ExCn Rg"/>
                      <w:sz w:val="28"/>
                    </w:rPr>
                  </w:pPr>
                </w:p>
                <w:p w14:paraId="57BAE58C"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380513C9" w14:textId="77777777" w:rsidR="0079235A" w:rsidRPr="00807459" w:rsidRDefault="0079235A" w:rsidP="003B2553">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tcPr>
                <w:p w14:paraId="35D4DD63"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423DF0DD" w14:textId="77777777" w:rsidR="0079235A" w:rsidRPr="00807459" w:rsidRDefault="0079235A" w:rsidP="003B2553">
                  <w:pPr>
                    <w:widowControl w:val="0"/>
                    <w:tabs>
                      <w:tab w:val="center" w:pos="4677"/>
                      <w:tab w:val="right" w:pos="9355"/>
                    </w:tabs>
                    <w:spacing w:after="0" w:line="240" w:lineRule="auto"/>
                    <w:ind w:left="-156"/>
                    <w:jc w:val="center"/>
                    <w:rPr>
                      <w:rFonts w:ascii="Proxima Nova ExCn Rg" w:hAnsi="Proxima Nova ExCn Rg"/>
                      <w:sz w:val="28"/>
                    </w:rPr>
                  </w:pPr>
                  <w:r w:rsidRPr="00807459">
                    <w:rPr>
                      <w:rFonts w:ascii="Proxima Nova ExCn Rg" w:hAnsi="Proxima Nova ExCn Rg"/>
                      <w:sz w:val="28"/>
                    </w:rPr>
                    <w:t>× КК, где:</w:t>
                  </w:r>
                </w:p>
              </w:tc>
            </w:tr>
            <w:tr w:rsidR="0079235A" w:rsidRPr="00807459" w14:paraId="231EDFA3" w14:textId="77777777" w:rsidTr="003B2553">
              <w:trPr>
                <w:trHeight w:val="452"/>
              </w:trPr>
              <w:tc>
                <w:tcPr>
                  <w:tcW w:w="1110" w:type="dxa"/>
                  <w:vMerge/>
                  <w:vAlign w:val="center"/>
                </w:tcPr>
                <w:p w14:paraId="17B72435"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c>
                <w:tcPr>
                  <w:tcW w:w="1393" w:type="dxa"/>
                  <w:tcBorders>
                    <w:top w:val="single" w:sz="4" w:space="0" w:color="auto"/>
                    <w:left w:val="nil"/>
                    <w:bottom w:val="nil"/>
                    <w:right w:val="nil"/>
                  </w:tcBorders>
                  <w:vAlign w:val="center"/>
                </w:tcPr>
                <w:p w14:paraId="67F4D221"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436" w:type="dxa"/>
                  <w:vMerge/>
                  <w:vAlign w:val="center"/>
                </w:tcPr>
                <w:p w14:paraId="362E23C4"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r>
          </w:tbl>
          <w:p w14:paraId="727623FD"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94F8E75"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3C18E78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о цене договора участника закупки, заявка которого оценивается;</w:t>
            </w:r>
          </w:p>
          <w:p w14:paraId="2278369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КК - корректирующий коэффициент, который определяется в следующем порядке:</w:t>
            </w:r>
          </w:p>
          <w:p w14:paraId="78D3DA7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определяется </w:t>
            </w:r>
            <w:r w:rsidRPr="00807459">
              <w:rPr>
                <w:rFonts w:ascii="Proxima Nova ExCn Rg" w:hAnsi="Proxima Nova ExCn Rg"/>
                <w:b/>
                <w:sz w:val="28"/>
              </w:rPr>
              <w:t xml:space="preserve">средняя стоимость ценовых предложений участников закупки </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как отношение 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14:paraId="7270A7E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807459">
              <w:rPr>
                <w:rFonts w:ascii="Proxima Nova ExCn Rg" w:hAnsi="Proxima Nova ExCn Rg"/>
                <w:b/>
                <w:sz w:val="28"/>
              </w:rPr>
              <w:t xml:space="preserve">величина отклонения </w:t>
            </w:r>
            <w:r w:rsidRPr="00807459">
              <w:rPr>
                <w:rFonts w:ascii="Proxima Nova ExCn Rg" w:hAnsi="Proxima Nova ExCn Rg"/>
                <w:sz w:val="28"/>
              </w:rPr>
              <w:t>(В</w:t>
            </w:r>
            <w:r w:rsidRPr="00807459">
              <w:rPr>
                <w:rFonts w:ascii="Proxima Nova ExCn Rg" w:hAnsi="Proxima Nova ExCn Rg"/>
                <w:sz w:val="28"/>
                <w:vertAlign w:val="subscript"/>
              </w:rPr>
              <w:t>отк</w:t>
            </w:r>
            <w:r w:rsidRPr="00807459">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66E603E2"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w:t>
            </w:r>
            <w:r w:rsidRPr="00807459">
              <w:rPr>
                <w:rFonts w:ascii="Proxima Nova ExCn Rg" w:hAnsi="Proxima Nova ExCn Rg"/>
                <w:sz w:val="28"/>
                <w:vertAlign w:val="subscript"/>
              </w:rPr>
              <w:t xml:space="preserve">отк </w:t>
            </w:r>
            <w:r w:rsidRPr="00807459">
              <w:rPr>
                <w:rFonts w:ascii="Proxima Nova ExCn Rg" w:hAnsi="Proxima Nova ExCn Rg"/>
                <w:sz w:val="28"/>
              </w:rPr>
              <w:t xml:space="preserve">= </w:t>
            </w:r>
            <w:r w:rsidRPr="00807459">
              <w:rPr>
                <w:rFonts w:ascii="Proxima Nova ExCn Rg" w:hAnsi="Proxima Nova ExCn Rg"/>
                <w:sz w:val="28"/>
                <w:lang w:val="en-US"/>
              </w:rPr>
              <w:t>I</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w:t>
            </w:r>
            <w:r w:rsidRPr="00807459">
              <w:rPr>
                <w:rFonts w:ascii="Proxima Nova ExCn Rg" w:hAnsi="Proxima Nova ExCn Rg"/>
                <w:sz w:val="28"/>
                <w:szCs w:val="28"/>
                <w:lang w:eastAsia="ru-RU"/>
              </w:rPr>
              <w:t>-</w:t>
            </w:r>
            <w:r w:rsidRPr="00807459">
              <w:rPr>
                <w:rFonts w:ascii="Proxima Nova ExCn Rg" w:hAnsi="Proxima Nova ExCn Rg"/>
                <w:sz w:val="28"/>
              </w:rPr>
              <w:t xml:space="preserve"> Ц</w:t>
            </w:r>
            <w:r w:rsidRPr="00807459">
              <w:rPr>
                <w:rFonts w:ascii="Proxima Nova ExCn Rg" w:hAnsi="Proxima Nova ExCn Rg"/>
                <w:sz w:val="28"/>
                <w:vertAlign w:val="subscript"/>
                <w:lang w:val="en-US"/>
              </w:rPr>
              <w:t>i</w:t>
            </w:r>
            <w:r w:rsidRPr="00807459">
              <w:rPr>
                <w:rFonts w:ascii="Proxima Nova ExCn Rg" w:hAnsi="Proxima Nova ExCn Rg"/>
                <w:sz w:val="28"/>
                <w:lang w:val="en-US"/>
              </w:rPr>
              <w:t>I</w:t>
            </w:r>
            <w:r w:rsidRPr="00807459">
              <w:rPr>
                <w:rFonts w:ascii="Proxima Nova ExCn Rg" w:hAnsi="Proxima Nova ExCn Rg"/>
                <w:sz w:val="28"/>
              </w:rPr>
              <w:t>;</w:t>
            </w:r>
          </w:p>
          <w:p w14:paraId="212FF382"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рассчитывается </w:t>
            </w:r>
            <w:r w:rsidRPr="00807459">
              <w:rPr>
                <w:rFonts w:ascii="Proxima Nova ExCn Rg" w:hAnsi="Proxima Nova ExCn Rg"/>
                <w:b/>
                <w:sz w:val="28"/>
              </w:rPr>
              <w:t>коэффициент отклонения</w:t>
            </w:r>
            <w:r w:rsidRPr="00807459">
              <w:rPr>
                <w:rFonts w:ascii="Proxima Nova ExCn Rg" w:hAnsi="Proxima Nova ExCn Rg"/>
                <w:sz w:val="28"/>
              </w:rPr>
              <w:t xml:space="preserve"> (КО) по формуле:</w:t>
            </w:r>
          </w:p>
          <w:p w14:paraId="479D861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 = В</w:t>
            </w:r>
            <w:r w:rsidRPr="00807459">
              <w:rPr>
                <w:rFonts w:ascii="Proxima Nova ExCn Rg" w:hAnsi="Proxima Nova ExCn Rg"/>
                <w:sz w:val="28"/>
                <w:vertAlign w:val="subscript"/>
              </w:rPr>
              <w:t xml:space="preserve">отк </w:t>
            </w:r>
            <w:r w:rsidRPr="00807459">
              <w:rPr>
                <w:rFonts w:ascii="Proxima Nova ExCn Rg" w:hAnsi="Proxima Nova ExCn Rg"/>
                <w:sz w:val="28"/>
              </w:rPr>
              <w:t>/ С</w:t>
            </w:r>
            <w:r w:rsidRPr="00807459">
              <w:rPr>
                <w:rFonts w:ascii="Proxima Nova ExCn Rg" w:hAnsi="Proxima Nova ExCn Rg"/>
                <w:sz w:val="28"/>
                <w:vertAlign w:val="subscript"/>
              </w:rPr>
              <w:t>ср</w:t>
            </w:r>
            <w:r w:rsidRPr="00807459">
              <w:rPr>
                <w:rFonts w:ascii="Proxima Nova ExCn Rg" w:hAnsi="Proxima Nova ExCn Rg"/>
                <w:sz w:val="28"/>
              </w:rPr>
              <w:t xml:space="preserve"> х 100;</w:t>
            </w:r>
          </w:p>
          <w:p w14:paraId="012ECFB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4. устанавливается КК:</w:t>
            </w:r>
          </w:p>
          <w:p w14:paraId="7BE47141"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 если КО не превышает 25%, то КК = 100;</w:t>
            </w:r>
          </w:p>
          <w:p w14:paraId="05D9C487"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 - если КО превышает 25%, то КК= 100-КО</w:t>
            </w:r>
          </w:p>
          <w:p w14:paraId="0E551C14"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7222E51C"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3FBC45B4"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34CADED6" w14:textId="77777777" w:rsidR="0079235A" w:rsidRPr="00807459" w:rsidRDefault="0079235A" w:rsidP="003B2553">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65D3866A"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0,35</w:t>
            </w:r>
          </w:p>
        </w:tc>
        <w:tc>
          <w:tcPr>
            <w:tcW w:w="1418" w:type="dxa"/>
          </w:tcPr>
          <w:p w14:paraId="7ED88611"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Не применимо</w:t>
            </w:r>
          </w:p>
        </w:tc>
        <w:tc>
          <w:tcPr>
            <w:tcW w:w="1649" w:type="dxa"/>
          </w:tcPr>
          <w:p w14:paraId="539C3A27"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0,35 (35%)</w:t>
            </w:r>
          </w:p>
        </w:tc>
        <w:tc>
          <w:tcPr>
            <w:tcW w:w="3652" w:type="dxa"/>
          </w:tcPr>
          <w:p w14:paraId="2B6FCD4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79235A" w:rsidRPr="00807459" w14:paraId="7314B568" w14:textId="77777777" w:rsidTr="003B2553">
        <w:tc>
          <w:tcPr>
            <w:tcW w:w="736" w:type="dxa"/>
          </w:tcPr>
          <w:p w14:paraId="25E436E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p>
        </w:tc>
        <w:tc>
          <w:tcPr>
            <w:tcW w:w="2236" w:type="dxa"/>
          </w:tcPr>
          <w:p w14:paraId="3F1A78DC"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p>
        </w:tc>
        <w:tc>
          <w:tcPr>
            <w:tcW w:w="5528" w:type="dxa"/>
          </w:tcPr>
          <w:p w14:paraId="759B53F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c>
          <w:tcPr>
            <w:tcW w:w="1418" w:type="dxa"/>
          </w:tcPr>
          <w:p w14:paraId="62F0B525"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1649" w:type="dxa"/>
          </w:tcPr>
          <w:p w14:paraId="47622FDF"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0,6 (60%)</w:t>
            </w:r>
          </w:p>
        </w:tc>
        <w:tc>
          <w:tcPr>
            <w:tcW w:w="3652" w:type="dxa"/>
          </w:tcPr>
          <w:p w14:paraId="1CD3594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r>
      <w:tr w:rsidR="0079235A" w:rsidRPr="00807459" w14:paraId="2764DA0E" w14:textId="77777777" w:rsidTr="003B2553">
        <w:tc>
          <w:tcPr>
            <w:tcW w:w="736" w:type="dxa"/>
            <w:vMerge w:val="restart"/>
          </w:tcPr>
          <w:p w14:paraId="7C8054F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236" w:type="dxa"/>
            <w:vMerge w:val="restart"/>
          </w:tcPr>
          <w:p w14:paraId="624836B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5528" w:type="dxa"/>
          </w:tcPr>
          <w:p w14:paraId="0767B9C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Pr>
          <w:p w14:paraId="314E38EB"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20EA695D"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1</w:t>
            </w:r>
            <w:r w:rsidRPr="00807459">
              <w:rPr>
                <w:rFonts w:ascii="Proxima Nova ExCn Rg" w:hAnsi="Proxima Nova ExCn Rg"/>
                <w:sz w:val="28"/>
              </w:rPr>
              <w:t xml:space="preserve"> (</w:t>
            </w:r>
            <w:r>
              <w:rPr>
                <w:rFonts w:ascii="Proxima Nova ExCn Rg" w:hAnsi="Proxima Nova ExCn Rg"/>
                <w:sz w:val="28"/>
              </w:rPr>
              <w:t>10</w:t>
            </w:r>
            <w:r w:rsidRPr="00807459">
              <w:rPr>
                <w:rFonts w:ascii="Proxima Nova ExCn Rg" w:hAnsi="Proxima Nova ExCn Rg"/>
                <w:sz w:val="28"/>
              </w:rPr>
              <w:t>%)</w:t>
            </w:r>
          </w:p>
        </w:tc>
        <w:tc>
          <w:tcPr>
            <w:tcW w:w="3652" w:type="dxa"/>
            <w:vMerge w:val="restart"/>
          </w:tcPr>
          <w:p w14:paraId="5BD8CE0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79235A" w:rsidRPr="00807459" w14:paraId="38BC4B22" w14:textId="77777777" w:rsidTr="003B2553">
        <w:tc>
          <w:tcPr>
            <w:tcW w:w="736" w:type="dxa"/>
            <w:vMerge/>
          </w:tcPr>
          <w:p w14:paraId="630E1A0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0A9C8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452389C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1649" w:type="dxa"/>
            <w:vMerge/>
          </w:tcPr>
          <w:p w14:paraId="7F6AAED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AC1D2A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48D25C1" w14:textId="77777777" w:rsidTr="003B2553">
        <w:tc>
          <w:tcPr>
            <w:tcW w:w="736" w:type="dxa"/>
            <w:vMerge/>
          </w:tcPr>
          <w:p w14:paraId="2A9B1CB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BAA39C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C776D3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w:t>
            </w:r>
            <w:r>
              <w:rPr>
                <w:rFonts w:ascii="Proxima Nova ExCn Rg" w:hAnsi="Proxima Nova ExCn Rg"/>
                <w:sz w:val="28"/>
              </w:rPr>
              <w:t xml:space="preserve"> и более</w:t>
            </w:r>
            <w:r w:rsidRPr="00807459">
              <w:rPr>
                <w:rFonts w:ascii="Proxima Nova ExCn Rg" w:hAnsi="Proxima Nova ExCn Rg"/>
                <w:sz w:val="28"/>
              </w:rPr>
              <w:t xml:space="preserve"> по всем и каждому страховому случаю</w:t>
            </w:r>
          </w:p>
        </w:tc>
        <w:tc>
          <w:tcPr>
            <w:tcW w:w="1418" w:type="dxa"/>
          </w:tcPr>
          <w:p w14:paraId="3CA4F234"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1EEC830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26C01C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2ECC33FA" w14:textId="77777777" w:rsidTr="003B2553">
        <w:tc>
          <w:tcPr>
            <w:tcW w:w="736" w:type="dxa"/>
            <w:vMerge/>
          </w:tcPr>
          <w:p w14:paraId="25EE3DB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FC1B4A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53D109E"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50 млн. рублей (включительно) и более, но менее 60 млн. рублей  </w:t>
            </w:r>
            <w:r w:rsidRPr="00807459">
              <w:rPr>
                <w:rFonts w:ascii="Proxima Nova ExCn Rg" w:hAnsi="Proxima Nova ExCn Rg"/>
                <w:sz w:val="28"/>
              </w:rPr>
              <w:t>по всем и каждому страховому случаю</w:t>
            </w:r>
          </w:p>
        </w:tc>
        <w:tc>
          <w:tcPr>
            <w:tcW w:w="1418" w:type="dxa"/>
          </w:tcPr>
          <w:p w14:paraId="12B3209E"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7CF70F1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D0B8A7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3EDABF4" w14:textId="77777777" w:rsidTr="003B2553">
        <w:tc>
          <w:tcPr>
            <w:tcW w:w="736" w:type="dxa"/>
            <w:vMerge/>
          </w:tcPr>
          <w:p w14:paraId="6AF2C68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EB5FDA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6D1ECAE"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40 млн. рублей (включительно) и более, но менее  50 млн. рублей  </w:t>
            </w:r>
            <w:r w:rsidRPr="00807459">
              <w:rPr>
                <w:rFonts w:ascii="Proxima Nova ExCn Rg" w:hAnsi="Proxima Nova ExCn Rg"/>
                <w:sz w:val="28"/>
              </w:rPr>
              <w:t>по всем и каждому страховому случаю</w:t>
            </w:r>
          </w:p>
        </w:tc>
        <w:tc>
          <w:tcPr>
            <w:tcW w:w="1418" w:type="dxa"/>
          </w:tcPr>
          <w:p w14:paraId="5E719B6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476400E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28498F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A854B04" w14:textId="77777777" w:rsidTr="003B2553">
        <w:tc>
          <w:tcPr>
            <w:tcW w:w="736" w:type="dxa"/>
            <w:vMerge/>
          </w:tcPr>
          <w:p w14:paraId="1FEA702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FDD711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D477E6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30 млн. рублей (включительно) и более, но менее 40 млн. рублей  </w:t>
            </w:r>
            <w:r w:rsidRPr="00807459">
              <w:rPr>
                <w:rFonts w:ascii="Proxima Nova ExCn Rg" w:hAnsi="Proxima Nova ExCn Rg"/>
                <w:sz w:val="28"/>
              </w:rPr>
              <w:t>по всем и каждому страховому случаю</w:t>
            </w:r>
          </w:p>
        </w:tc>
        <w:tc>
          <w:tcPr>
            <w:tcW w:w="1418" w:type="dxa"/>
          </w:tcPr>
          <w:p w14:paraId="6AC91E8A"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0A58E5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A52835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8ECB24E" w14:textId="77777777" w:rsidTr="003B2553">
        <w:tc>
          <w:tcPr>
            <w:tcW w:w="736" w:type="dxa"/>
            <w:vMerge/>
          </w:tcPr>
          <w:p w14:paraId="269BAAF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CFA059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EB55F79"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20 млн. рублей (включительно) и более, но менее 30 млн. рублей </w:t>
            </w:r>
            <w:r w:rsidRPr="00807459">
              <w:rPr>
                <w:rFonts w:ascii="Proxima Nova ExCn Rg" w:hAnsi="Proxima Nova ExCn Rg"/>
                <w:sz w:val="28"/>
              </w:rPr>
              <w:t>по всем и каждому страховому случаю</w:t>
            </w:r>
          </w:p>
        </w:tc>
        <w:tc>
          <w:tcPr>
            <w:tcW w:w="1418" w:type="dxa"/>
          </w:tcPr>
          <w:p w14:paraId="6F1C9B31"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377A98C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5437BA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7724A5F" w14:textId="77777777" w:rsidTr="003B2553">
        <w:tc>
          <w:tcPr>
            <w:tcW w:w="736" w:type="dxa"/>
            <w:vMerge/>
          </w:tcPr>
          <w:p w14:paraId="6B8129F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534859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AF67C39"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2</w:t>
            </w:r>
            <w:r w:rsidRPr="00807459">
              <w:rPr>
                <w:rFonts w:ascii="Proxima Nova ExCn Rg" w:hAnsi="Proxima Nova ExCn Rg"/>
                <w:sz w:val="28"/>
              </w:rPr>
              <w:t>0 млн. рублей по всем и</w:t>
            </w:r>
            <w:r>
              <w:rPr>
                <w:rFonts w:ascii="Proxima Nova ExCn Rg" w:hAnsi="Proxima Nova ExCn Rg"/>
                <w:sz w:val="28"/>
              </w:rPr>
              <w:t xml:space="preserve"> </w:t>
            </w:r>
            <w:r w:rsidRPr="00807459">
              <w:rPr>
                <w:rFonts w:ascii="Proxima Nova ExCn Rg" w:hAnsi="Proxima Nova ExCn Rg"/>
                <w:sz w:val="28"/>
              </w:rPr>
              <w:t xml:space="preserve">каждому страховому случаю </w:t>
            </w:r>
            <w:r>
              <w:rPr>
                <w:rFonts w:ascii="Proxima Nova ExCn Rg" w:hAnsi="Proxima Nova ExCn Rg"/>
                <w:sz w:val="28"/>
              </w:rPr>
              <w:t>или о</w:t>
            </w:r>
            <w:r w:rsidRPr="00807459">
              <w:rPr>
                <w:rFonts w:ascii="Proxima Nova ExCn Rg" w:hAnsi="Proxima Nova ExCn Rg"/>
                <w:sz w:val="28"/>
              </w:rPr>
              <w:t>тсутствие полиса</w:t>
            </w:r>
          </w:p>
        </w:tc>
        <w:tc>
          <w:tcPr>
            <w:tcW w:w="1418" w:type="dxa"/>
          </w:tcPr>
          <w:p w14:paraId="3D088CA5"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C086C0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A2563C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700CEF50" w14:textId="77777777" w:rsidTr="003B2553">
        <w:tc>
          <w:tcPr>
            <w:tcW w:w="736" w:type="dxa"/>
            <w:vMerge/>
          </w:tcPr>
          <w:p w14:paraId="069C005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9C6F88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51393FD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w:t>
            </w:r>
          </w:p>
        </w:tc>
        <w:tc>
          <w:tcPr>
            <w:tcW w:w="1649" w:type="dxa"/>
            <w:vMerge/>
          </w:tcPr>
          <w:p w14:paraId="1C52EB0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4104AA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B3E903B" w14:textId="77777777" w:rsidTr="003B2553">
        <w:tc>
          <w:tcPr>
            <w:tcW w:w="736" w:type="dxa"/>
            <w:vMerge/>
          </w:tcPr>
          <w:p w14:paraId="3B45B99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CEC998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BCBF16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80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200 млн. рублей (включительно) по всем страховым случаям</w:t>
            </w:r>
          </w:p>
        </w:tc>
        <w:tc>
          <w:tcPr>
            <w:tcW w:w="1418" w:type="dxa"/>
          </w:tcPr>
          <w:p w14:paraId="79F87FA3"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4D45892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AB573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262351ED" w14:textId="77777777" w:rsidTr="003B2553">
        <w:tc>
          <w:tcPr>
            <w:tcW w:w="736" w:type="dxa"/>
            <w:vMerge/>
          </w:tcPr>
          <w:p w14:paraId="5A3015F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1C7087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B9D448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более, но менее 80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6B5AD3D2"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167D1BE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8A3FCB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686F376" w14:textId="77777777" w:rsidTr="003B2553">
        <w:tc>
          <w:tcPr>
            <w:tcW w:w="736" w:type="dxa"/>
            <w:vMerge/>
          </w:tcPr>
          <w:p w14:paraId="340AA93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0AA50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B6AF08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более, но менее 70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0099B70C"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240FF8B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3C6390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635901A" w14:textId="77777777" w:rsidTr="003B2553">
        <w:tc>
          <w:tcPr>
            <w:tcW w:w="736" w:type="dxa"/>
            <w:vMerge/>
          </w:tcPr>
          <w:p w14:paraId="7236C84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AAD214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EE1AAE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50 млн. рублей (включительно) и более, но менее 60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52675104"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609BD72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599BEB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F20EF4C" w14:textId="77777777" w:rsidTr="003B2553">
        <w:tc>
          <w:tcPr>
            <w:tcW w:w="736" w:type="dxa"/>
            <w:vMerge/>
          </w:tcPr>
          <w:p w14:paraId="4FE5FC5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50DF5E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39FCBDA"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40 млн. рублей (включительно) и более, но не менее 50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645C4CB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43F84FF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81F984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2AC123E" w14:textId="77777777" w:rsidTr="003B2553">
        <w:tc>
          <w:tcPr>
            <w:tcW w:w="736" w:type="dxa"/>
            <w:vMerge/>
          </w:tcPr>
          <w:p w14:paraId="0D890FD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E31DE7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A310F0B"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4</w:t>
            </w:r>
            <w:r w:rsidRPr="00807459">
              <w:rPr>
                <w:rFonts w:ascii="Proxima Nova ExCn Rg" w:hAnsi="Proxima Nova ExCn Rg"/>
                <w:sz w:val="28"/>
              </w:rPr>
              <w:t xml:space="preserve">0 млн. рублей </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071AE43A"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2DB246A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B4C8C3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8480A3E" w14:textId="77777777" w:rsidTr="003B2553">
        <w:tc>
          <w:tcPr>
            <w:tcW w:w="736" w:type="dxa"/>
            <w:vMerge/>
          </w:tcPr>
          <w:p w14:paraId="0E449C7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932F65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3322410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1649" w:type="dxa"/>
            <w:vMerge/>
          </w:tcPr>
          <w:p w14:paraId="44256B1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A8AC22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8F8E17E" w14:textId="77777777" w:rsidTr="003B2553">
        <w:tc>
          <w:tcPr>
            <w:tcW w:w="736" w:type="dxa"/>
            <w:vMerge/>
          </w:tcPr>
          <w:p w14:paraId="2EBDDAD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4806C2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DC1E10C"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500 млн. рублей (включительно) по всем страховым случаям</w:t>
            </w:r>
          </w:p>
        </w:tc>
        <w:tc>
          <w:tcPr>
            <w:tcW w:w="1418" w:type="dxa"/>
          </w:tcPr>
          <w:p w14:paraId="61E34AC5"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7B8575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5FC3E9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2681DFAF" w14:textId="77777777" w:rsidTr="003B2553">
        <w:tc>
          <w:tcPr>
            <w:tcW w:w="736" w:type="dxa"/>
            <w:vMerge/>
          </w:tcPr>
          <w:p w14:paraId="5EEF8E0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7290BB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CB375D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90 млн. рублей (включительно) и более, но менее  100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3BBDD8A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7D2D8D8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79C695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B2D007C" w14:textId="77777777" w:rsidTr="003B2553">
        <w:tc>
          <w:tcPr>
            <w:tcW w:w="736" w:type="dxa"/>
            <w:vMerge/>
          </w:tcPr>
          <w:p w14:paraId="5F6F157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39653D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91C078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80 млн. рублей (включительно) и более, но менее 90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4359690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581F518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487073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862B097" w14:textId="77777777" w:rsidTr="003B2553">
        <w:tc>
          <w:tcPr>
            <w:tcW w:w="736" w:type="dxa"/>
            <w:vMerge/>
          </w:tcPr>
          <w:p w14:paraId="5878424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94791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2F6172A"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более, но менее 80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05E35564"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7D4F9A7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1E5CFD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2532DB22" w14:textId="77777777" w:rsidTr="003B2553">
        <w:tc>
          <w:tcPr>
            <w:tcW w:w="736" w:type="dxa"/>
            <w:vMerge/>
          </w:tcPr>
          <w:p w14:paraId="1D1D49B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7A2393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57ABCB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более, но менее  70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00A787DD"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3613DDA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32B74F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1BEAA9D" w14:textId="77777777" w:rsidTr="003B2553">
        <w:tc>
          <w:tcPr>
            <w:tcW w:w="736" w:type="dxa"/>
            <w:vMerge/>
          </w:tcPr>
          <w:p w14:paraId="2B0D720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DDD609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0CF9B6E"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678AC09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510B8E5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35F800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AC91025" w14:textId="77777777" w:rsidTr="003B2553">
        <w:tc>
          <w:tcPr>
            <w:tcW w:w="736" w:type="dxa"/>
            <w:vMerge w:val="restart"/>
          </w:tcPr>
          <w:p w14:paraId="4AA4135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2.2.</w:t>
            </w:r>
          </w:p>
        </w:tc>
        <w:tc>
          <w:tcPr>
            <w:tcW w:w="2236" w:type="dxa"/>
            <w:vMerge w:val="restart"/>
          </w:tcPr>
          <w:p w14:paraId="1387B7D2"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финансовыми ресурсами, необходимыми для исполнения обязательств по договору</w:t>
            </w:r>
          </w:p>
        </w:tc>
        <w:tc>
          <w:tcPr>
            <w:tcW w:w="5528" w:type="dxa"/>
          </w:tcPr>
          <w:p w14:paraId="58A3AF6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418" w:type="dxa"/>
          </w:tcPr>
          <w:p w14:paraId="1A8C1001"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0A4EC232"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2</w:t>
            </w:r>
            <w:r w:rsidRPr="00807459">
              <w:rPr>
                <w:rFonts w:ascii="Proxima Nova ExCn Rg" w:hAnsi="Proxima Nova ExCn Rg"/>
                <w:sz w:val="28"/>
              </w:rPr>
              <w:t xml:space="preserve"> (</w:t>
            </w:r>
            <w:r>
              <w:rPr>
                <w:rFonts w:ascii="Proxima Nova ExCn Rg" w:hAnsi="Proxima Nova ExCn Rg"/>
                <w:sz w:val="28"/>
              </w:rPr>
              <w:t>20</w:t>
            </w:r>
            <w:r w:rsidRPr="00807459">
              <w:rPr>
                <w:rFonts w:ascii="Proxima Nova ExCn Rg" w:hAnsi="Proxima Nova ExCn Rg"/>
                <w:sz w:val="28"/>
              </w:rPr>
              <w:t>%)</w:t>
            </w:r>
          </w:p>
        </w:tc>
        <w:tc>
          <w:tcPr>
            <w:tcW w:w="3652" w:type="dxa"/>
            <w:vMerge w:val="restart"/>
          </w:tcPr>
          <w:p w14:paraId="0A7CA4C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с подтверждением об отправке в налоговой орган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79235A" w:rsidRPr="00807459" w14:paraId="5220904D" w14:textId="77777777" w:rsidTr="003B2553">
        <w:tc>
          <w:tcPr>
            <w:tcW w:w="736" w:type="dxa"/>
            <w:vMerge/>
          </w:tcPr>
          <w:p w14:paraId="3E7D56B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973E33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1DE0E58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1649" w:type="dxa"/>
            <w:vMerge/>
          </w:tcPr>
          <w:p w14:paraId="57D1AA5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1804D4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B107913" w14:textId="77777777" w:rsidTr="003B2553">
        <w:tc>
          <w:tcPr>
            <w:tcW w:w="736" w:type="dxa"/>
            <w:vMerge/>
          </w:tcPr>
          <w:p w14:paraId="464CC41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A0AC82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AAE0D7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45</w:t>
            </w:r>
            <w:r w:rsidRPr="00807459">
              <w:rPr>
                <w:rFonts w:ascii="Proxima Nova ExCn Rg" w:hAnsi="Proxima Nova ExCn Rg"/>
                <w:sz w:val="28"/>
              </w:rPr>
              <w:t xml:space="preserve"> млн. рублей (включительно) и более</w:t>
            </w:r>
          </w:p>
        </w:tc>
        <w:tc>
          <w:tcPr>
            <w:tcW w:w="1418" w:type="dxa"/>
          </w:tcPr>
          <w:p w14:paraId="62473AA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1A25A9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C79E34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0D95E7F" w14:textId="77777777" w:rsidTr="003B2553">
        <w:tc>
          <w:tcPr>
            <w:tcW w:w="736" w:type="dxa"/>
            <w:vMerge/>
          </w:tcPr>
          <w:p w14:paraId="2201B1C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60E245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795F46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35</w:t>
            </w:r>
            <w:r w:rsidRPr="00807459">
              <w:rPr>
                <w:rFonts w:ascii="Proxima Nova ExCn Rg" w:hAnsi="Proxima Nova ExCn Rg"/>
                <w:sz w:val="28"/>
              </w:rPr>
              <w:t xml:space="preserve"> млн. рублей (включительно) и более, но менее </w:t>
            </w:r>
            <w:r>
              <w:rPr>
                <w:rFonts w:ascii="Proxima Nova ExCn Rg" w:hAnsi="Proxima Nova ExCn Rg"/>
                <w:sz w:val="28"/>
              </w:rPr>
              <w:t>45</w:t>
            </w:r>
            <w:r w:rsidRPr="00807459">
              <w:rPr>
                <w:rFonts w:ascii="Proxima Nova ExCn Rg" w:hAnsi="Proxima Nova ExCn Rg"/>
                <w:sz w:val="28"/>
              </w:rPr>
              <w:t xml:space="preserve"> млн. рублей</w:t>
            </w:r>
            <w:r>
              <w:rPr>
                <w:rFonts w:ascii="Proxima Nova ExCn Rg" w:hAnsi="Proxima Nova ExCn Rg"/>
                <w:sz w:val="28"/>
              </w:rPr>
              <w:t xml:space="preserve"> </w:t>
            </w:r>
          </w:p>
        </w:tc>
        <w:tc>
          <w:tcPr>
            <w:tcW w:w="1418" w:type="dxa"/>
          </w:tcPr>
          <w:p w14:paraId="2ECDED7C"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2D1C6E4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6BECD5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A194BEE" w14:textId="77777777" w:rsidTr="003B2553">
        <w:tc>
          <w:tcPr>
            <w:tcW w:w="736" w:type="dxa"/>
            <w:vMerge/>
          </w:tcPr>
          <w:p w14:paraId="3E0B15B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4BDBD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B3D142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25</w:t>
            </w:r>
            <w:r w:rsidRPr="00807459">
              <w:rPr>
                <w:rFonts w:ascii="Proxima Nova ExCn Rg" w:hAnsi="Proxima Nova ExCn Rg"/>
                <w:sz w:val="28"/>
              </w:rPr>
              <w:t xml:space="preserve">млн. рублей (включительно) и более, но менее </w:t>
            </w:r>
            <w:r>
              <w:rPr>
                <w:rFonts w:ascii="Proxima Nova ExCn Rg" w:hAnsi="Proxima Nova ExCn Rg"/>
                <w:sz w:val="28"/>
              </w:rPr>
              <w:t>35</w:t>
            </w:r>
            <w:r w:rsidRPr="00807459">
              <w:rPr>
                <w:rFonts w:ascii="Proxima Nova ExCn Rg" w:hAnsi="Proxima Nova ExCn Rg"/>
                <w:sz w:val="28"/>
              </w:rPr>
              <w:t xml:space="preserve"> млн. рублей</w:t>
            </w:r>
          </w:p>
        </w:tc>
        <w:tc>
          <w:tcPr>
            <w:tcW w:w="1418" w:type="dxa"/>
          </w:tcPr>
          <w:p w14:paraId="513B0897"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0C55C5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E73C35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E44512F" w14:textId="77777777" w:rsidTr="003B2553">
        <w:tc>
          <w:tcPr>
            <w:tcW w:w="736" w:type="dxa"/>
            <w:vMerge/>
          </w:tcPr>
          <w:p w14:paraId="078297D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807FDA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59AD4C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15</w:t>
            </w:r>
            <w:r w:rsidRPr="00807459">
              <w:rPr>
                <w:rFonts w:ascii="Proxima Nova ExCn Rg" w:hAnsi="Proxima Nova ExCn Rg"/>
                <w:sz w:val="28"/>
              </w:rPr>
              <w:t xml:space="preserve"> млн. рублей (включительно) и более, но менее </w:t>
            </w:r>
            <w:r>
              <w:rPr>
                <w:rFonts w:ascii="Proxima Nova ExCn Rg" w:hAnsi="Proxima Nova ExCn Rg"/>
                <w:sz w:val="28"/>
              </w:rPr>
              <w:t>25</w:t>
            </w:r>
            <w:r w:rsidRPr="00807459">
              <w:rPr>
                <w:rFonts w:ascii="Proxima Nova ExCn Rg" w:hAnsi="Proxima Nova ExCn Rg"/>
                <w:sz w:val="28"/>
              </w:rPr>
              <w:t xml:space="preserve"> млн. рублей</w:t>
            </w:r>
          </w:p>
        </w:tc>
        <w:tc>
          <w:tcPr>
            <w:tcW w:w="1418" w:type="dxa"/>
          </w:tcPr>
          <w:p w14:paraId="3FE07E80" w14:textId="77777777" w:rsidR="0079235A" w:rsidRPr="00807459" w:rsidDel="00A02E25"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261C98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C7DB98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FDE9B2A" w14:textId="77777777" w:rsidTr="003B2553">
        <w:tc>
          <w:tcPr>
            <w:tcW w:w="736" w:type="dxa"/>
            <w:vMerge/>
          </w:tcPr>
          <w:p w14:paraId="3DEB2E5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5CED1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2012589"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Pr>
                <w:rFonts w:ascii="Proxima Nova ExCn Rg" w:hAnsi="Proxima Nova ExCn Rg"/>
                <w:sz w:val="28"/>
              </w:rPr>
              <w:t>15</w:t>
            </w:r>
            <w:r w:rsidRPr="00807459">
              <w:rPr>
                <w:rFonts w:ascii="Proxima Nova ExCn Rg" w:hAnsi="Proxima Nova ExCn Rg"/>
                <w:sz w:val="28"/>
              </w:rPr>
              <w:t xml:space="preserve"> млн. рублей</w:t>
            </w:r>
          </w:p>
        </w:tc>
        <w:tc>
          <w:tcPr>
            <w:tcW w:w="1418" w:type="dxa"/>
          </w:tcPr>
          <w:p w14:paraId="4109D4DC"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3137CF7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51EF66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7AAE6F40" w14:textId="77777777" w:rsidTr="003B2553">
        <w:tc>
          <w:tcPr>
            <w:tcW w:w="736" w:type="dxa"/>
            <w:vMerge/>
          </w:tcPr>
          <w:p w14:paraId="29F36F6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B049CE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B041A6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менее 5 млн. рублей</w:t>
            </w:r>
            <w:r>
              <w:rPr>
                <w:rFonts w:ascii="Proxima Nova ExCn Rg" w:hAnsi="Proxima Nova ExCn Rg"/>
                <w:sz w:val="28"/>
              </w:rPr>
              <w:t xml:space="preserve"> </w:t>
            </w:r>
          </w:p>
        </w:tc>
        <w:tc>
          <w:tcPr>
            <w:tcW w:w="1418" w:type="dxa"/>
          </w:tcPr>
          <w:p w14:paraId="67754B76"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19DCE5A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A6408B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4792463" w14:textId="77777777" w:rsidTr="003B2553">
        <w:tc>
          <w:tcPr>
            <w:tcW w:w="736" w:type="dxa"/>
            <w:vMerge/>
          </w:tcPr>
          <w:p w14:paraId="10EEDB3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65DB01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43384E26"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w:t>
            </w:r>
          </w:p>
        </w:tc>
        <w:tc>
          <w:tcPr>
            <w:tcW w:w="1649" w:type="dxa"/>
            <w:vMerge/>
          </w:tcPr>
          <w:p w14:paraId="621AD6B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AAB9B7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2B4DCD5" w14:textId="77777777" w:rsidTr="003B2553">
        <w:tc>
          <w:tcPr>
            <w:tcW w:w="736" w:type="dxa"/>
            <w:vMerge/>
          </w:tcPr>
          <w:p w14:paraId="1675CE3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075158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6C7DE6B"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100 млн. рублей (включительно) и более</w:t>
            </w:r>
          </w:p>
        </w:tc>
        <w:tc>
          <w:tcPr>
            <w:tcW w:w="1418" w:type="dxa"/>
          </w:tcPr>
          <w:p w14:paraId="1CAC8AD0"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2255FC2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7B7D6B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74D9DBA7" w14:textId="77777777" w:rsidTr="003B2553">
        <w:tc>
          <w:tcPr>
            <w:tcW w:w="736" w:type="dxa"/>
            <w:vMerge/>
          </w:tcPr>
          <w:p w14:paraId="2F88B39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A5F7EE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C934658"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w:t>
            </w:r>
            <w:r>
              <w:rPr>
                <w:rFonts w:ascii="Proxima Nova ExCn Rg" w:hAnsi="Proxima Nova ExCn Rg"/>
                <w:sz w:val="28"/>
              </w:rPr>
              <w:t xml:space="preserve"> </w:t>
            </w:r>
            <w:r w:rsidRPr="00807459">
              <w:rPr>
                <w:rFonts w:ascii="Proxima Nova ExCn Rg" w:hAnsi="Proxima Nova ExCn Rg"/>
                <w:sz w:val="28"/>
              </w:rPr>
              <w:t xml:space="preserve"> </w:t>
            </w:r>
            <w:r>
              <w:rPr>
                <w:rFonts w:ascii="Proxima Nova ExCn Rg" w:hAnsi="Proxima Nova ExCn Rg"/>
                <w:sz w:val="28"/>
              </w:rPr>
              <w:t>8</w:t>
            </w:r>
            <w:r w:rsidRPr="00807459">
              <w:rPr>
                <w:rFonts w:ascii="Proxima Nova ExCn Rg" w:hAnsi="Proxima Nova ExCn Rg"/>
                <w:sz w:val="28"/>
              </w:rPr>
              <w:t>0 млн. рублей (включительно) и более, но менее 100 млн. рублей</w:t>
            </w:r>
            <w:r>
              <w:rPr>
                <w:rFonts w:ascii="Proxima Nova ExCn Rg" w:hAnsi="Proxima Nova ExCn Rg"/>
                <w:sz w:val="28"/>
              </w:rPr>
              <w:t xml:space="preserve"> </w:t>
            </w:r>
          </w:p>
        </w:tc>
        <w:tc>
          <w:tcPr>
            <w:tcW w:w="1418" w:type="dxa"/>
          </w:tcPr>
          <w:p w14:paraId="28FE782F"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4555713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9E582D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A6615B9" w14:textId="77777777" w:rsidTr="003B2553">
        <w:tc>
          <w:tcPr>
            <w:tcW w:w="736" w:type="dxa"/>
            <w:vMerge/>
          </w:tcPr>
          <w:p w14:paraId="64CC9C9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A1121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640F5FE"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w:t>
            </w:r>
            <w:r>
              <w:rPr>
                <w:rFonts w:ascii="Proxima Nova ExCn Rg" w:hAnsi="Proxima Nova ExCn Rg"/>
                <w:sz w:val="28"/>
              </w:rPr>
              <w:t xml:space="preserve"> </w:t>
            </w:r>
            <w:r w:rsidRPr="00807459">
              <w:rPr>
                <w:rFonts w:ascii="Proxima Nova ExCn Rg" w:hAnsi="Proxima Nova ExCn Rg"/>
                <w:sz w:val="28"/>
              </w:rPr>
              <w:t xml:space="preserve"> </w:t>
            </w:r>
            <w:r>
              <w:rPr>
                <w:rFonts w:ascii="Proxima Nova ExCn Rg" w:hAnsi="Proxima Nova ExCn Rg"/>
                <w:sz w:val="28"/>
              </w:rPr>
              <w:t>6</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8</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3529FD1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26DF6A3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3FBB54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3D11F16" w14:textId="77777777" w:rsidTr="003B2553">
        <w:tc>
          <w:tcPr>
            <w:tcW w:w="736" w:type="dxa"/>
            <w:vMerge/>
          </w:tcPr>
          <w:p w14:paraId="495C252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F097BC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9DDF60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333547A3"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1E09F5C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27C58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16D0506" w14:textId="77777777" w:rsidTr="003B2553">
        <w:tc>
          <w:tcPr>
            <w:tcW w:w="736" w:type="dxa"/>
            <w:vMerge/>
          </w:tcPr>
          <w:p w14:paraId="78A2696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B3840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6DC6C6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2</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4</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1136F121"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03CD265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04425D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22C1B361" w14:textId="77777777" w:rsidTr="003B2553">
        <w:tc>
          <w:tcPr>
            <w:tcW w:w="736" w:type="dxa"/>
            <w:vMerge/>
          </w:tcPr>
          <w:p w14:paraId="4E666F2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C2F8F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4D52FA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Pr>
                <w:rFonts w:ascii="Proxima Nova ExCn Rg" w:hAnsi="Proxima Nova ExCn Rg"/>
                <w:sz w:val="28"/>
              </w:rPr>
              <w:t>2</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1932942"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5A2BD4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F43AFF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475607F" w14:textId="77777777" w:rsidTr="003B2553">
        <w:tc>
          <w:tcPr>
            <w:tcW w:w="736" w:type="dxa"/>
            <w:vMerge/>
          </w:tcPr>
          <w:p w14:paraId="7C0B494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8064B9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048E6E78"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1649" w:type="dxa"/>
            <w:vMerge/>
          </w:tcPr>
          <w:p w14:paraId="6730B52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2A3796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77C058AD" w14:textId="77777777" w:rsidTr="003B2553">
        <w:tc>
          <w:tcPr>
            <w:tcW w:w="736" w:type="dxa"/>
            <w:vMerge/>
          </w:tcPr>
          <w:p w14:paraId="0603E08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DCA30B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0BC2F8E"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200 млн. рублей (включительно) и более</w:t>
            </w:r>
          </w:p>
        </w:tc>
        <w:tc>
          <w:tcPr>
            <w:tcW w:w="1418" w:type="dxa"/>
          </w:tcPr>
          <w:p w14:paraId="3E792836"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4908805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630C34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402A0D7" w14:textId="77777777" w:rsidTr="003B2553">
        <w:tc>
          <w:tcPr>
            <w:tcW w:w="736" w:type="dxa"/>
            <w:vMerge/>
          </w:tcPr>
          <w:p w14:paraId="2916D58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0AF02A"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7AAC5DB6"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1</w:t>
            </w:r>
            <w:r>
              <w:rPr>
                <w:rFonts w:ascii="Proxima Nova ExCn Rg" w:hAnsi="Proxima Nova ExCn Rg"/>
                <w:sz w:val="28"/>
              </w:rPr>
              <w:t>6</w:t>
            </w:r>
            <w:r w:rsidRPr="00807459">
              <w:rPr>
                <w:rFonts w:ascii="Proxima Nova ExCn Rg" w:hAnsi="Proxima Nova ExCn Rg"/>
                <w:sz w:val="28"/>
              </w:rPr>
              <w:t>0 млн. рублей (включительно) и более, но менее 200 млн. рублей</w:t>
            </w:r>
            <w:r>
              <w:rPr>
                <w:rFonts w:ascii="Proxima Nova ExCn Rg" w:hAnsi="Proxima Nova ExCn Rg"/>
                <w:sz w:val="28"/>
              </w:rPr>
              <w:t xml:space="preserve"> </w:t>
            </w:r>
          </w:p>
        </w:tc>
        <w:tc>
          <w:tcPr>
            <w:tcW w:w="1418" w:type="dxa"/>
          </w:tcPr>
          <w:p w14:paraId="41940308"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664523B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579281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A8F30F1" w14:textId="77777777" w:rsidTr="003B2553">
        <w:tc>
          <w:tcPr>
            <w:tcW w:w="736" w:type="dxa"/>
            <w:vMerge/>
          </w:tcPr>
          <w:p w14:paraId="43E1265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8856A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C7050D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12</w:t>
            </w:r>
            <w:r w:rsidRPr="00807459">
              <w:rPr>
                <w:rFonts w:ascii="Proxima Nova ExCn Rg" w:hAnsi="Proxima Nova ExCn Rg"/>
                <w:sz w:val="28"/>
              </w:rPr>
              <w:t>0 млн. рублей (включительно) и более, но менее 1</w:t>
            </w:r>
            <w:r>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1BD9B5E7"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0A240D1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416678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2DC8923D" w14:textId="77777777" w:rsidTr="003B2553">
        <w:tc>
          <w:tcPr>
            <w:tcW w:w="736" w:type="dxa"/>
            <w:vMerge/>
          </w:tcPr>
          <w:p w14:paraId="3255412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BB23AF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F8C9A2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8</w:t>
            </w:r>
            <w:r w:rsidRPr="00807459">
              <w:rPr>
                <w:rFonts w:ascii="Proxima Nova ExCn Rg" w:hAnsi="Proxima Nova ExCn Rg"/>
                <w:sz w:val="28"/>
              </w:rPr>
              <w:t>0 млн. рублей (включительно) и более, но менее 1</w:t>
            </w:r>
            <w:r>
              <w:rPr>
                <w:rFonts w:ascii="Proxima Nova ExCn Rg" w:hAnsi="Proxima Nova ExCn Rg"/>
                <w:sz w:val="28"/>
              </w:rPr>
              <w:t>2</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60029924"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5EB9E52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C98D24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F053A04" w14:textId="77777777" w:rsidTr="003B2553">
        <w:tc>
          <w:tcPr>
            <w:tcW w:w="736" w:type="dxa"/>
            <w:vMerge/>
          </w:tcPr>
          <w:p w14:paraId="029F05D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9AF5D6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79FD60C"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8</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59E364B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039BE94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F51C52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8B33BE0" w14:textId="77777777" w:rsidTr="003B2553">
        <w:tc>
          <w:tcPr>
            <w:tcW w:w="736" w:type="dxa"/>
            <w:vMerge/>
          </w:tcPr>
          <w:p w14:paraId="168F84E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AEB009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481824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Pr>
                <w:rFonts w:ascii="Proxima Nova ExCn Rg" w:hAnsi="Proxima Nova ExCn Rg"/>
                <w:sz w:val="28"/>
              </w:rPr>
              <w:t>4</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3770DD0D"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FDD191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01820E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215EFDB" w14:textId="77777777" w:rsidTr="003B2553">
        <w:tc>
          <w:tcPr>
            <w:tcW w:w="736" w:type="dxa"/>
          </w:tcPr>
          <w:p w14:paraId="2F0CC0D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2.3.</w:t>
            </w:r>
          </w:p>
        </w:tc>
        <w:tc>
          <w:tcPr>
            <w:tcW w:w="2236" w:type="dxa"/>
          </w:tcPr>
          <w:p w14:paraId="174DCD7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8" w:type="dxa"/>
          </w:tcPr>
          <w:p w14:paraId="1ED1442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418" w:type="dxa"/>
          </w:tcPr>
          <w:p w14:paraId="5D2F41EF"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79016482" w14:textId="77777777" w:rsidR="0079235A" w:rsidRPr="009F1B96" w:rsidRDefault="0079235A" w:rsidP="003B2553">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w:t>
            </w:r>
            <w:r>
              <w:rPr>
                <w:rFonts w:ascii="Proxima Nova ExCn Rg" w:hAnsi="Proxima Nova ExCn Rg"/>
                <w:sz w:val="28"/>
                <w:szCs w:val="28"/>
              </w:rPr>
              <w:t>30</w:t>
            </w:r>
            <w:r w:rsidRPr="009F1B96">
              <w:rPr>
                <w:rFonts w:ascii="Proxima Nova ExCn Rg" w:hAnsi="Proxima Nova ExCn Rg"/>
                <w:sz w:val="28"/>
                <w:szCs w:val="28"/>
              </w:rPr>
              <w:t xml:space="preserve"> (</w:t>
            </w:r>
            <w:r>
              <w:rPr>
                <w:rFonts w:ascii="Proxima Nova ExCn Rg" w:hAnsi="Proxima Nova ExCn Rg"/>
                <w:sz w:val="28"/>
                <w:szCs w:val="28"/>
              </w:rPr>
              <w:t>30</w:t>
            </w:r>
            <w:r w:rsidRPr="009F1B96">
              <w:rPr>
                <w:rFonts w:ascii="Proxima Nova ExCn Rg" w:hAnsi="Proxima Nova ExCn Rg"/>
                <w:sz w:val="28"/>
                <w:szCs w:val="28"/>
              </w:rPr>
              <w:t>%)</w:t>
            </w:r>
          </w:p>
        </w:tc>
        <w:tc>
          <w:tcPr>
            <w:tcW w:w="3652" w:type="dxa"/>
            <w:vMerge w:val="restart"/>
          </w:tcPr>
          <w:p w14:paraId="4579C4A4" w14:textId="77777777" w:rsidR="0079235A" w:rsidRDefault="0079235A" w:rsidP="003B2553">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штатных аудиторов в аудиторской организации</w:t>
            </w:r>
            <w:r>
              <w:rPr>
                <w:rFonts w:ascii="Proxima Nova ExCn Rg" w:eastAsia="ヒラギノ角ゴ Pro W3" w:hAnsi="Proxima Nova ExCn Rg"/>
                <w:color w:val="000000"/>
                <w:sz w:val="28"/>
                <w:szCs w:val="28"/>
              </w:rPr>
              <w:t xml:space="preserve"> и стаже их работы в качестве аудиторов</w:t>
            </w:r>
            <w:r w:rsidRPr="009F1B96">
              <w:rPr>
                <w:rFonts w:ascii="Proxima Nova ExCn Rg" w:eastAsia="ヒラギノ角ゴ Pro W3" w:hAnsi="Proxima Nova ExCn Rg"/>
                <w:color w:val="000000"/>
                <w:sz w:val="28"/>
                <w:szCs w:val="28"/>
              </w:rPr>
              <w:t xml:space="preserve">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6B799354" w14:textId="77777777" w:rsidR="0079235A" w:rsidRDefault="0079235A" w:rsidP="003B2553">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Копия Реестра должна 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копию Реестра для проверки сведений о численности штатных аудиторов</w:t>
            </w:r>
            <w:r>
              <w:rPr>
                <w:rFonts w:ascii="Proxima Nova ExCn Rg" w:eastAsia="ヒラギノ角ゴ Pro W3" w:hAnsi="Proxima Nova ExCn Rg"/>
                <w:color w:val="000000"/>
                <w:sz w:val="28"/>
                <w:szCs w:val="28"/>
              </w:rPr>
              <w:t xml:space="preserve"> и стаже их работы</w:t>
            </w:r>
            <w:r w:rsidRPr="009F1B96">
              <w:rPr>
                <w:rFonts w:ascii="Proxima Nova ExCn Rg" w:eastAsia="ヒラギノ角ゴ Pro W3" w:hAnsi="Proxima Nova ExCn Rg"/>
                <w:color w:val="000000"/>
                <w:sz w:val="28"/>
                <w:szCs w:val="28"/>
              </w:rPr>
              <w:t>.</w:t>
            </w:r>
          </w:p>
        </w:tc>
      </w:tr>
      <w:tr w:rsidR="0079235A" w:rsidRPr="00807459" w14:paraId="7D83F886" w14:textId="77777777" w:rsidTr="003B2553">
        <w:tc>
          <w:tcPr>
            <w:tcW w:w="736" w:type="dxa"/>
            <w:vMerge w:val="restart"/>
          </w:tcPr>
          <w:p w14:paraId="0E9F8598"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2.3.1.</w:t>
            </w:r>
          </w:p>
        </w:tc>
        <w:tc>
          <w:tcPr>
            <w:tcW w:w="2236" w:type="dxa"/>
            <w:vMerge w:val="restart"/>
          </w:tcPr>
          <w:p w14:paraId="18D4D45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6946" w:type="dxa"/>
            <w:gridSpan w:val="2"/>
          </w:tcPr>
          <w:p w14:paraId="37E1CE77"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 то присваиваются следующие значения:</w:t>
            </w:r>
          </w:p>
        </w:tc>
        <w:tc>
          <w:tcPr>
            <w:tcW w:w="1649" w:type="dxa"/>
            <w:vMerge/>
          </w:tcPr>
          <w:p w14:paraId="6CBA770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8764D6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5C7D44D" w14:textId="77777777" w:rsidTr="003B2553">
        <w:tc>
          <w:tcPr>
            <w:tcW w:w="736" w:type="dxa"/>
            <w:vMerge/>
          </w:tcPr>
          <w:p w14:paraId="4AE22EE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22E486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49D8F1C"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штатных аттестованных аудиторов</w:t>
            </w:r>
            <w:r w:rsidRPr="00807459">
              <w:rPr>
                <w:rStyle w:val="af0"/>
                <w:rFonts w:ascii="Proxima Nova ExCn Rg" w:hAnsi="Proxima Nova ExCn Rg"/>
                <w:sz w:val="28"/>
                <w:szCs w:val="28"/>
                <w:lang w:eastAsia="ru-RU"/>
              </w:rPr>
              <w:footnoteReference w:id="15"/>
            </w:r>
          </w:p>
        </w:tc>
        <w:tc>
          <w:tcPr>
            <w:tcW w:w="1418" w:type="dxa"/>
          </w:tcPr>
          <w:p w14:paraId="4B87F545"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39D9389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D5C377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6C2435E" w14:textId="77777777" w:rsidTr="003B2553">
        <w:tc>
          <w:tcPr>
            <w:tcW w:w="736" w:type="dxa"/>
            <w:vMerge/>
          </w:tcPr>
          <w:p w14:paraId="4E28572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CA544F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B52CB7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штатных аттестованных аудиторов</w:t>
            </w:r>
            <w:r w:rsidRPr="00807459">
              <w:rPr>
                <w:rStyle w:val="af0"/>
                <w:rFonts w:ascii="Proxima Nova ExCn Rg" w:hAnsi="Proxima Nova ExCn Rg"/>
                <w:sz w:val="28"/>
              </w:rPr>
              <w:footnoteReference w:id="16"/>
            </w:r>
          </w:p>
        </w:tc>
        <w:tc>
          <w:tcPr>
            <w:tcW w:w="1418" w:type="dxa"/>
          </w:tcPr>
          <w:p w14:paraId="625435B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539DDB8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9FC151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B75DE14" w14:textId="77777777" w:rsidTr="003B2553">
        <w:tc>
          <w:tcPr>
            <w:tcW w:w="736" w:type="dxa"/>
            <w:vMerge/>
          </w:tcPr>
          <w:p w14:paraId="659F141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2D3616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24C36C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штатных аттестованных аудиторов</w:t>
            </w:r>
            <w:r w:rsidRPr="00807459">
              <w:rPr>
                <w:rStyle w:val="af0"/>
                <w:rFonts w:ascii="Proxima Nova ExCn Rg" w:hAnsi="Proxima Nova ExCn Rg"/>
                <w:sz w:val="28"/>
                <w:szCs w:val="28"/>
                <w:lang w:eastAsia="ru-RU"/>
              </w:rPr>
              <w:footnoteReference w:id="17"/>
            </w:r>
          </w:p>
        </w:tc>
        <w:tc>
          <w:tcPr>
            <w:tcW w:w="1418" w:type="dxa"/>
          </w:tcPr>
          <w:p w14:paraId="60DD8CDD"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2E71D2B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FAD03C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21020B79" w14:textId="77777777" w:rsidTr="003B2553">
        <w:tc>
          <w:tcPr>
            <w:tcW w:w="736" w:type="dxa"/>
            <w:vMerge/>
          </w:tcPr>
          <w:p w14:paraId="43D56C5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DAB60C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2ADDF68"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штатных аттестованных аудиторов</w:t>
            </w:r>
          </w:p>
        </w:tc>
        <w:tc>
          <w:tcPr>
            <w:tcW w:w="1418" w:type="dxa"/>
          </w:tcPr>
          <w:p w14:paraId="43607C83"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7957E5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D1D884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20AF2312" w14:textId="77777777" w:rsidTr="003B2553">
        <w:tc>
          <w:tcPr>
            <w:tcW w:w="736" w:type="dxa"/>
            <w:vMerge/>
          </w:tcPr>
          <w:p w14:paraId="667EE83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9F55D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54AD7E29"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 то присваиваются следующие значения:</w:t>
            </w:r>
          </w:p>
        </w:tc>
        <w:tc>
          <w:tcPr>
            <w:tcW w:w="1649" w:type="dxa"/>
            <w:vMerge/>
          </w:tcPr>
          <w:p w14:paraId="1ECDCF4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8967FB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28AA382" w14:textId="77777777" w:rsidTr="003B2553">
        <w:tc>
          <w:tcPr>
            <w:tcW w:w="736" w:type="dxa"/>
            <w:vMerge/>
          </w:tcPr>
          <w:p w14:paraId="79E11FD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C902F3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27000DC"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штатных аттестованных аудиторов</w:t>
            </w:r>
            <w:r w:rsidRPr="00807459">
              <w:rPr>
                <w:rStyle w:val="af0"/>
                <w:rFonts w:ascii="Proxima Nova ExCn Rg" w:hAnsi="Proxima Nova ExCn Rg"/>
                <w:sz w:val="28"/>
              </w:rPr>
              <w:footnoteReference w:id="18"/>
            </w:r>
          </w:p>
        </w:tc>
        <w:tc>
          <w:tcPr>
            <w:tcW w:w="1418" w:type="dxa"/>
          </w:tcPr>
          <w:p w14:paraId="2DDDD463"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322992F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F8B02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77394A8D" w14:textId="77777777" w:rsidTr="003B2553">
        <w:tc>
          <w:tcPr>
            <w:tcW w:w="736" w:type="dxa"/>
            <w:vMerge/>
          </w:tcPr>
          <w:p w14:paraId="1BAF75E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54A602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156BA98"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19"/>
            </w:r>
            <w:r w:rsidRPr="00807459">
              <w:rPr>
                <w:rFonts w:ascii="Proxima Nova ExCn Rg" w:hAnsi="Proxima Nova ExCn Rg"/>
                <w:sz w:val="28"/>
              </w:rPr>
              <w:t xml:space="preserve"> </w:t>
            </w:r>
          </w:p>
        </w:tc>
        <w:tc>
          <w:tcPr>
            <w:tcW w:w="1418" w:type="dxa"/>
          </w:tcPr>
          <w:p w14:paraId="7740FC35"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131876C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C91FA3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3D74FA3" w14:textId="77777777" w:rsidTr="003B2553">
        <w:tc>
          <w:tcPr>
            <w:tcW w:w="736" w:type="dxa"/>
            <w:vMerge/>
          </w:tcPr>
          <w:p w14:paraId="6BEDE80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0EA2DA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2E7326B"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штатных аттестованных аудиторов</w:t>
            </w:r>
            <w:r w:rsidRPr="00807459">
              <w:rPr>
                <w:rStyle w:val="af0"/>
                <w:rFonts w:ascii="Proxima Nova ExCn Rg" w:hAnsi="Proxima Nova ExCn Rg"/>
                <w:sz w:val="28"/>
              </w:rPr>
              <w:footnoteReference w:id="20"/>
            </w:r>
            <w:r w:rsidRPr="00807459">
              <w:rPr>
                <w:rFonts w:ascii="Proxima Nova ExCn Rg" w:hAnsi="Proxima Nova ExCn Rg"/>
                <w:sz w:val="28"/>
              </w:rPr>
              <w:t xml:space="preserve"> </w:t>
            </w:r>
          </w:p>
        </w:tc>
        <w:tc>
          <w:tcPr>
            <w:tcW w:w="1418" w:type="dxa"/>
          </w:tcPr>
          <w:p w14:paraId="0A861448"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54C4C6B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C08ACB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F9A0184" w14:textId="77777777" w:rsidTr="003B2553">
        <w:tc>
          <w:tcPr>
            <w:tcW w:w="736" w:type="dxa"/>
            <w:vMerge/>
          </w:tcPr>
          <w:p w14:paraId="4616E18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6D7C70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FBF59E"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5 штатных аттестованных аудиторов </w:t>
            </w:r>
          </w:p>
        </w:tc>
        <w:tc>
          <w:tcPr>
            <w:tcW w:w="1418" w:type="dxa"/>
          </w:tcPr>
          <w:p w14:paraId="330A9BB8"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904BC3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5B5195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20827F5" w14:textId="77777777" w:rsidTr="003B2553">
        <w:tc>
          <w:tcPr>
            <w:tcW w:w="736" w:type="dxa"/>
            <w:vMerge/>
          </w:tcPr>
          <w:p w14:paraId="2238CF7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87AD52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1B500E5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1649" w:type="dxa"/>
            <w:vMerge/>
          </w:tcPr>
          <w:p w14:paraId="6943CD7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92F2E1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F27FA7E" w14:textId="77777777" w:rsidTr="003B2553">
        <w:tc>
          <w:tcPr>
            <w:tcW w:w="736" w:type="dxa"/>
            <w:vMerge/>
          </w:tcPr>
          <w:p w14:paraId="1DF1C8A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ABA90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7803CC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штатных аттестованных аудиторов</w:t>
            </w:r>
            <w:r w:rsidRPr="00807459">
              <w:rPr>
                <w:rStyle w:val="af0"/>
                <w:rFonts w:ascii="Proxima Nova ExCn Rg" w:hAnsi="Proxima Nova ExCn Rg"/>
                <w:sz w:val="28"/>
              </w:rPr>
              <w:footnoteReference w:id="21"/>
            </w:r>
          </w:p>
        </w:tc>
        <w:tc>
          <w:tcPr>
            <w:tcW w:w="1418" w:type="dxa"/>
          </w:tcPr>
          <w:p w14:paraId="6DA8397D"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69B26E2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D382D1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87CE407" w14:textId="77777777" w:rsidTr="003B2553">
        <w:tc>
          <w:tcPr>
            <w:tcW w:w="736" w:type="dxa"/>
            <w:vMerge/>
          </w:tcPr>
          <w:p w14:paraId="6BC193E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C5406E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E9A44E8"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штатных аттестованных аудиторов</w:t>
            </w:r>
            <w:r w:rsidRPr="00807459">
              <w:rPr>
                <w:rStyle w:val="af0"/>
                <w:rFonts w:ascii="Proxima Nova ExCn Rg" w:hAnsi="Proxima Nova ExCn Rg"/>
                <w:sz w:val="28"/>
              </w:rPr>
              <w:footnoteReference w:id="22"/>
            </w:r>
            <w:r w:rsidRPr="00807459">
              <w:rPr>
                <w:rFonts w:ascii="Proxima Nova ExCn Rg" w:hAnsi="Proxima Nova ExCn Rg"/>
                <w:sz w:val="28"/>
              </w:rPr>
              <w:t xml:space="preserve"> </w:t>
            </w:r>
          </w:p>
        </w:tc>
        <w:tc>
          <w:tcPr>
            <w:tcW w:w="1418" w:type="dxa"/>
          </w:tcPr>
          <w:p w14:paraId="3F52428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51CF5BD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B02E0F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B0CF526" w14:textId="77777777" w:rsidTr="003B2553">
        <w:tc>
          <w:tcPr>
            <w:tcW w:w="736" w:type="dxa"/>
            <w:vMerge/>
          </w:tcPr>
          <w:p w14:paraId="4A44D64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DDC632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AD51D26"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23"/>
            </w:r>
          </w:p>
        </w:tc>
        <w:tc>
          <w:tcPr>
            <w:tcW w:w="1418" w:type="dxa"/>
          </w:tcPr>
          <w:p w14:paraId="7CCBFAF1"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3866DBF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D11B30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D84E69E" w14:textId="77777777" w:rsidTr="003B2553">
        <w:tc>
          <w:tcPr>
            <w:tcW w:w="736" w:type="dxa"/>
            <w:vMerge/>
          </w:tcPr>
          <w:p w14:paraId="0B2566B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4E2E90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0137EC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штатных аттестованных аудиторов </w:t>
            </w:r>
          </w:p>
        </w:tc>
        <w:tc>
          <w:tcPr>
            <w:tcW w:w="1418" w:type="dxa"/>
          </w:tcPr>
          <w:p w14:paraId="06F25C3A"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1AC8D3B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56E24C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B596B2D" w14:textId="77777777" w:rsidTr="003B2553">
        <w:tc>
          <w:tcPr>
            <w:tcW w:w="736" w:type="dxa"/>
            <w:vMerge w:val="restart"/>
          </w:tcPr>
          <w:p w14:paraId="3E90017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2.3.2.</w:t>
            </w:r>
          </w:p>
        </w:tc>
        <w:tc>
          <w:tcPr>
            <w:tcW w:w="2236" w:type="dxa"/>
            <w:vMerge w:val="restart"/>
          </w:tcPr>
          <w:p w14:paraId="3594B8FA"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w:t>
            </w:r>
          </w:p>
        </w:tc>
        <w:tc>
          <w:tcPr>
            <w:tcW w:w="6946" w:type="dxa"/>
            <w:gridSpan w:val="2"/>
          </w:tcPr>
          <w:p w14:paraId="25890FA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количеству</w:t>
            </w:r>
          </w:p>
        </w:tc>
        <w:tc>
          <w:tcPr>
            <w:tcW w:w="1649" w:type="dxa"/>
            <w:vMerge/>
          </w:tcPr>
          <w:p w14:paraId="1629984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4C3171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369FD32" w14:textId="77777777" w:rsidTr="003B2553">
        <w:tc>
          <w:tcPr>
            <w:tcW w:w="736" w:type="dxa"/>
            <w:vMerge/>
          </w:tcPr>
          <w:p w14:paraId="1071826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DA56AB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DFB9D28"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Pr>
          <w:p w14:paraId="38C90E07"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142BFE2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6C30A2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D657FDF" w14:textId="77777777" w:rsidTr="003B2553">
        <w:tc>
          <w:tcPr>
            <w:tcW w:w="736" w:type="dxa"/>
            <w:vMerge/>
          </w:tcPr>
          <w:p w14:paraId="04233E7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71FD96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BE5436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Pr>
          <w:p w14:paraId="2556A1BA"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07872D1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7DABBD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B3E32FE" w14:textId="77777777" w:rsidTr="003B2553">
        <w:tc>
          <w:tcPr>
            <w:tcW w:w="736" w:type="dxa"/>
            <w:vMerge/>
          </w:tcPr>
          <w:p w14:paraId="49E77A8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053A7A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345407D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bottom w:val="single" w:sz="4" w:space="0" w:color="auto"/>
            </w:tcBorders>
          </w:tcPr>
          <w:p w14:paraId="16BC955A"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5BBA488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Borders>
              <w:bottom w:val="single" w:sz="4" w:space="0" w:color="auto"/>
            </w:tcBorders>
          </w:tcPr>
          <w:p w14:paraId="147E458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300F025" w14:textId="77777777" w:rsidTr="003B2553">
        <w:tc>
          <w:tcPr>
            <w:tcW w:w="736" w:type="dxa"/>
            <w:vMerge w:val="restart"/>
          </w:tcPr>
          <w:p w14:paraId="2C372A2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2.4.</w:t>
            </w:r>
          </w:p>
        </w:tc>
        <w:tc>
          <w:tcPr>
            <w:tcW w:w="2236" w:type="dxa"/>
            <w:vMerge w:val="restart"/>
          </w:tcPr>
          <w:p w14:paraId="5B58882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5528" w:type="dxa"/>
            <w:tcBorders>
              <w:bottom w:val="single" w:sz="4" w:space="0" w:color="auto"/>
            </w:tcBorders>
          </w:tcPr>
          <w:p w14:paraId="6E6D5C7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p>
        </w:tc>
        <w:tc>
          <w:tcPr>
            <w:tcW w:w="1418" w:type="dxa"/>
            <w:tcBorders>
              <w:bottom w:val="single" w:sz="4" w:space="0" w:color="auto"/>
            </w:tcBorders>
          </w:tcPr>
          <w:p w14:paraId="748263C7"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493ABC02"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w:t>
            </w:r>
            <w:r>
              <w:rPr>
                <w:rFonts w:ascii="Proxima Nova ExCn Rg" w:hAnsi="Proxima Nova ExCn Rg"/>
                <w:sz w:val="28"/>
              </w:rPr>
              <w:t>0</w:t>
            </w:r>
            <w:r w:rsidRPr="00807459">
              <w:rPr>
                <w:rFonts w:ascii="Proxima Nova ExCn Rg" w:hAnsi="Proxima Nova ExCn Rg"/>
                <w:sz w:val="28"/>
              </w:rPr>
              <w:t xml:space="preserve"> (2</w:t>
            </w:r>
            <w:r>
              <w:rPr>
                <w:rFonts w:ascii="Proxima Nova ExCn Rg" w:hAnsi="Proxima Nova ExCn Rg"/>
                <w:sz w:val="28"/>
              </w:rPr>
              <w:t>0</w:t>
            </w:r>
            <w:r w:rsidRPr="00807459">
              <w:rPr>
                <w:rFonts w:ascii="Proxima Nova ExCn Rg" w:hAnsi="Proxima Nova ExCn Rg"/>
                <w:sz w:val="28"/>
              </w:rPr>
              <w:t>%)</w:t>
            </w:r>
          </w:p>
        </w:tc>
        <w:tc>
          <w:tcPr>
            <w:tcW w:w="3652" w:type="dxa"/>
            <w:vMerge w:val="restart"/>
          </w:tcPr>
          <w:p w14:paraId="6D4B7629"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 исполненных договоров (контрактов) и актов приемки к ним</w:t>
            </w:r>
            <w:r w:rsidRPr="00807459">
              <w:rPr>
                <w:rStyle w:val="af0"/>
                <w:rFonts w:ascii="Proxima Nova ExCn Rg" w:hAnsi="Proxima Nova ExCn Rg"/>
                <w:sz w:val="28"/>
              </w:rPr>
              <w:footnoteReference w:id="24"/>
            </w:r>
            <w:r w:rsidRPr="00807459">
              <w:rPr>
                <w:rFonts w:ascii="Proxima Nova ExCn Rg" w:hAnsi="Proxima Nova ExCn Rg"/>
                <w:sz w:val="28"/>
              </w:rPr>
              <w:t>, а также справкой (резюме) аудитора, включающей в себя сведения о лице, в отношении которого проводилась аудиторская проверка, периоде оказания услуг, оформленной согласно требованиям документации о закупке</w:t>
            </w:r>
          </w:p>
        </w:tc>
      </w:tr>
      <w:tr w:rsidR="0079235A" w:rsidRPr="00807459" w14:paraId="31080681" w14:textId="77777777" w:rsidTr="003B2553">
        <w:tc>
          <w:tcPr>
            <w:tcW w:w="736" w:type="dxa"/>
            <w:vMerge/>
          </w:tcPr>
          <w:p w14:paraId="5609689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41FF89E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35A7A9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и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r w:rsidRPr="00807459">
              <w:rPr>
                <w:rStyle w:val="af0"/>
                <w:rFonts w:ascii="Proxima Nova ExCn Rg" w:hAnsi="Proxima Nova ExCn Rg"/>
                <w:sz w:val="28"/>
              </w:rPr>
              <w:footnoteReference w:id="25"/>
            </w:r>
          </w:p>
        </w:tc>
        <w:tc>
          <w:tcPr>
            <w:tcW w:w="1418" w:type="dxa"/>
            <w:tcBorders>
              <w:bottom w:val="single" w:sz="4" w:space="0" w:color="auto"/>
            </w:tcBorders>
          </w:tcPr>
          <w:p w14:paraId="411D2574"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1632BAFE" w14:textId="77777777" w:rsidR="0079235A" w:rsidRPr="00807459" w:rsidRDefault="0079235A" w:rsidP="0079235A">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333C72A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B293023" w14:textId="77777777" w:rsidTr="003B2553">
        <w:tc>
          <w:tcPr>
            <w:tcW w:w="736" w:type="dxa"/>
            <w:vMerge/>
          </w:tcPr>
          <w:p w14:paraId="1BEE4A6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FA9D69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519B4CE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4DE139A4"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1649" w:type="dxa"/>
            <w:vMerge/>
          </w:tcPr>
          <w:p w14:paraId="546D239D" w14:textId="77777777" w:rsidR="0079235A" w:rsidRPr="00807459" w:rsidRDefault="0079235A" w:rsidP="0079235A">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79FC3278"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DD442A1" w14:textId="77777777" w:rsidTr="003B2553">
        <w:tc>
          <w:tcPr>
            <w:tcW w:w="736" w:type="dxa"/>
            <w:vMerge/>
          </w:tcPr>
          <w:p w14:paraId="5628830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B36CAD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300FFE7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но не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70A1A771"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1649" w:type="dxa"/>
            <w:vMerge/>
          </w:tcPr>
          <w:p w14:paraId="04A18B32" w14:textId="77777777" w:rsidR="0079235A" w:rsidRPr="00807459" w:rsidRDefault="0079235A" w:rsidP="0079235A">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4465BB6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84E7E74" w14:textId="77777777" w:rsidTr="003B2553">
        <w:tc>
          <w:tcPr>
            <w:tcW w:w="736" w:type="dxa"/>
            <w:vMerge/>
          </w:tcPr>
          <w:p w14:paraId="230CE1E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4042EC0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6264A5B9"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и</w:t>
            </w:r>
            <w:r w:rsidRPr="00807459">
              <w:rPr>
                <w:rFonts w:ascii="Proxima Nova ExCn Rg" w:hAnsi="Proxima Nova ExCn Rg"/>
                <w:sz w:val="28"/>
                <w:szCs w:val="28"/>
                <w:lang w:eastAsia="ru-RU"/>
              </w:rPr>
              <w:t>/</w:t>
            </w:r>
            <w:r w:rsidRPr="00807459">
              <w:rPr>
                <w:rFonts w:ascii="Proxima Nova ExCn Rg" w:hAnsi="Proxima Nova ExCn Rg"/>
                <w:sz w:val="28"/>
              </w:rPr>
              <w:t>или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418" w:type="dxa"/>
            <w:tcBorders>
              <w:bottom w:val="single" w:sz="4" w:space="0" w:color="auto"/>
            </w:tcBorders>
          </w:tcPr>
          <w:p w14:paraId="4A368F5C"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1649" w:type="dxa"/>
            <w:vMerge/>
          </w:tcPr>
          <w:p w14:paraId="2A269E81" w14:textId="77777777" w:rsidR="0079235A" w:rsidRPr="00807459" w:rsidRDefault="0079235A" w:rsidP="0079235A">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269B8BC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509A173" w14:textId="77777777" w:rsidTr="003B2553">
        <w:tc>
          <w:tcPr>
            <w:tcW w:w="736" w:type="dxa"/>
            <w:vMerge/>
          </w:tcPr>
          <w:p w14:paraId="3655F93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B467AF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79E904B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418" w:type="dxa"/>
            <w:tcBorders>
              <w:bottom w:val="single" w:sz="4" w:space="0" w:color="auto"/>
            </w:tcBorders>
          </w:tcPr>
          <w:p w14:paraId="7B67B5C7"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54B57B84" w14:textId="77777777" w:rsidR="0079235A" w:rsidRPr="00807459" w:rsidRDefault="0079235A" w:rsidP="0079235A">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Borders>
              <w:bottom w:val="single" w:sz="4" w:space="0" w:color="auto"/>
            </w:tcBorders>
          </w:tcPr>
          <w:p w14:paraId="51506A4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CAD0F5A" w14:textId="77777777" w:rsidTr="003B2553">
        <w:tc>
          <w:tcPr>
            <w:tcW w:w="736" w:type="dxa"/>
          </w:tcPr>
          <w:p w14:paraId="2D837E16"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2.5.</w:t>
            </w:r>
          </w:p>
        </w:tc>
        <w:tc>
          <w:tcPr>
            <w:tcW w:w="2236" w:type="dxa"/>
          </w:tcPr>
          <w:p w14:paraId="2888EC82"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5528" w:type="dxa"/>
          </w:tcPr>
          <w:p w14:paraId="27E5FAE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оцениваются количество полных лет деятельности аудиторской организации и прохождение процедур внешнего контроля качества:</w:t>
            </w:r>
          </w:p>
        </w:tc>
        <w:tc>
          <w:tcPr>
            <w:tcW w:w="1418" w:type="dxa"/>
          </w:tcPr>
          <w:p w14:paraId="3CD6B121"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1649" w:type="dxa"/>
            <w:vMerge w:val="restart"/>
          </w:tcPr>
          <w:p w14:paraId="13561097"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w:t>
            </w:r>
            <w:r>
              <w:rPr>
                <w:rFonts w:ascii="Proxima Nova ExCn Rg" w:hAnsi="Proxima Nova ExCn Rg"/>
                <w:sz w:val="28"/>
              </w:rPr>
              <w:t>0</w:t>
            </w:r>
            <w:r w:rsidRPr="00807459">
              <w:rPr>
                <w:rFonts w:ascii="Proxima Nova ExCn Rg" w:hAnsi="Proxima Nova ExCn Rg"/>
                <w:sz w:val="28"/>
              </w:rPr>
              <w:t xml:space="preserve"> (2</w:t>
            </w:r>
            <w:r>
              <w:rPr>
                <w:rFonts w:ascii="Proxima Nova ExCn Rg" w:hAnsi="Proxima Nova ExCn Rg"/>
                <w:sz w:val="28"/>
              </w:rPr>
              <w:t>0</w:t>
            </w:r>
            <w:r w:rsidRPr="00807459">
              <w:rPr>
                <w:rFonts w:ascii="Proxima Nova ExCn Rg" w:hAnsi="Proxima Nova ExCn Rg"/>
                <w:sz w:val="28"/>
              </w:rPr>
              <w:t>%)</w:t>
            </w:r>
          </w:p>
        </w:tc>
        <w:tc>
          <w:tcPr>
            <w:tcW w:w="3652" w:type="dxa"/>
            <w:vMerge w:val="restart"/>
          </w:tcPr>
          <w:p w14:paraId="67C71CE9"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подтверждаются копиями лицензий (за период деятельности до 1 января 2010 г.), в период с 1 января 2010 г. – документами, подтверждающими членство в СРО аудиторов</w:t>
            </w:r>
          </w:p>
        </w:tc>
      </w:tr>
      <w:tr w:rsidR="0079235A" w:rsidRPr="00807459" w14:paraId="40342F23" w14:textId="77777777" w:rsidTr="003B2553">
        <w:tc>
          <w:tcPr>
            <w:tcW w:w="736" w:type="dxa"/>
            <w:vMerge w:val="restart"/>
          </w:tcPr>
          <w:p w14:paraId="7632E16F"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2.5.1.</w:t>
            </w:r>
          </w:p>
        </w:tc>
        <w:tc>
          <w:tcPr>
            <w:tcW w:w="2236" w:type="dxa"/>
            <w:vMerge w:val="restart"/>
          </w:tcPr>
          <w:p w14:paraId="18FF553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полных лет деятельности</w:t>
            </w:r>
          </w:p>
        </w:tc>
        <w:tc>
          <w:tcPr>
            <w:tcW w:w="5528" w:type="dxa"/>
          </w:tcPr>
          <w:p w14:paraId="1673E1A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 xml:space="preserve">10 (десять) и </w:t>
            </w:r>
            <w:r w:rsidRPr="00807459">
              <w:rPr>
                <w:rFonts w:ascii="Proxima Nova ExCn Rg" w:hAnsi="Proxima Nova ExCn Rg"/>
                <w:sz w:val="28"/>
              </w:rPr>
              <w:t>более лет</w:t>
            </w:r>
          </w:p>
        </w:tc>
        <w:tc>
          <w:tcPr>
            <w:tcW w:w="1418" w:type="dxa"/>
          </w:tcPr>
          <w:p w14:paraId="76A403D3"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Pr>
          <w:p w14:paraId="0D33BF2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538D44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2D5195C" w14:textId="77777777" w:rsidTr="003B2553">
        <w:tc>
          <w:tcPr>
            <w:tcW w:w="736" w:type="dxa"/>
            <w:vMerge/>
          </w:tcPr>
          <w:p w14:paraId="2D0123E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FCB857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DCB648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 xml:space="preserve"> 9</w:t>
            </w:r>
            <w:r w:rsidRPr="00807459">
              <w:rPr>
                <w:rFonts w:ascii="Proxima Nova ExCn Rg" w:hAnsi="Proxima Nova ExCn Rg"/>
                <w:sz w:val="28"/>
              </w:rPr>
              <w:t xml:space="preserve"> (</w:t>
            </w:r>
            <w:r>
              <w:rPr>
                <w:rFonts w:ascii="Proxima Nova ExCn Rg" w:hAnsi="Proxima Nova ExCn Rg"/>
                <w:sz w:val="28"/>
              </w:rPr>
              <w:t>девять</w:t>
            </w:r>
            <w:r w:rsidRPr="00807459">
              <w:rPr>
                <w:rFonts w:ascii="Proxima Nova ExCn Rg" w:hAnsi="Proxima Nova ExCn Rg"/>
                <w:sz w:val="28"/>
              </w:rPr>
              <w:t xml:space="preserve">) </w:t>
            </w:r>
            <w:r>
              <w:rPr>
                <w:rFonts w:ascii="Proxima Nova ExCn Rg" w:hAnsi="Proxima Nova ExCn Rg"/>
                <w:sz w:val="28"/>
              </w:rPr>
              <w:t xml:space="preserve">и более </w:t>
            </w:r>
            <w:r w:rsidRPr="00807459">
              <w:rPr>
                <w:rFonts w:ascii="Proxima Nova ExCn Rg" w:hAnsi="Proxima Nova ExCn Rg"/>
                <w:sz w:val="28"/>
              </w:rPr>
              <w:t>лет</w:t>
            </w:r>
            <w:r>
              <w:rPr>
                <w:rFonts w:ascii="Proxima Nova ExCn Rg" w:hAnsi="Proxima Nova ExCn Rg"/>
                <w:sz w:val="28"/>
              </w:rPr>
              <w:t xml:space="preserve">, но менее </w:t>
            </w:r>
            <w:r w:rsidRPr="00807459">
              <w:rPr>
                <w:rFonts w:ascii="Proxima Nova ExCn Rg" w:hAnsi="Proxima Nova ExCn Rg"/>
                <w:sz w:val="28"/>
              </w:rPr>
              <w:t>10 (десяти) лет</w:t>
            </w:r>
          </w:p>
        </w:tc>
        <w:tc>
          <w:tcPr>
            <w:tcW w:w="1418" w:type="dxa"/>
          </w:tcPr>
          <w:p w14:paraId="5EDC10B1"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9</w:t>
            </w:r>
          </w:p>
        </w:tc>
        <w:tc>
          <w:tcPr>
            <w:tcW w:w="1649" w:type="dxa"/>
            <w:vMerge/>
          </w:tcPr>
          <w:p w14:paraId="3B792FF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332E70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5B49D4E" w14:textId="77777777" w:rsidTr="003B2553">
        <w:tc>
          <w:tcPr>
            <w:tcW w:w="736" w:type="dxa"/>
            <w:vMerge/>
          </w:tcPr>
          <w:p w14:paraId="043AABE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9E1695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7937085"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8</w:t>
            </w:r>
            <w:r w:rsidRPr="00807459">
              <w:rPr>
                <w:rFonts w:ascii="Proxima Nova ExCn Rg" w:hAnsi="Proxima Nova ExCn Rg"/>
                <w:sz w:val="28"/>
              </w:rPr>
              <w:t xml:space="preserve"> (</w:t>
            </w:r>
            <w:r>
              <w:rPr>
                <w:rFonts w:ascii="Proxima Nova ExCn Rg" w:hAnsi="Proxima Nova ExCn Rg"/>
                <w:sz w:val="28"/>
              </w:rPr>
              <w:t>восемь</w:t>
            </w:r>
            <w:r w:rsidRPr="00807459">
              <w:rPr>
                <w:rFonts w:ascii="Proxima Nova ExCn Rg" w:hAnsi="Proxima Nova ExCn Rg"/>
                <w:sz w:val="28"/>
              </w:rPr>
              <w:t xml:space="preserve">) </w:t>
            </w:r>
            <w:r>
              <w:rPr>
                <w:rFonts w:ascii="Proxima Nova ExCn Rg" w:hAnsi="Proxima Nova ExCn Rg"/>
                <w:sz w:val="28"/>
              </w:rPr>
              <w:t xml:space="preserve">и более </w:t>
            </w:r>
            <w:r w:rsidRPr="00807459">
              <w:rPr>
                <w:rFonts w:ascii="Proxima Nova ExCn Rg" w:hAnsi="Proxima Nova ExCn Rg"/>
                <w:sz w:val="28"/>
              </w:rPr>
              <w:t>лет</w:t>
            </w:r>
            <w:r>
              <w:rPr>
                <w:rFonts w:ascii="Proxima Nova ExCn Rg" w:hAnsi="Proxima Nova ExCn Rg"/>
                <w:sz w:val="28"/>
              </w:rPr>
              <w:t>, но менее 9 (дев</w:t>
            </w:r>
            <w:r w:rsidRPr="00807459">
              <w:rPr>
                <w:rFonts w:ascii="Proxima Nova ExCn Rg" w:hAnsi="Proxima Nova ExCn Rg"/>
                <w:sz w:val="28"/>
              </w:rPr>
              <w:t>яти) лет</w:t>
            </w:r>
          </w:p>
        </w:tc>
        <w:tc>
          <w:tcPr>
            <w:tcW w:w="1418" w:type="dxa"/>
          </w:tcPr>
          <w:p w14:paraId="2E507B74" w14:textId="77777777" w:rsidR="0079235A" w:rsidRPr="00807459" w:rsidDel="002B264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w:t>
            </w:r>
          </w:p>
        </w:tc>
        <w:tc>
          <w:tcPr>
            <w:tcW w:w="1649" w:type="dxa"/>
            <w:vMerge/>
          </w:tcPr>
          <w:p w14:paraId="609CE28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DAA9F7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A45D783" w14:textId="77777777" w:rsidTr="003B2553">
        <w:tc>
          <w:tcPr>
            <w:tcW w:w="736" w:type="dxa"/>
            <w:vMerge/>
          </w:tcPr>
          <w:p w14:paraId="4D03839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ADC11E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7A84AF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 xml:space="preserve">7 </w:t>
            </w:r>
            <w:r w:rsidRPr="00807459">
              <w:rPr>
                <w:rFonts w:ascii="Proxima Nova ExCn Rg" w:hAnsi="Proxima Nova ExCn Rg"/>
                <w:sz w:val="28"/>
              </w:rPr>
              <w:t>(</w:t>
            </w:r>
            <w:r>
              <w:rPr>
                <w:rFonts w:ascii="Proxima Nova ExCn Rg" w:hAnsi="Proxima Nova ExCn Rg"/>
                <w:sz w:val="28"/>
              </w:rPr>
              <w:t>семь</w:t>
            </w:r>
            <w:r w:rsidRPr="00807459">
              <w:rPr>
                <w:rFonts w:ascii="Proxima Nova ExCn Rg" w:hAnsi="Proxima Nova ExCn Rg"/>
                <w:sz w:val="28"/>
              </w:rPr>
              <w:t xml:space="preserve">) </w:t>
            </w:r>
            <w:r>
              <w:rPr>
                <w:rFonts w:ascii="Proxima Nova ExCn Rg" w:hAnsi="Proxima Nova ExCn Rg"/>
                <w:sz w:val="28"/>
              </w:rPr>
              <w:t xml:space="preserve">и более </w:t>
            </w:r>
            <w:r w:rsidRPr="00807459">
              <w:rPr>
                <w:rFonts w:ascii="Proxima Nova ExCn Rg" w:hAnsi="Proxima Nova ExCn Rg"/>
                <w:sz w:val="28"/>
              </w:rPr>
              <w:t>лет</w:t>
            </w:r>
            <w:r>
              <w:rPr>
                <w:rFonts w:ascii="Proxima Nova ExCn Rg" w:hAnsi="Proxima Nova ExCn Rg"/>
                <w:sz w:val="28"/>
              </w:rPr>
              <w:t>, но менее 8 (восьми</w:t>
            </w:r>
            <w:r w:rsidRPr="00807459">
              <w:rPr>
                <w:rFonts w:ascii="Proxima Nova ExCn Rg" w:hAnsi="Proxima Nova ExCn Rg"/>
                <w:sz w:val="28"/>
              </w:rPr>
              <w:t>) лет</w:t>
            </w:r>
          </w:p>
        </w:tc>
        <w:tc>
          <w:tcPr>
            <w:tcW w:w="1418" w:type="dxa"/>
          </w:tcPr>
          <w:p w14:paraId="5E50194D" w14:textId="77777777" w:rsidR="0079235A" w:rsidRPr="00807459" w:rsidDel="002B264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7</w:t>
            </w:r>
          </w:p>
        </w:tc>
        <w:tc>
          <w:tcPr>
            <w:tcW w:w="1649" w:type="dxa"/>
            <w:vMerge/>
          </w:tcPr>
          <w:p w14:paraId="41E794A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C3FE51F"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BD68707" w14:textId="77777777" w:rsidTr="003B2553">
        <w:tc>
          <w:tcPr>
            <w:tcW w:w="736" w:type="dxa"/>
            <w:vMerge/>
          </w:tcPr>
          <w:p w14:paraId="1469A32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3A575A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D9F30A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6</w:t>
            </w:r>
            <w:r w:rsidRPr="00807459">
              <w:rPr>
                <w:rFonts w:ascii="Proxima Nova ExCn Rg" w:hAnsi="Proxima Nova ExCn Rg"/>
                <w:sz w:val="28"/>
              </w:rPr>
              <w:t xml:space="preserve"> (</w:t>
            </w:r>
            <w:r>
              <w:rPr>
                <w:rFonts w:ascii="Proxima Nova ExCn Rg" w:hAnsi="Proxima Nova ExCn Rg"/>
                <w:sz w:val="28"/>
              </w:rPr>
              <w:t>шесть</w:t>
            </w:r>
            <w:r w:rsidRPr="00807459">
              <w:rPr>
                <w:rFonts w:ascii="Proxima Nova ExCn Rg" w:hAnsi="Proxima Nova ExCn Rg"/>
                <w:sz w:val="28"/>
              </w:rPr>
              <w:t xml:space="preserve">) </w:t>
            </w:r>
            <w:r>
              <w:rPr>
                <w:rFonts w:ascii="Proxima Nova ExCn Rg" w:hAnsi="Proxima Nova ExCn Rg"/>
                <w:sz w:val="28"/>
              </w:rPr>
              <w:t xml:space="preserve">и более </w:t>
            </w:r>
            <w:r w:rsidRPr="00807459">
              <w:rPr>
                <w:rFonts w:ascii="Proxima Nova ExCn Rg" w:hAnsi="Proxima Nova ExCn Rg"/>
                <w:sz w:val="28"/>
              </w:rPr>
              <w:t>лет</w:t>
            </w:r>
            <w:r>
              <w:rPr>
                <w:rFonts w:ascii="Proxima Nova ExCn Rg" w:hAnsi="Proxima Nova ExCn Rg"/>
                <w:sz w:val="28"/>
              </w:rPr>
              <w:t>, но менее 7 (семи</w:t>
            </w:r>
            <w:r w:rsidRPr="00807459">
              <w:rPr>
                <w:rFonts w:ascii="Proxima Nova ExCn Rg" w:hAnsi="Proxima Nova ExCn Rg"/>
                <w:sz w:val="28"/>
              </w:rPr>
              <w:t>) лет</w:t>
            </w:r>
          </w:p>
        </w:tc>
        <w:tc>
          <w:tcPr>
            <w:tcW w:w="1418" w:type="dxa"/>
          </w:tcPr>
          <w:p w14:paraId="0F1A5E39" w14:textId="77777777" w:rsidR="0079235A" w:rsidRPr="00807459" w:rsidDel="002B264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w:t>
            </w:r>
          </w:p>
        </w:tc>
        <w:tc>
          <w:tcPr>
            <w:tcW w:w="1649" w:type="dxa"/>
            <w:vMerge/>
          </w:tcPr>
          <w:p w14:paraId="019D656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E472EA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A34057D" w14:textId="77777777" w:rsidTr="003B2553">
        <w:tc>
          <w:tcPr>
            <w:tcW w:w="736" w:type="dxa"/>
            <w:vMerge/>
          </w:tcPr>
          <w:p w14:paraId="5006F74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648B41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E31754E"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5</w:t>
            </w:r>
            <w:r w:rsidRPr="00807459">
              <w:rPr>
                <w:rFonts w:ascii="Proxima Nova ExCn Rg" w:hAnsi="Proxima Nova ExCn Rg"/>
                <w:sz w:val="28"/>
              </w:rPr>
              <w:t xml:space="preserve"> (</w:t>
            </w:r>
            <w:r>
              <w:rPr>
                <w:rFonts w:ascii="Proxima Nova ExCn Rg" w:hAnsi="Proxima Nova ExCn Rg"/>
                <w:sz w:val="28"/>
              </w:rPr>
              <w:t>пять</w:t>
            </w:r>
            <w:r w:rsidRPr="00807459">
              <w:rPr>
                <w:rFonts w:ascii="Proxima Nova ExCn Rg" w:hAnsi="Proxima Nova ExCn Rg"/>
                <w:sz w:val="28"/>
              </w:rPr>
              <w:t xml:space="preserve">) </w:t>
            </w:r>
            <w:r>
              <w:rPr>
                <w:rFonts w:ascii="Proxima Nova ExCn Rg" w:hAnsi="Proxima Nova ExCn Rg"/>
                <w:sz w:val="28"/>
              </w:rPr>
              <w:t xml:space="preserve">и более </w:t>
            </w:r>
            <w:r w:rsidRPr="00807459">
              <w:rPr>
                <w:rFonts w:ascii="Proxima Nova ExCn Rg" w:hAnsi="Proxima Nova ExCn Rg"/>
                <w:sz w:val="28"/>
              </w:rPr>
              <w:t>лет</w:t>
            </w:r>
            <w:r>
              <w:rPr>
                <w:rFonts w:ascii="Proxima Nova ExCn Rg" w:hAnsi="Proxima Nova ExCn Rg"/>
                <w:sz w:val="28"/>
              </w:rPr>
              <w:t>, но менее 6 (шес</w:t>
            </w:r>
            <w:r w:rsidRPr="00807459">
              <w:rPr>
                <w:rFonts w:ascii="Proxima Nova ExCn Rg" w:hAnsi="Proxima Nova ExCn Rg"/>
                <w:sz w:val="28"/>
              </w:rPr>
              <w:t>ти) лет</w:t>
            </w:r>
          </w:p>
        </w:tc>
        <w:tc>
          <w:tcPr>
            <w:tcW w:w="1418" w:type="dxa"/>
          </w:tcPr>
          <w:p w14:paraId="6A6DE57C" w14:textId="77777777" w:rsidR="0079235A" w:rsidRPr="00807459" w:rsidDel="002B264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w:t>
            </w:r>
          </w:p>
        </w:tc>
        <w:tc>
          <w:tcPr>
            <w:tcW w:w="1649" w:type="dxa"/>
            <w:vMerge/>
          </w:tcPr>
          <w:p w14:paraId="1509B01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FB47D3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4A22DCC7" w14:textId="77777777" w:rsidTr="003B2553">
        <w:tc>
          <w:tcPr>
            <w:tcW w:w="736" w:type="dxa"/>
            <w:vMerge/>
          </w:tcPr>
          <w:p w14:paraId="78C35ED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A19E3B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422206"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4</w:t>
            </w:r>
            <w:r w:rsidRPr="00807459">
              <w:rPr>
                <w:rFonts w:ascii="Proxima Nova ExCn Rg" w:hAnsi="Proxima Nova ExCn Rg"/>
                <w:sz w:val="28"/>
              </w:rPr>
              <w:t xml:space="preserve"> (</w:t>
            </w:r>
            <w:r>
              <w:rPr>
                <w:rFonts w:ascii="Proxima Nova ExCn Rg" w:hAnsi="Proxima Nova ExCn Rg"/>
                <w:sz w:val="28"/>
              </w:rPr>
              <w:t>четыре</w:t>
            </w:r>
            <w:r w:rsidRPr="00807459">
              <w:rPr>
                <w:rFonts w:ascii="Proxima Nova ExCn Rg" w:hAnsi="Proxima Nova ExCn Rg"/>
                <w:sz w:val="28"/>
              </w:rPr>
              <w:t xml:space="preserve">) </w:t>
            </w:r>
            <w:r>
              <w:rPr>
                <w:rFonts w:ascii="Proxima Nova ExCn Rg" w:hAnsi="Proxima Nova ExCn Rg"/>
                <w:sz w:val="28"/>
              </w:rPr>
              <w:t>года и более, но менее 5 (пяти</w:t>
            </w:r>
            <w:r w:rsidRPr="00807459">
              <w:rPr>
                <w:rFonts w:ascii="Proxima Nova ExCn Rg" w:hAnsi="Proxima Nova ExCn Rg"/>
                <w:sz w:val="28"/>
              </w:rPr>
              <w:t>) лет</w:t>
            </w:r>
          </w:p>
        </w:tc>
        <w:tc>
          <w:tcPr>
            <w:tcW w:w="1418" w:type="dxa"/>
          </w:tcPr>
          <w:p w14:paraId="5A2016B8"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w:t>
            </w:r>
          </w:p>
        </w:tc>
        <w:tc>
          <w:tcPr>
            <w:tcW w:w="1649" w:type="dxa"/>
            <w:vMerge/>
          </w:tcPr>
          <w:p w14:paraId="1C14892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ADF789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5A5699F" w14:textId="77777777" w:rsidTr="003B2553">
        <w:tc>
          <w:tcPr>
            <w:tcW w:w="736" w:type="dxa"/>
            <w:vMerge/>
          </w:tcPr>
          <w:p w14:paraId="367C8B8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30237C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7219BF0"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3</w:t>
            </w:r>
            <w:r w:rsidRPr="00807459">
              <w:rPr>
                <w:rFonts w:ascii="Proxima Nova ExCn Rg" w:hAnsi="Proxima Nova ExCn Rg"/>
                <w:sz w:val="28"/>
              </w:rPr>
              <w:t xml:space="preserve"> (</w:t>
            </w:r>
            <w:r>
              <w:rPr>
                <w:rFonts w:ascii="Proxima Nova ExCn Rg" w:hAnsi="Proxima Nova ExCn Rg"/>
                <w:sz w:val="28"/>
              </w:rPr>
              <w:t>года</w:t>
            </w:r>
            <w:r w:rsidRPr="00807459">
              <w:rPr>
                <w:rFonts w:ascii="Proxima Nova ExCn Rg" w:hAnsi="Proxima Nova ExCn Rg"/>
                <w:sz w:val="28"/>
              </w:rPr>
              <w:t xml:space="preserve">) </w:t>
            </w:r>
            <w:r>
              <w:rPr>
                <w:rFonts w:ascii="Proxima Nova ExCn Rg" w:hAnsi="Proxima Nova ExCn Rg"/>
                <w:sz w:val="28"/>
              </w:rPr>
              <w:t>и более, но менее 4 (четырех</w:t>
            </w:r>
            <w:r w:rsidRPr="00807459">
              <w:rPr>
                <w:rFonts w:ascii="Proxima Nova ExCn Rg" w:hAnsi="Proxima Nova ExCn Rg"/>
                <w:sz w:val="28"/>
              </w:rPr>
              <w:t>) лет</w:t>
            </w:r>
          </w:p>
        </w:tc>
        <w:tc>
          <w:tcPr>
            <w:tcW w:w="1418" w:type="dxa"/>
          </w:tcPr>
          <w:p w14:paraId="0F682234"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3</w:t>
            </w:r>
          </w:p>
        </w:tc>
        <w:tc>
          <w:tcPr>
            <w:tcW w:w="1649" w:type="dxa"/>
            <w:vMerge/>
          </w:tcPr>
          <w:p w14:paraId="28F4DA7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46DDC3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8FE91C6" w14:textId="77777777" w:rsidTr="003B2553">
        <w:tc>
          <w:tcPr>
            <w:tcW w:w="736" w:type="dxa"/>
            <w:vMerge/>
          </w:tcPr>
          <w:p w14:paraId="05D1AB1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79E53C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0009D68"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2</w:t>
            </w:r>
            <w:r w:rsidRPr="00807459">
              <w:rPr>
                <w:rFonts w:ascii="Proxima Nova ExCn Rg" w:hAnsi="Proxima Nova ExCn Rg"/>
                <w:sz w:val="28"/>
              </w:rPr>
              <w:t xml:space="preserve"> (</w:t>
            </w:r>
            <w:r>
              <w:rPr>
                <w:rFonts w:ascii="Proxima Nova ExCn Rg" w:hAnsi="Proxima Nova ExCn Rg"/>
                <w:sz w:val="28"/>
              </w:rPr>
              <w:t>два</w:t>
            </w:r>
            <w:r w:rsidRPr="00807459">
              <w:rPr>
                <w:rFonts w:ascii="Proxima Nova ExCn Rg" w:hAnsi="Proxima Nova ExCn Rg"/>
                <w:sz w:val="28"/>
              </w:rPr>
              <w:t xml:space="preserve">) </w:t>
            </w:r>
            <w:r>
              <w:rPr>
                <w:rFonts w:ascii="Proxima Nova ExCn Rg" w:hAnsi="Proxima Nova ExCn Rg"/>
                <w:sz w:val="28"/>
              </w:rPr>
              <w:t>года и более, но менее 3 (трех</w:t>
            </w:r>
            <w:r w:rsidRPr="00807459">
              <w:rPr>
                <w:rFonts w:ascii="Proxima Nova ExCn Rg" w:hAnsi="Proxima Nova ExCn Rg"/>
                <w:sz w:val="28"/>
              </w:rPr>
              <w:t>) лет</w:t>
            </w:r>
          </w:p>
        </w:tc>
        <w:tc>
          <w:tcPr>
            <w:tcW w:w="1418" w:type="dxa"/>
          </w:tcPr>
          <w:p w14:paraId="62A38DC0"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w:t>
            </w:r>
          </w:p>
        </w:tc>
        <w:tc>
          <w:tcPr>
            <w:tcW w:w="1649" w:type="dxa"/>
            <w:vMerge/>
          </w:tcPr>
          <w:p w14:paraId="3781D90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B7029C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17028943" w14:textId="77777777" w:rsidTr="003B2553">
        <w:tc>
          <w:tcPr>
            <w:tcW w:w="736" w:type="dxa"/>
            <w:vMerge/>
          </w:tcPr>
          <w:p w14:paraId="092B4FC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D9FEF3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BA7EE3C"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1</w:t>
            </w:r>
            <w:r w:rsidRPr="00807459">
              <w:rPr>
                <w:rFonts w:ascii="Proxima Nova ExCn Rg" w:hAnsi="Proxima Nova ExCn Rg"/>
                <w:sz w:val="28"/>
              </w:rPr>
              <w:t xml:space="preserve"> (</w:t>
            </w:r>
            <w:r>
              <w:rPr>
                <w:rFonts w:ascii="Proxima Nova ExCn Rg" w:hAnsi="Proxima Nova ExCn Rg"/>
                <w:sz w:val="28"/>
              </w:rPr>
              <w:t>один</w:t>
            </w:r>
            <w:r w:rsidRPr="00807459">
              <w:rPr>
                <w:rFonts w:ascii="Proxima Nova ExCn Rg" w:hAnsi="Proxima Nova ExCn Rg"/>
                <w:sz w:val="28"/>
              </w:rPr>
              <w:t xml:space="preserve">) </w:t>
            </w:r>
            <w:r>
              <w:rPr>
                <w:rFonts w:ascii="Proxima Nova ExCn Rg" w:hAnsi="Proxima Nova ExCn Rg"/>
                <w:sz w:val="28"/>
              </w:rPr>
              <w:t>год и более, но менее 2 (двух</w:t>
            </w:r>
            <w:r w:rsidRPr="00807459">
              <w:rPr>
                <w:rFonts w:ascii="Proxima Nova ExCn Rg" w:hAnsi="Proxima Nova ExCn Rg"/>
                <w:sz w:val="28"/>
              </w:rPr>
              <w:t>) лет</w:t>
            </w:r>
          </w:p>
        </w:tc>
        <w:tc>
          <w:tcPr>
            <w:tcW w:w="1418" w:type="dxa"/>
          </w:tcPr>
          <w:p w14:paraId="546B5FEB"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w:t>
            </w:r>
          </w:p>
        </w:tc>
        <w:tc>
          <w:tcPr>
            <w:tcW w:w="1649" w:type="dxa"/>
            <w:vMerge/>
          </w:tcPr>
          <w:p w14:paraId="364B985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D1FC62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555D0165" w14:textId="77777777" w:rsidTr="003B2553">
        <w:trPr>
          <w:trHeight w:val="558"/>
        </w:trPr>
        <w:tc>
          <w:tcPr>
            <w:tcW w:w="736" w:type="dxa"/>
            <w:vMerge/>
          </w:tcPr>
          <w:p w14:paraId="57588BC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AF84E1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2D832DA"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Pr>
                <w:rFonts w:ascii="Proxima Nova ExCn Rg" w:hAnsi="Proxima Nova ExCn Rg"/>
                <w:sz w:val="28"/>
              </w:rPr>
              <w:t>менее 1</w:t>
            </w:r>
            <w:r w:rsidRPr="00807459">
              <w:rPr>
                <w:rFonts w:ascii="Proxima Nova ExCn Rg" w:hAnsi="Proxima Nova ExCn Rg"/>
                <w:sz w:val="28"/>
              </w:rPr>
              <w:t xml:space="preserve"> (</w:t>
            </w:r>
            <w:r>
              <w:rPr>
                <w:rFonts w:ascii="Proxima Nova ExCn Rg" w:hAnsi="Proxima Nova ExCn Rg"/>
                <w:sz w:val="28"/>
              </w:rPr>
              <w:t>одного</w:t>
            </w:r>
            <w:r w:rsidRPr="00807459">
              <w:rPr>
                <w:rFonts w:ascii="Proxima Nova ExCn Rg" w:hAnsi="Proxima Nova ExCn Rg"/>
                <w:sz w:val="28"/>
              </w:rPr>
              <w:t xml:space="preserve">) </w:t>
            </w:r>
            <w:r>
              <w:rPr>
                <w:rFonts w:ascii="Proxima Nova ExCn Rg" w:hAnsi="Proxima Nova ExCn Rg"/>
                <w:sz w:val="28"/>
              </w:rPr>
              <w:t>года</w:t>
            </w:r>
          </w:p>
        </w:tc>
        <w:tc>
          <w:tcPr>
            <w:tcW w:w="1418" w:type="dxa"/>
          </w:tcPr>
          <w:p w14:paraId="5B23AA16"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0241067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3A2532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3C056603" w14:textId="77777777" w:rsidTr="003B2553">
        <w:tc>
          <w:tcPr>
            <w:tcW w:w="736" w:type="dxa"/>
            <w:vMerge w:val="restart"/>
          </w:tcPr>
          <w:p w14:paraId="6C0B64B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2.5.2.</w:t>
            </w:r>
          </w:p>
        </w:tc>
        <w:tc>
          <w:tcPr>
            <w:tcW w:w="2236" w:type="dxa"/>
            <w:vMerge w:val="restart"/>
          </w:tcPr>
          <w:p w14:paraId="0C22D4D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и </w:t>
            </w:r>
            <w:r w:rsidRPr="00807459">
              <w:rPr>
                <w:rFonts w:ascii="Proxima Nova ExCn Rg" w:hAnsi="Proxima Nova ExCn Rg"/>
                <w:sz w:val="28"/>
              </w:rPr>
              <w:t>отсутстви</w:t>
            </w:r>
            <w:r>
              <w:rPr>
                <w:rFonts w:ascii="Proxima Nova ExCn Rg" w:hAnsi="Proxima Nova ExCn Rg"/>
                <w:sz w:val="28"/>
              </w:rPr>
              <w:t>е</w:t>
            </w:r>
            <w:r w:rsidRPr="00807459">
              <w:rPr>
                <w:rFonts w:ascii="Proxima Nova ExCn Rg" w:hAnsi="Proxima Nova ExCn Rg"/>
                <w:sz w:val="28"/>
              </w:rPr>
              <w:t xml:space="preserve"> 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штраф)</w:t>
            </w:r>
          </w:p>
        </w:tc>
        <w:tc>
          <w:tcPr>
            <w:tcW w:w="5528" w:type="dxa"/>
          </w:tcPr>
          <w:p w14:paraId="2F4AE27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Прохождение процедур внешнего контроля качества в </w:t>
            </w:r>
            <w:r>
              <w:rPr>
                <w:rFonts w:ascii="Proxima Nova ExCn Rg" w:hAnsi="Proxima Nova ExCn Rg"/>
                <w:sz w:val="28"/>
              </w:rPr>
              <w:t>течение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лет</w:t>
            </w:r>
            <w:r w:rsidRPr="00807459">
              <w:rPr>
                <w:rFonts w:ascii="Proxima Nova ExCn Rg" w:hAnsi="Proxima Nova ExCn Rg"/>
                <w:sz w:val="28"/>
              </w:rPr>
              <w:t xml:space="preserve"> до даты подачи заявки на участие в закупке при отсутствии </w:t>
            </w:r>
            <w:r>
              <w:rPr>
                <w:rFonts w:ascii="Proxima Nova ExCn Rg" w:hAnsi="Proxima Nova ExCn Rg"/>
                <w:sz w:val="28"/>
              </w:rPr>
              <w:t xml:space="preserve">следующих </w:t>
            </w:r>
            <w:r w:rsidRPr="00807459">
              <w:rPr>
                <w:rFonts w:ascii="Proxima Nova ExCn Rg" w:hAnsi="Proxima Nova ExCn Rg"/>
                <w:sz w:val="28"/>
              </w:rPr>
              <w:t>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и/или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и/или штраф.</w:t>
            </w:r>
          </w:p>
        </w:tc>
        <w:tc>
          <w:tcPr>
            <w:tcW w:w="1418" w:type="dxa"/>
          </w:tcPr>
          <w:p w14:paraId="66DDC956"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90</w:t>
            </w:r>
          </w:p>
        </w:tc>
        <w:tc>
          <w:tcPr>
            <w:tcW w:w="1649" w:type="dxa"/>
            <w:vMerge/>
          </w:tcPr>
          <w:p w14:paraId="6581E29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val="restart"/>
          </w:tcPr>
          <w:p w14:paraId="42DEF92C" w14:textId="77777777" w:rsidR="0079235A" w:rsidRDefault="0079235A" w:rsidP="003B2553">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rPr>
              <w:t xml:space="preserve">1) </w:t>
            </w:r>
            <w:r w:rsidRPr="00807459">
              <w:rPr>
                <w:rFonts w:ascii="Proxima Nova ExCn Rg" w:hAnsi="Proxima Nova ExCn Rg"/>
                <w:sz w:val="28"/>
              </w:rPr>
              <w:t xml:space="preserve">Факт прохождения процедуры внешнего контроля качества подтверждается справкой из соответствующей СРО, выданной </w:t>
            </w:r>
            <w:r w:rsidRPr="00807459">
              <w:rPr>
                <w:rFonts w:ascii="Proxima Nova ExCn Rg" w:hAnsi="Proxima Nova ExCn Rg"/>
                <w:sz w:val="28"/>
                <w:szCs w:val="28"/>
                <w:lang w:eastAsia="ru-RU"/>
              </w:rPr>
              <w:t xml:space="preserve">участнику закупки </w:t>
            </w:r>
            <w:r w:rsidRPr="00807459">
              <w:rPr>
                <w:rFonts w:ascii="Proxima Nova ExCn Rg" w:hAnsi="Proxima Nova ExCn Rg"/>
                <w:sz w:val="28"/>
              </w:rPr>
              <w:t xml:space="preserve">не </w:t>
            </w:r>
            <w:r>
              <w:rPr>
                <w:rFonts w:ascii="Proxima Nova ExCn Rg" w:hAnsi="Proxima Nova ExCn Rg"/>
                <w:sz w:val="28"/>
              </w:rPr>
              <w:t>ранее</w:t>
            </w:r>
            <w:r w:rsidRPr="00807459">
              <w:rPr>
                <w:rFonts w:ascii="Proxima Nova ExCn Rg" w:hAnsi="Proxima Nova ExCn Rg"/>
                <w:sz w:val="28"/>
              </w:rPr>
              <w:t xml:space="preserve"> чем за 1 месяц до даты подачи заявки на участие в закупке</w:t>
            </w:r>
            <w:r w:rsidRPr="00807459">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w:t>
            </w:r>
            <w:r>
              <w:rPr>
                <w:rFonts w:ascii="Proxima Nova ExCn Rg" w:hAnsi="Proxima Nova ExCn Rg"/>
                <w:sz w:val="28"/>
                <w:szCs w:val="28"/>
                <w:lang w:eastAsia="ru-RU"/>
              </w:rPr>
              <w:t xml:space="preserve"> </w:t>
            </w:r>
            <w:r w:rsidRPr="00807459">
              <w:rPr>
                <w:rFonts w:ascii="Proxima Nova ExCn Rg" w:hAnsi="Proxima Nova ExCn Rg"/>
                <w:sz w:val="28"/>
              </w:rPr>
              <w:t xml:space="preserve">в </w:t>
            </w:r>
            <w:r>
              <w:rPr>
                <w:rFonts w:ascii="Proxima Nova ExCn Rg" w:hAnsi="Proxima Nova ExCn Rg"/>
                <w:sz w:val="28"/>
              </w:rPr>
              <w:t>течение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 xml:space="preserve">лет </w:t>
            </w:r>
            <w:r w:rsidRPr="00807459">
              <w:rPr>
                <w:rFonts w:ascii="Proxima Nova ExCn Rg" w:hAnsi="Proxima Nova ExCn Rg"/>
                <w:sz w:val="28"/>
              </w:rPr>
              <w:t>до даты подачи заявки на участие в закупке</w:t>
            </w:r>
            <w:r w:rsidRPr="00807459">
              <w:rPr>
                <w:rFonts w:ascii="Proxima Nova ExCn Rg" w:hAnsi="Proxima Nova ExCn Rg"/>
                <w:sz w:val="28"/>
                <w:szCs w:val="28"/>
                <w:lang w:eastAsia="ru-RU"/>
              </w:rPr>
              <w:t xml:space="preserve">. </w:t>
            </w:r>
            <w:r w:rsidRPr="00807459">
              <w:rPr>
                <w:rFonts w:ascii="Proxima Nova ExCn Rg" w:hAnsi="Proxima Nova ExCn Rg"/>
                <w:sz w:val="28"/>
              </w:rPr>
              <w:t xml:space="preserve">В случае перехода аудиторской организации в </w:t>
            </w:r>
            <w:r>
              <w:rPr>
                <w:rFonts w:ascii="Proxima Nova ExCn Rg" w:hAnsi="Proxima Nova ExCn Rg"/>
                <w:sz w:val="28"/>
              </w:rPr>
              <w:t>течение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 xml:space="preserve">лет </w:t>
            </w:r>
            <w:r w:rsidRPr="00807459">
              <w:rPr>
                <w:rFonts w:ascii="Proxima Nova ExCn Rg" w:hAnsi="Proxima Nova ExCn Rg"/>
                <w:sz w:val="28"/>
              </w:rPr>
              <w:t>до даты подачи заявки на участие в закупке из одной СРО в другую</w:t>
            </w:r>
            <w:r>
              <w:rPr>
                <w:rFonts w:ascii="Proxima Nova ExCn Rg" w:hAnsi="Proxima Nova ExCn Rg"/>
                <w:sz w:val="28"/>
              </w:rPr>
              <w:t>,</w:t>
            </w:r>
            <w:r w:rsidRPr="00807459">
              <w:rPr>
                <w:rFonts w:ascii="Proxima Nova ExCn Rg" w:hAnsi="Proxima Nova ExCn Rg"/>
                <w:sz w:val="28"/>
              </w:rPr>
              <w:t xml:space="preserve"> справка о наличии (отсутствии) мер дисциплинарного воздействия представляется из каждой СРО.</w:t>
            </w:r>
          </w:p>
          <w:p w14:paraId="7F09F4E8" w14:textId="77777777" w:rsidR="0079235A" w:rsidRDefault="0079235A" w:rsidP="003B2553">
            <w:pPr>
              <w:widowControl w:val="0"/>
              <w:tabs>
                <w:tab w:val="left" w:pos="1390"/>
              </w:tabs>
              <w:autoSpaceDE w:val="0"/>
              <w:autoSpaceDN w:val="0"/>
              <w:adjustRightInd w:val="0"/>
              <w:spacing w:after="0" w:line="240" w:lineRule="auto"/>
              <w:jc w:val="both"/>
              <w:rPr>
                <w:rFonts w:ascii="Proxima Nova ExCn Rg" w:hAnsi="Proxima Nova ExCn Rg"/>
                <w:b/>
                <w:bCs/>
                <w:color w:val="5B9BD5" w:themeColor="accent1"/>
                <w:sz w:val="28"/>
                <w:szCs w:val="28"/>
                <w:lang w:eastAsia="ru-RU"/>
              </w:rPr>
            </w:pPr>
            <w:r>
              <w:rPr>
                <w:rFonts w:ascii="Proxima Nova ExCn Rg" w:hAnsi="Proxima Nova ExCn Rg"/>
                <w:sz w:val="28"/>
              </w:rPr>
              <w:t xml:space="preserve">2) </w:t>
            </w:r>
            <w:r w:rsidRPr="00D11548">
              <w:rPr>
                <w:rFonts w:ascii="Proxima Nova ExCn Rg" w:hAnsi="Proxima Nova ExCn Rg"/>
                <w:sz w:val="28"/>
              </w:rPr>
              <w:t xml:space="preserve">Сведения </w:t>
            </w:r>
            <w:r>
              <w:rPr>
                <w:rFonts w:ascii="Proxima Nova ExCn Rg" w:hAnsi="Proxima Nova ExCn Rg"/>
                <w:sz w:val="28"/>
              </w:rPr>
              <w:t>о прохождении</w:t>
            </w:r>
            <w:r w:rsidRPr="00807459">
              <w:rPr>
                <w:rFonts w:ascii="Proxima Nova ExCn Rg" w:hAnsi="Proxima Nova ExCn Rg"/>
                <w:sz w:val="28"/>
              </w:rPr>
              <w:t xml:space="preserve"> процедур внешнего контроля качества </w:t>
            </w:r>
            <w:r>
              <w:rPr>
                <w:rFonts w:ascii="Proxima Nova ExCn Rg" w:hAnsi="Proxima Nova ExCn Rg"/>
                <w:sz w:val="28"/>
              </w:rPr>
              <w:t>и/или</w:t>
            </w:r>
            <w:r w:rsidRPr="00807459">
              <w:rPr>
                <w:rFonts w:ascii="Proxima Nova ExCn Rg" w:hAnsi="Proxima Nova ExCn Rg"/>
                <w:sz w:val="28"/>
              </w:rPr>
              <w:t xml:space="preserve"> </w:t>
            </w:r>
            <w:r>
              <w:rPr>
                <w:rFonts w:ascii="Proxima Nova ExCn Rg" w:hAnsi="Proxima Nova ExCn Rg"/>
                <w:sz w:val="28"/>
              </w:rPr>
              <w:t xml:space="preserve">применении к участнику закупки мер дисциплинарного воздействия проверяются закупочной комиссией на основании данных сайта </w:t>
            </w:r>
            <w:hyperlink r:id="rId14" w:history="1">
              <w:r w:rsidRPr="00D11548">
                <w:rPr>
                  <w:rStyle w:val="a5"/>
                  <w:rFonts w:ascii="Proxima Nova ExCn Rg" w:hAnsi="Proxima Nova ExCn Rg"/>
                  <w:sz w:val="28"/>
                </w:rPr>
                <w:t>http://www.ros</w:t>
              </w:r>
              <w:r w:rsidRPr="009B1523">
                <w:rPr>
                  <w:rStyle w:val="a5"/>
                  <w:rFonts w:ascii="Proxima Nova ExCn Rg" w:hAnsi="Proxima Nova ExCn Rg"/>
                  <w:sz w:val="28"/>
                  <w:lang w:val="en-US"/>
                </w:rPr>
                <w:t>kazna</w:t>
              </w:r>
              <w:r w:rsidRPr="00D11548">
                <w:rPr>
                  <w:rStyle w:val="a5"/>
                  <w:rFonts w:ascii="Proxima Nova ExCn Rg" w:hAnsi="Proxima Nova ExCn Rg"/>
                  <w:sz w:val="28"/>
                </w:rPr>
                <w:t>.ru</w:t>
              </w:r>
            </w:hyperlink>
            <w:r>
              <w:rPr>
                <w:rFonts w:ascii="Proxima Nova ExCn Rg" w:hAnsi="Proxima Nova ExCn Rg"/>
                <w:sz w:val="28"/>
              </w:rPr>
              <w:t>.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79235A" w:rsidRPr="00807459" w14:paraId="54C4396C" w14:textId="77777777" w:rsidTr="003B2553">
        <w:tc>
          <w:tcPr>
            <w:tcW w:w="736" w:type="dxa"/>
            <w:vMerge/>
          </w:tcPr>
          <w:p w14:paraId="3627532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1DAD3B96"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19D3A31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Прохождение процедур внешнего контроля качества в </w:t>
            </w:r>
            <w:r>
              <w:rPr>
                <w:rFonts w:ascii="Proxima Nova ExCn Rg" w:hAnsi="Proxima Nova ExCn Rg"/>
                <w:sz w:val="28"/>
              </w:rPr>
              <w:t>течение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 xml:space="preserve">лет </w:t>
            </w:r>
            <w:r w:rsidRPr="00807459">
              <w:rPr>
                <w:rFonts w:ascii="Proxima Nova ExCn Rg" w:hAnsi="Proxima Nova ExCn Rg"/>
                <w:sz w:val="28"/>
              </w:rPr>
              <w:t xml:space="preserve">до даты подачи заявки на участие в закупке при </w:t>
            </w:r>
            <w:r>
              <w:rPr>
                <w:rFonts w:ascii="Proxima Nova ExCn Rg" w:hAnsi="Proxima Nova ExCn Rg"/>
                <w:sz w:val="28"/>
              </w:rPr>
              <w:t>применении в указанный период к участнику закупки 1</w:t>
            </w:r>
            <w:r w:rsidRPr="00807459">
              <w:rPr>
                <w:rFonts w:ascii="Proxima Nova ExCn Rg" w:hAnsi="Proxima Nova ExCn Rg"/>
                <w:sz w:val="28"/>
              </w:rPr>
              <w:t xml:space="preserve"> </w:t>
            </w:r>
            <w:r>
              <w:rPr>
                <w:rFonts w:ascii="Proxima Nova ExCn Rg" w:hAnsi="Proxima Nova ExCn Rg"/>
                <w:sz w:val="28"/>
              </w:rPr>
              <w:t xml:space="preserve">меры дисциплинарного воздействия из числа следующих: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или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или штраф</w:t>
            </w:r>
          </w:p>
        </w:tc>
        <w:tc>
          <w:tcPr>
            <w:tcW w:w="1418" w:type="dxa"/>
          </w:tcPr>
          <w:p w14:paraId="67255D29" w14:textId="77777777" w:rsidR="0079235A" w:rsidRPr="00807459" w:rsidDel="002A0E5D"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75</w:t>
            </w:r>
          </w:p>
        </w:tc>
        <w:tc>
          <w:tcPr>
            <w:tcW w:w="1649" w:type="dxa"/>
            <w:vMerge/>
          </w:tcPr>
          <w:p w14:paraId="1F73CEA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8CABD12" w14:textId="77777777" w:rsidR="0079235A" w:rsidRPr="00807459" w:rsidRDefault="0079235A" w:rsidP="003B2553">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79235A" w:rsidRPr="00807459" w14:paraId="694FF735" w14:textId="77777777" w:rsidTr="003B2553">
        <w:tc>
          <w:tcPr>
            <w:tcW w:w="736" w:type="dxa"/>
            <w:vMerge/>
          </w:tcPr>
          <w:p w14:paraId="06DBD4EE"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3A84692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04C1F97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Прохождение процедур внешнего контроля качества в </w:t>
            </w:r>
            <w:r>
              <w:rPr>
                <w:rFonts w:ascii="Proxima Nova ExCn Rg" w:hAnsi="Proxima Nova ExCn Rg"/>
                <w:sz w:val="28"/>
              </w:rPr>
              <w:t>течение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 xml:space="preserve">лет </w:t>
            </w:r>
            <w:r w:rsidRPr="00807459">
              <w:rPr>
                <w:rFonts w:ascii="Proxima Nova ExCn Rg" w:hAnsi="Proxima Nova ExCn Rg"/>
                <w:sz w:val="28"/>
              </w:rPr>
              <w:t xml:space="preserve">до даты подачи заявки на участие в закупке при </w:t>
            </w:r>
            <w:r>
              <w:rPr>
                <w:rFonts w:ascii="Proxima Nova ExCn Rg" w:hAnsi="Proxima Nova ExCn Rg"/>
                <w:sz w:val="28"/>
              </w:rPr>
              <w:t>применении в указанный период к участнику закупки 2</w:t>
            </w:r>
            <w:r w:rsidRPr="00807459">
              <w:rPr>
                <w:rFonts w:ascii="Proxima Nova ExCn Rg" w:hAnsi="Proxima Nova ExCn Rg"/>
                <w:sz w:val="28"/>
              </w:rPr>
              <w:t xml:space="preserve"> </w:t>
            </w:r>
            <w:r>
              <w:rPr>
                <w:rFonts w:ascii="Proxima Nova ExCn Rg" w:hAnsi="Proxima Nova ExCn Rg"/>
                <w:sz w:val="28"/>
              </w:rPr>
              <w:t xml:space="preserve">мер дисциплинарного воздействия  из числа следующих: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и/или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и/или штраф</w:t>
            </w:r>
          </w:p>
        </w:tc>
        <w:tc>
          <w:tcPr>
            <w:tcW w:w="1418" w:type="dxa"/>
          </w:tcPr>
          <w:p w14:paraId="208B57D1" w14:textId="77777777" w:rsidR="0079235A" w:rsidRPr="00807459" w:rsidDel="002A0E5D"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1CB4B8C1"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C20970F" w14:textId="77777777" w:rsidR="0079235A" w:rsidRPr="00807459" w:rsidRDefault="0079235A" w:rsidP="003B2553">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79235A" w:rsidRPr="00807459" w14:paraId="1845657B" w14:textId="77777777" w:rsidTr="003B2553">
        <w:tc>
          <w:tcPr>
            <w:tcW w:w="736" w:type="dxa"/>
            <w:vMerge/>
          </w:tcPr>
          <w:p w14:paraId="3BCBA78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0EE61EB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2D3508F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Прохождение процедур внешнего контроля качества в </w:t>
            </w:r>
            <w:r>
              <w:rPr>
                <w:rFonts w:ascii="Proxima Nova ExCn Rg" w:hAnsi="Proxima Nova ExCn Rg"/>
                <w:sz w:val="28"/>
              </w:rPr>
              <w:t>течение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 xml:space="preserve">лет </w:t>
            </w:r>
            <w:r w:rsidRPr="00807459">
              <w:rPr>
                <w:rFonts w:ascii="Proxima Nova ExCn Rg" w:hAnsi="Proxima Nova ExCn Rg"/>
                <w:sz w:val="28"/>
              </w:rPr>
              <w:t xml:space="preserve">до даты подачи заявки на участие в закупке при </w:t>
            </w:r>
            <w:r>
              <w:rPr>
                <w:rFonts w:ascii="Proxima Nova ExCn Rg" w:hAnsi="Proxima Nova ExCn Rg"/>
                <w:sz w:val="28"/>
              </w:rPr>
              <w:t>применении в указанный период к участнику закупки 3</w:t>
            </w:r>
            <w:r w:rsidRPr="00807459">
              <w:rPr>
                <w:rFonts w:ascii="Proxima Nova ExCn Rg" w:hAnsi="Proxima Nova ExCn Rg"/>
                <w:sz w:val="28"/>
              </w:rPr>
              <w:t xml:space="preserve"> </w:t>
            </w:r>
            <w:r>
              <w:rPr>
                <w:rFonts w:ascii="Proxima Nova ExCn Rg" w:hAnsi="Proxima Nova ExCn Rg"/>
                <w:sz w:val="28"/>
              </w:rPr>
              <w:t xml:space="preserve">мер дисциплинарного воздействия  из числа следующих: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и/или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и/или штраф</w:t>
            </w:r>
          </w:p>
        </w:tc>
        <w:tc>
          <w:tcPr>
            <w:tcW w:w="1418" w:type="dxa"/>
          </w:tcPr>
          <w:p w14:paraId="66A55480" w14:textId="77777777" w:rsidR="0079235A" w:rsidRPr="00807459" w:rsidDel="002A0E5D"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45</w:t>
            </w:r>
          </w:p>
        </w:tc>
        <w:tc>
          <w:tcPr>
            <w:tcW w:w="1649" w:type="dxa"/>
            <w:vMerge/>
          </w:tcPr>
          <w:p w14:paraId="6FA7A6D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DB94980" w14:textId="77777777" w:rsidR="0079235A" w:rsidRPr="00807459" w:rsidRDefault="0079235A" w:rsidP="003B2553">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79235A" w:rsidRPr="00807459" w14:paraId="6C2F4373" w14:textId="77777777" w:rsidTr="003B2553">
        <w:tc>
          <w:tcPr>
            <w:tcW w:w="736" w:type="dxa"/>
            <w:vMerge/>
          </w:tcPr>
          <w:p w14:paraId="3952D914"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3A5EB35A"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E134A6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Прохождение процедур внешнего контроля качества в </w:t>
            </w:r>
            <w:r>
              <w:rPr>
                <w:rFonts w:ascii="Proxima Nova ExCn Rg" w:hAnsi="Proxima Nova ExCn Rg"/>
                <w:sz w:val="28"/>
              </w:rPr>
              <w:t>течение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 xml:space="preserve">лет </w:t>
            </w:r>
            <w:r w:rsidRPr="00807459">
              <w:rPr>
                <w:rFonts w:ascii="Proxima Nova ExCn Rg" w:hAnsi="Proxima Nova ExCn Rg"/>
                <w:sz w:val="28"/>
              </w:rPr>
              <w:t xml:space="preserve">до даты подачи заявки на участие в закупке при </w:t>
            </w:r>
            <w:r>
              <w:rPr>
                <w:rFonts w:ascii="Proxima Nova ExCn Rg" w:hAnsi="Proxima Nova ExCn Rg"/>
                <w:sz w:val="28"/>
              </w:rPr>
              <w:t>применении в указанный период к участнику закупки 4</w:t>
            </w:r>
            <w:r w:rsidRPr="00807459">
              <w:rPr>
                <w:rFonts w:ascii="Proxima Nova ExCn Rg" w:hAnsi="Proxima Nova ExCn Rg"/>
                <w:sz w:val="28"/>
              </w:rPr>
              <w:t xml:space="preserve"> </w:t>
            </w:r>
            <w:r>
              <w:rPr>
                <w:rFonts w:ascii="Proxima Nova ExCn Rg" w:hAnsi="Proxima Nova ExCn Rg"/>
                <w:sz w:val="28"/>
              </w:rPr>
              <w:t xml:space="preserve">мер дисциплинарного воздействия из числа следующих: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и/или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и/или штраф</w:t>
            </w:r>
          </w:p>
        </w:tc>
        <w:tc>
          <w:tcPr>
            <w:tcW w:w="1418" w:type="dxa"/>
          </w:tcPr>
          <w:p w14:paraId="251B236C"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30</w:t>
            </w:r>
          </w:p>
        </w:tc>
        <w:tc>
          <w:tcPr>
            <w:tcW w:w="1649" w:type="dxa"/>
            <w:vMerge/>
          </w:tcPr>
          <w:p w14:paraId="1D2AA853"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8883393" w14:textId="77777777" w:rsidR="0079235A" w:rsidRPr="00807459" w:rsidRDefault="0079235A" w:rsidP="003B2553">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79235A" w:rsidRPr="00807459" w14:paraId="1C82214F" w14:textId="77777777" w:rsidTr="003B2553">
        <w:tc>
          <w:tcPr>
            <w:tcW w:w="736" w:type="dxa"/>
            <w:vMerge/>
          </w:tcPr>
          <w:p w14:paraId="6C3B83B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238135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7C49C132"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Прохождение процедур внешнего контроля качества в </w:t>
            </w:r>
            <w:r>
              <w:rPr>
                <w:rFonts w:ascii="Proxima Nova ExCn Rg" w:hAnsi="Proxima Nova ExCn Rg"/>
                <w:sz w:val="28"/>
              </w:rPr>
              <w:t>течение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 xml:space="preserve">лет </w:t>
            </w:r>
            <w:r w:rsidRPr="00807459">
              <w:rPr>
                <w:rFonts w:ascii="Proxima Nova ExCn Rg" w:hAnsi="Proxima Nova ExCn Rg"/>
                <w:sz w:val="28"/>
              </w:rPr>
              <w:t xml:space="preserve">до даты подачи заявки на участие в закупке при </w:t>
            </w:r>
            <w:r>
              <w:rPr>
                <w:rFonts w:ascii="Proxima Nova ExCn Rg" w:hAnsi="Proxima Nova ExCn Rg"/>
                <w:sz w:val="28"/>
              </w:rPr>
              <w:t>применении в указанный период к участнику закупки 5</w:t>
            </w:r>
            <w:r w:rsidRPr="00807459">
              <w:rPr>
                <w:rFonts w:ascii="Proxima Nova ExCn Rg" w:hAnsi="Proxima Nova ExCn Rg"/>
                <w:sz w:val="28"/>
              </w:rPr>
              <w:t xml:space="preserve"> </w:t>
            </w:r>
            <w:r>
              <w:rPr>
                <w:rFonts w:ascii="Proxima Nova ExCn Rg" w:hAnsi="Proxima Nova ExCn Rg"/>
                <w:sz w:val="28"/>
              </w:rPr>
              <w:t xml:space="preserve">мер дисциплинарного воздействия из числа следующих: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и/или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и/или штраф</w:t>
            </w:r>
          </w:p>
        </w:tc>
        <w:tc>
          <w:tcPr>
            <w:tcW w:w="1418" w:type="dxa"/>
          </w:tcPr>
          <w:p w14:paraId="348592E7"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15</w:t>
            </w:r>
          </w:p>
        </w:tc>
        <w:tc>
          <w:tcPr>
            <w:tcW w:w="1649" w:type="dxa"/>
            <w:vMerge/>
          </w:tcPr>
          <w:p w14:paraId="0361659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A82F1C6" w14:textId="77777777" w:rsidR="0079235A" w:rsidRPr="00807459" w:rsidRDefault="0079235A" w:rsidP="003B2553">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79235A" w:rsidRPr="00807459" w14:paraId="1605AF9E" w14:textId="77777777" w:rsidTr="003B2553">
        <w:trPr>
          <w:trHeight w:val="1705"/>
        </w:trPr>
        <w:tc>
          <w:tcPr>
            <w:tcW w:w="736" w:type="dxa"/>
            <w:vMerge/>
          </w:tcPr>
          <w:p w14:paraId="47448826"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2B27F957"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379548C9"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в период</w:t>
            </w:r>
            <w:r w:rsidRPr="00807459">
              <w:rPr>
                <w:rFonts w:ascii="Proxima Nova ExCn Rg" w:hAnsi="Proxima Nova ExCn Rg"/>
                <w:sz w:val="28"/>
              </w:rPr>
              <w:t xml:space="preserve"> </w:t>
            </w:r>
            <w:r>
              <w:rPr>
                <w:rFonts w:ascii="Proxima Nova ExCn Rg" w:hAnsi="Proxima Nova ExCn Rg"/>
                <w:sz w:val="28"/>
              </w:rPr>
              <w:t>ранее</w:t>
            </w:r>
            <w:r w:rsidRPr="00807459">
              <w:rPr>
                <w:rFonts w:ascii="Proxima Nova ExCn Rg" w:hAnsi="Proxima Nova ExCn Rg"/>
                <w:sz w:val="28"/>
              </w:rPr>
              <w:t xml:space="preserve"> 3 (тр</w:t>
            </w:r>
            <w:r>
              <w:rPr>
                <w:rFonts w:ascii="Proxima Nova ExCn Rg" w:hAnsi="Proxima Nova ExCn Rg"/>
                <w:sz w:val="28"/>
              </w:rPr>
              <w:t>ех</w:t>
            </w:r>
            <w:r w:rsidRPr="00807459">
              <w:rPr>
                <w:rFonts w:ascii="Proxima Nova ExCn Rg" w:hAnsi="Proxima Nova ExCn Rg"/>
                <w:sz w:val="28"/>
              </w:rPr>
              <w:t xml:space="preserve">) </w:t>
            </w:r>
            <w:r>
              <w:rPr>
                <w:rFonts w:ascii="Proxima Nova ExCn Rg" w:hAnsi="Proxima Nova ExCn Rg"/>
                <w:sz w:val="28"/>
              </w:rPr>
              <w:t>лет</w:t>
            </w:r>
            <w:r w:rsidRPr="00807459">
              <w:rPr>
                <w:rFonts w:ascii="Proxima Nova ExCn Rg" w:hAnsi="Proxima Nova ExCn Rg"/>
                <w:sz w:val="28"/>
              </w:rPr>
              <w:t xml:space="preserve"> до даты подачи заявки на участие в закупке</w:t>
            </w:r>
            <w:r>
              <w:rPr>
                <w:rFonts w:ascii="Proxima Nova ExCn Rg" w:hAnsi="Proxima Nova ExCn Rg"/>
                <w:sz w:val="28"/>
              </w:rPr>
              <w:t>,</w:t>
            </w:r>
          </w:p>
          <w:p w14:paraId="75161A1D"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 </w:t>
            </w:r>
            <w:r>
              <w:rPr>
                <w:rFonts w:ascii="Proxima Nova ExCn Rg" w:hAnsi="Proxima Nova ExCn Rg"/>
                <w:sz w:val="28"/>
              </w:rPr>
              <w:t>и/или</w:t>
            </w:r>
            <w:r w:rsidRPr="00807459">
              <w:rPr>
                <w:rFonts w:ascii="Proxima Nova ExCn Rg" w:hAnsi="Proxima Nova ExCn Rg"/>
                <w:sz w:val="28"/>
              </w:rPr>
              <w:t xml:space="preserve"> </w:t>
            </w:r>
          </w:p>
          <w:p w14:paraId="6BF4B53B"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szCs w:val="28"/>
                <w:lang w:eastAsia="ru-RU"/>
              </w:rPr>
            </w:pPr>
            <w:r>
              <w:rPr>
                <w:rFonts w:ascii="Proxima Nova ExCn Rg" w:hAnsi="Proxima Nova ExCn Rg"/>
                <w:sz w:val="28"/>
              </w:rPr>
              <w:t>применение к участнику закупки более 5</w:t>
            </w:r>
            <w:r w:rsidRPr="00807459">
              <w:rPr>
                <w:rFonts w:ascii="Proxima Nova ExCn Rg" w:hAnsi="Proxima Nova ExCn Rg"/>
                <w:sz w:val="28"/>
              </w:rPr>
              <w:t xml:space="preserve"> </w:t>
            </w:r>
            <w:r>
              <w:rPr>
                <w:rFonts w:ascii="Proxima Nova ExCn Rg" w:hAnsi="Proxima Nova ExCn Rg"/>
                <w:sz w:val="28"/>
              </w:rPr>
              <w:t>мер дисциплинарного воздействия из числа следующих:</w:t>
            </w:r>
            <w:r w:rsidDel="005915F8">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и/или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и/или штраф,</w:t>
            </w:r>
          </w:p>
          <w:p w14:paraId="25D98B73"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szCs w:val="28"/>
                <w:lang w:eastAsia="ru-RU"/>
              </w:rPr>
              <w:t xml:space="preserve"> </w:t>
            </w:r>
            <w:r>
              <w:rPr>
                <w:rFonts w:ascii="Proxima Nova ExCn Rg" w:hAnsi="Proxima Nova ExCn Rg"/>
                <w:sz w:val="28"/>
              </w:rPr>
              <w:t xml:space="preserve">и/или </w:t>
            </w:r>
          </w:p>
          <w:p w14:paraId="25C78DBA" w14:textId="77777777" w:rsidR="0079235A" w:rsidRPr="005B0C73" w:rsidRDefault="0079235A" w:rsidP="003B2553">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применение (в том числе – однократное) к участнику закупки следующих мер дисциплинарного воздействия: п</w:t>
            </w:r>
            <w:r w:rsidRPr="00807459">
              <w:rPr>
                <w:rFonts w:ascii="Proxima Nova ExCn Rg" w:hAnsi="Proxima Nova ExCn Rg"/>
                <w:sz w:val="28"/>
                <w:szCs w:val="28"/>
                <w:lang w:eastAsia="ru-RU"/>
              </w:rPr>
              <w:t>риостановлени</w:t>
            </w:r>
            <w:r>
              <w:rPr>
                <w:rFonts w:ascii="Proxima Nova ExCn Rg" w:hAnsi="Proxima Nova ExCn Rg"/>
                <w:sz w:val="28"/>
                <w:szCs w:val="28"/>
                <w:lang w:eastAsia="ru-RU"/>
              </w:rPr>
              <w:t>е членства в СРО аудиторов и/или</w:t>
            </w:r>
            <w:r w:rsidRPr="00807459">
              <w:rPr>
                <w:rFonts w:ascii="Proxima Nova ExCn Rg" w:hAnsi="Proxima Nova ExCn Rg"/>
                <w:sz w:val="28"/>
                <w:szCs w:val="28"/>
                <w:lang w:eastAsia="ru-RU"/>
              </w:rPr>
              <w:t xml:space="preserve"> исключени</w:t>
            </w:r>
            <w:r>
              <w:rPr>
                <w:rFonts w:ascii="Proxima Nova ExCn Rg" w:hAnsi="Proxima Nova ExCn Rg"/>
                <w:sz w:val="28"/>
                <w:szCs w:val="28"/>
                <w:lang w:eastAsia="ru-RU"/>
              </w:rPr>
              <w:t xml:space="preserve">е </w:t>
            </w:r>
            <w:r w:rsidRPr="00807459">
              <w:rPr>
                <w:rFonts w:ascii="Proxima Nova ExCn Rg" w:hAnsi="Proxima Nova ExCn Rg"/>
                <w:sz w:val="28"/>
                <w:szCs w:val="28"/>
                <w:lang w:eastAsia="ru-RU"/>
              </w:rPr>
              <w:t>из членов СРО аудиторов</w:t>
            </w:r>
          </w:p>
        </w:tc>
        <w:tc>
          <w:tcPr>
            <w:tcW w:w="1418" w:type="dxa"/>
          </w:tcPr>
          <w:p w14:paraId="7394CEF7"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2ED4D4FD"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5FBC01C" w14:textId="77777777" w:rsidR="0079235A" w:rsidRPr="00807459" w:rsidRDefault="0079235A" w:rsidP="003B2553">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79235A" w:rsidRPr="00807459" w14:paraId="44EBD09C" w14:textId="77777777" w:rsidTr="003B2553">
        <w:tc>
          <w:tcPr>
            <w:tcW w:w="736" w:type="dxa"/>
            <w:vMerge/>
          </w:tcPr>
          <w:p w14:paraId="732EF1C6"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AFE2DA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247" w:type="dxa"/>
            <w:gridSpan w:val="4"/>
          </w:tcPr>
          <w:p w14:paraId="342AD2F6"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и сопоставление заявок по критерию «Квалификация участника закупки</w:t>
            </w:r>
            <w:r w:rsidRPr="00807459">
              <w:rPr>
                <w:rFonts w:ascii="Proxima Nova ExCn Rg" w:hAnsi="Proxima Nova ExCn Rg"/>
                <w:b/>
                <w:sz w:val="28"/>
              </w:rPr>
              <w:t>»</w:t>
            </w:r>
            <w:r w:rsidRPr="00807459">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69EBF91D"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1CC0ADE5"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26DBF44C"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 в соответствии со следующей формулой:</w:t>
            </w:r>
          </w:p>
          <w:p w14:paraId="5F37D3BC" w14:textId="77777777" w:rsidR="0079235A" w:rsidRPr="00807459" w:rsidRDefault="0079235A" w:rsidP="003B2553">
            <w:pPr>
              <w:widowControl w:val="0"/>
              <w:spacing w:after="0" w:line="240" w:lineRule="auto"/>
              <w:ind w:left="1595"/>
              <w:jc w:val="both"/>
              <w:outlineLvl w:val="1"/>
              <w:rPr>
                <w:rFonts w:ascii="Proxima Nova ExCn Rg" w:hAnsi="Proxima Nova ExCn Rg"/>
                <w:sz w:val="28"/>
              </w:rPr>
            </w:pPr>
          </w:p>
          <w:p w14:paraId="7BC2C21D"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799DC52C" w14:textId="77777777" w:rsidR="0079235A" w:rsidRPr="00807459" w:rsidRDefault="0079235A" w:rsidP="003B2553">
            <w:pPr>
              <w:widowControl w:val="0"/>
              <w:spacing w:after="0" w:line="240" w:lineRule="auto"/>
              <w:ind w:left="1595"/>
              <w:jc w:val="both"/>
              <w:outlineLvl w:val="1"/>
              <w:rPr>
                <w:rFonts w:ascii="Proxima Nova ExCn Rg" w:hAnsi="Proxima Nova ExCn Rg"/>
                <w:sz w:val="28"/>
              </w:rPr>
            </w:pPr>
          </w:p>
          <w:p w14:paraId="34A225E4"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B946DE0"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1848003F" w14:textId="77777777" w:rsidR="0079235A" w:rsidRPr="00807459" w:rsidRDefault="0079235A" w:rsidP="003B2553">
            <w:pPr>
              <w:widowControl w:val="0"/>
              <w:spacing w:after="0" w:line="240" w:lineRule="auto"/>
              <w:ind w:left="1595"/>
              <w:jc w:val="both"/>
              <w:outlineLvl w:val="1"/>
              <w:rPr>
                <w:rFonts w:ascii="Proxima Nova ExCn Rg" w:hAnsi="Proxima Nova ExCn Rg"/>
                <w:sz w:val="28"/>
              </w:rPr>
            </w:pPr>
          </w:p>
          <w:p w14:paraId="1D3E2A82"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74F18AD9" w14:textId="77777777" w:rsidR="0079235A" w:rsidRPr="00807459" w:rsidRDefault="0079235A" w:rsidP="003B2553">
            <w:pPr>
              <w:widowControl w:val="0"/>
              <w:spacing w:after="0" w:line="240" w:lineRule="auto"/>
              <w:ind w:left="1595"/>
              <w:jc w:val="both"/>
              <w:outlineLvl w:val="1"/>
              <w:rPr>
                <w:rFonts w:ascii="Proxima Nova ExCn Rg" w:hAnsi="Proxima Nova ExCn Rg"/>
                <w:sz w:val="28"/>
              </w:rPr>
            </w:pPr>
          </w:p>
          <w:p w14:paraId="7168ADED"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57E54A1E" w14:textId="77777777" w:rsidR="0079235A" w:rsidRPr="00807459" w:rsidRDefault="0079235A" w:rsidP="003B2553">
            <w:pPr>
              <w:widowControl w:val="0"/>
              <w:spacing w:after="0" w:line="240" w:lineRule="auto"/>
              <w:ind w:left="1595"/>
              <w:jc w:val="both"/>
              <w:outlineLvl w:val="1"/>
              <w:rPr>
                <w:rFonts w:ascii="Proxima Nova ExCn Rg" w:hAnsi="Proxima Nova ExCn Rg"/>
                <w:sz w:val="28"/>
              </w:rPr>
            </w:pPr>
          </w:p>
          <w:p w14:paraId="125945D4"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05D8A332"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62F96C16"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 равный 0,60</w:t>
            </w:r>
          </w:p>
          <w:p w14:paraId="15B4674E"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79235A" w:rsidRPr="00807459" w14:paraId="78411F52" w14:textId="77777777" w:rsidTr="003B2553">
        <w:tc>
          <w:tcPr>
            <w:tcW w:w="736" w:type="dxa"/>
            <w:vMerge w:val="restart"/>
          </w:tcPr>
          <w:p w14:paraId="25AED022"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lang w:val="en-US"/>
              </w:rPr>
              <w:t>3</w:t>
            </w:r>
            <w:r w:rsidRPr="00807459">
              <w:rPr>
                <w:rFonts w:ascii="Proxima Nova ExCn Rg" w:hAnsi="Proxima Nova ExCn Rg"/>
                <w:b/>
                <w:sz w:val="28"/>
              </w:rPr>
              <w:t>.</w:t>
            </w:r>
          </w:p>
        </w:tc>
        <w:tc>
          <w:tcPr>
            <w:tcW w:w="2236" w:type="dxa"/>
            <w:vMerge w:val="restart"/>
          </w:tcPr>
          <w:p w14:paraId="3E736B90"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«Качество технического предложения»</w:t>
            </w:r>
          </w:p>
        </w:tc>
        <w:tc>
          <w:tcPr>
            <w:tcW w:w="5528" w:type="dxa"/>
          </w:tcPr>
          <w:p w14:paraId="6CF24A87" w14:textId="77777777" w:rsidR="0079235A"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рамках критерия оценивается </w:t>
            </w:r>
            <w:r>
              <w:rPr>
                <w:rFonts w:ascii="Proxima Nova ExCn Rg" w:hAnsi="Proxima Nova ExCn Rg"/>
                <w:sz w:val="28"/>
              </w:rPr>
              <w:t xml:space="preserve">качество подготовленного участником закупки </w:t>
            </w:r>
            <w:r w:rsidRPr="00807459">
              <w:rPr>
                <w:rFonts w:ascii="Proxima Nova ExCn Rg" w:hAnsi="Proxima Nova ExCn Rg"/>
                <w:sz w:val="28"/>
              </w:rPr>
              <w:t>образца отчета руководству, представленного в составе заявки на участие в закупке</w:t>
            </w:r>
            <w:r>
              <w:rPr>
                <w:rFonts w:ascii="Proxima Nova ExCn Rg" w:hAnsi="Proxima Nova ExCn Rg"/>
                <w:sz w:val="28"/>
              </w:rPr>
              <w:t>, который должен соответствовать следующим требованиям:</w:t>
            </w:r>
          </w:p>
          <w:p w14:paraId="2622075E" w14:textId="77777777" w:rsidR="0079235A" w:rsidRPr="00B61A06" w:rsidRDefault="0079235A" w:rsidP="003B2553">
            <w:pPr>
              <w:widowControl w:val="0"/>
              <w:tabs>
                <w:tab w:val="center" w:pos="4677"/>
                <w:tab w:val="right" w:pos="9355"/>
              </w:tabs>
              <w:spacing w:after="0" w:line="240" w:lineRule="auto"/>
              <w:jc w:val="both"/>
              <w:rPr>
                <w:rFonts w:ascii="Proxima Nova ExCn Rg" w:hAnsi="Proxima Nova ExCn Rg"/>
                <w:sz w:val="28"/>
              </w:rPr>
            </w:pPr>
            <w:r w:rsidRPr="00B61A06">
              <w:rPr>
                <w:rFonts w:ascii="Proxima Nova ExCn Rg" w:hAnsi="Proxima Nova ExCn Rg"/>
                <w:sz w:val="28"/>
              </w:rPr>
              <w:t>1) содержит описание формы и содержания отчета руководству;</w:t>
            </w:r>
          </w:p>
          <w:p w14:paraId="02817167" w14:textId="77777777" w:rsidR="0079235A" w:rsidRPr="00B61A06" w:rsidRDefault="0079235A" w:rsidP="003B2553">
            <w:pPr>
              <w:widowControl w:val="0"/>
              <w:tabs>
                <w:tab w:val="center" w:pos="4677"/>
                <w:tab w:val="right" w:pos="9355"/>
              </w:tabs>
              <w:spacing w:after="0" w:line="240" w:lineRule="auto"/>
              <w:jc w:val="both"/>
              <w:rPr>
                <w:rFonts w:ascii="Proxima Nova ExCn Rg" w:hAnsi="Proxima Nova ExCn Rg"/>
                <w:sz w:val="28"/>
              </w:rPr>
            </w:pPr>
            <w:r w:rsidRPr="00B61A06">
              <w:rPr>
                <w:rFonts w:ascii="Proxima Nova ExCn Rg" w:hAnsi="Proxima Nova ExCn Rg"/>
                <w:sz w:val="28"/>
              </w:rPr>
              <w:t>2) содержит описание конкретных вопросов (направлений) аудита, которые могут представлять интерес для принятия управленческих решений заказчиком;</w:t>
            </w:r>
          </w:p>
          <w:p w14:paraId="3AE81E23"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B61A06">
              <w:rPr>
                <w:rFonts w:ascii="Proxima Nova ExCn Rg" w:hAnsi="Proxima Nova ExCn Rg"/>
                <w:sz w:val="28"/>
              </w:rPr>
              <w:t>3) содержит описание методов проведения аудита и возможных недостатков, которые могут быть выявлены в ходе проведения аудиторской проверки и предложения по их устранению</w:t>
            </w:r>
          </w:p>
        </w:tc>
        <w:tc>
          <w:tcPr>
            <w:tcW w:w="1418" w:type="dxa"/>
          </w:tcPr>
          <w:p w14:paraId="75D8F483" w14:textId="77777777" w:rsidR="0079235A"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p w14:paraId="1F294798" w14:textId="77777777" w:rsidR="0079235A" w:rsidRDefault="0079235A" w:rsidP="003B2553">
            <w:pPr>
              <w:widowControl w:val="0"/>
              <w:tabs>
                <w:tab w:val="center" w:pos="4677"/>
                <w:tab w:val="right" w:pos="9355"/>
              </w:tabs>
              <w:spacing w:after="0" w:line="240" w:lineRule="auto"/>
              <w:rPr>
                <w:rFonts w:ascii="Proxima Nova ExCn Rg" w:hAnsi="Proxima Nova ExCn Rg"/>
                <w:sz w:val="28"/>
              </w:rPr>
            </w:pPr>
          </w:p>
        </w:tc>
        <w:tc>
          <w:tcPr>
            <w:tcW w:w="1649" w:type="dxa"/>
          </w:tcPr>
          <w:p w14:paraId="0DAC4B64"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0,05 (5%)</w:t>
            </w:r>
          </w:p>
        </w:tc>
        <w:tc>
          <w:tcPr>
            <w:tcW w:w="3652" w:type="dxa"/>
            <w:vMerge w:val="restart"/>
          </w:tcPr>
          <w:p w14:paraId="25D50582"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Для оценки заявок по критерию аудиторская организация представляет в составе заявки на участие в закупке образец отчета руководству</w:t>
            </w:r>
          </w:p>
        </w:tc>
      </w:tr>
      <w:tr w:rsidR="0079235A" w:rsidRPr="00807459" w14:paraId="36A59817" w14:textId="77777777" w:rsidTr="003B2553">
        <w:tc>
          <w:tcPr>
            <w:tcW w:w="736" w:type="dxa"/>
            <w:vMerge/>
          </w:tcPr>
          <w:p w14:paraId="755B777C"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103C310"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85F0FC3" w14:textId="77777777" w:rsidR="0079235A" w:rsidRPr="00807459" w:rsidRDefault="0079235A" w:rsidP="003B2553">
            <w:pPr>
              <w:widowControl w:val="0"/>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szCs w:val="28"/>
              </w:rPr>
              <w:t xml:space="preserve">В составе заявки на участие в закупке участником закупки представлен </w:t>
            </w:r>
            <w:r w:rsidRPr="00807459">
              <w:rPr>
                <w:rFonts w:ascii="Proxima Nova ExCn Rg" w:hAnsi="Proxima Nova ExCn Rg"/>
                <w:sz w:val="28"/>
              </w:rPr>
              <w:t>образец отчета руководству</w:t>
            </w:r>
            <w:r w:rsidRPr="00807459">
              <w:rPr>
                <w:rFonts w:ascii="Proxima Nova ExCn Rg" w:hAnsi="Proxima Nova ExCn Rg"/>
                <w:sz w:val="28"/>
                <w:szCs w:val="28"/>
              </w:rPr>
              <w:t xml:space="preserve"> заказчика по результатам аудита</w:t>
            </w:r>
            <w:r>
              <w:rPr>
                <w:rFonts w:ascii="Proxima Nova ExCn Rg" w:hAnsi="Proxima Nova ExCn Rg"/>
                <w:sz w:val="28"/>
                <w:szCs w:val="28"/>
              </w:rPr>
              <w:t>, отвечающий всем трем установленным требованиям</w:t>
            </w:r>
          </w:p>
        </w:tc>
        <w:tc>
          <w:tcPr>
            <w:tcW w:w="1418" w:type="dxa"/>
          </w:tcPr>
          <w:p w14:paraId="11EC623E"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tcPr>
          <w:p w14:paraId="3481930E" w14:textId="77777777" w:rsidR="0079235A" w:rsidRPr="00807459" w:rsidRDefault="0079235A" w:rsidP="003B2553">
            <w:pPr>
              <w:widowControl w:val="0"/>
              <w:tabs>
                <w:tab w:val="center" w:pos="4677"/>
                <w:tab w:val="right" w:pos="9355"/>
              </w:tabs>
              <w:spacing w:after="0" w:line="240" w:lineRule="auto"/>
              <w:ind w:left="1134"/>
              <w:outlineLvl w:val="1"/>
              <w:rPr>
                <w:rFonts w:ascii="Proxima Nova ExCn Rg" w:hAnsi="Proxima Nova ExCn Rg"/>
                <w:sz w:val="28"/>
              </w:rPr>
            </w:pPr>
          </w:p>
        </w:tc>
        <w:tc>
          <w:tcPr>
            <w:tcW w:w="3652" w:type="dxa"/>
            <w:vMerge/>
          </w:tcPr>
          <w:p w14:paraId="69F3523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0CFAD54D" w14:textId="77777777" w:rsidTr="003B2553">
        <w:tc>
          <w:tcPr>
            <w:tcW w:w="736" w:type="dxa"/>
            <w:vMerge/>
          </w:tcPr>
          <w:p w14:paraId="09C8863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D1E057"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A986D2E" w14:textId="77777777" w:rsidR="0079235A" w:rsidRDefault="0079235A" w:rsidP="003B2553">
            <w:pPr>
              <w:widowControl w:val="0"/>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В составе заявки на участие в закупке участником закупки представлен </w:t>
            </w:r>
            <w:r w:rsidRPr="00807459">
              <w:rPr>
                <w:rFonts w:ascii="Proxima Nova ExCn Rg" w:hAnsi="Proxima Nova ExCn Rg"/>
                <w:sz w:val="28"/>
              </w:rPr>
              <w:t>образец отчета руководству</w:t>
            </w:r>
            <w:r w:rsidRPr="00807459">
              <w:rPr>
                <w:rFonts w:ascii="Proxima Nova ExCn Rg" w:hAnsi="Proxima Nova ExCn Rg"/>
                <w:sz w:val="28"/>
                <w:szCs w:val="28"/>
              </w:rPr>
              <w:t xml:space="preserve"> заказчика по результатам аудита</w:t>
            </w:r>
            <w:r>
              <w:rPr>
                <w:rFonts w:ascii="Proxima Nova ExCn Rg" w:hAnsi="Proxima Nova ExCn Rg"/>
                <w:sz w:val="28"/>
                <w:szCs w:val="28"/>
              </w:rPr>
              <w:t>, отвечающий двум из трех установленных требований</w:t>
            </w:r>
          </w:p>
        </w:tc>
        <w:tc>
          <w:tcPr>
            <w:tcW w:w="1418" w:type="dxa"/>
          </w:tcPr>
          <w:p w14:paraId="54A1560D"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75</w:t>
            </w:r>
          </w:p>
        </w:tc>
        <w:tc>
          <w:tcPr>
            <w:tcW w:w="1649" w:type="dxa"/>
          </w:tcPr>
          <w:p w14:paraId="4C6F107B" w14:textId="77777777" w:rsidR="0079235A" w:rsidRPr="00807459" w:rsidRDefault="0079235A" w:rsidP="003B2553">
            <w:pPr>
              <w:widowControl w:val="0"/>
              <w:tabs>
                <w:tab w:val="center" w:pos="4677"/>
                <w:tab w:val="right" w:pos="9355"/>
              </w:tabs>
              <w:spacing w:after="0" w:line="240" w:lineRule="auto"/>
              <w:ind w:left="1134"/>
              <w:outlineLvl w:val="1"/>
              <w:rPr>
                <w:rFonts w:ascii="Proxima Nova ExCn Rg" w:hAnsi="Proxima Nova ExCn Rg"/>
                <w:sz w:val="28"/>
              </w:rPr>
            </w:pPr>
          </w:p>
        </w:tc>
        <w:tc>
          <w:tcPr>
            <w:tcW w:w="3652" w:type="dxa"/>
            <w:vMerge/>
          </w:tcPr>
          <w:p w14:paraId="5BD81DC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FA0168B" w14:textId="77777777" w:rsidTr="003B2553">
        <w:tc>
          <w:tcPr>
            <w:tcW w:w="736" w:type="dxa"/>
            <w:vMerge/>
          </w:tcPr>
          <w:p w14:paraId="0DD5B06F" w14:textId="77777777" w:rsidR="0079235A" w:rsidRPr="00D11548"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9DE5469"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15921ED"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szCs w:val="28"/>
              </w:rPr>
              <w:t xml:space="preserve">В составе заявки на участие в закупке участником закупки представлен </w:t>
            </w:r>
            <w:r w:rsidRPr="00807459">
              <w:rPr>
                <w:rFonts w:ascii="Proxima Nova ExCn Rg" w:hAnsi="Proxima Nova ExCn Rg"/>
                <w:sz w:val="28"/>
              </w:rPr>
              <w:t>образец отчета руководству</w:t>
            </w:r>
            <w:r w:rsidRPr="00807459">
              <w:rPr>
                <w:rFonts w:ascii="Proxima Nova ExCn Rg" w:hAnsi="Proxima Nova ExCn Rg"/>
                <w:sz w:val="28"/>
                <w:szCs w:val="28"/>
              </w:rPr>
              <w:t xml:space="preserve"> заказчика по результатам аудита</w:t>
            </w:r>
            <w:r>
              <w:rPr>
                <w:rFonts w:ascii="Proxima Nova ExCn Rg" w:hAnsi="Proxima Nova ExCn Rg"/>
                <w:sz w:val="28"/>
                <w:szCs w:val="28"/>
              </w:rPr>
              <w:t>, отвечающий одному из трех установленных требований</w:t>
            </w:r>
          </w:p>
        </w:tc>
        <w:tc>
          <w:tcPr>
            <w:tcW w:w="1418" w:type="dxa"/>
          </w:tcPr>
          <w:p w14:paraId="13775C83"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1649" w:type="dxa"/>
          </w:tcPr>
          <w:p w14:paraId="6524D824" w14:textId="77777777" w:rsidR="0079235A" w:rsidRPr="00807459" w:rsidRDefault="0079235A" w:rsidP="003B2553">
            <w:pPr>
              <w:widowControl w:val="0"/>
              <w:tabs>
                <w:tab w:val="center" w:pos="4677"/>
                <w:tab w:val="right" w:pos="9355"/>
              </w:tabs>
              <w:spacing w:after="0" w:line="240" w:lineRule="auto"/>
              <w:ind w:left="1134"/>
              <w:outlineLvl w:val="1"/>
              <w:rPr>
                <w:rFonts w:ascii="Proxima Nova ExCn Rg" w:hAnsi="Proxima Nova ExCn Rg"/>
                <w:sz w:val="28"/>
              </w:rPr>
            </w:pPr>
          </w:p>
        </w:tc>
        <w:tc>
          <w:tcPr>
            <w:tcW w:w="3652" w:type="dxa"/>
            <w:vMerge/>
          </w:tcPr>
          <w:p w14:paraId="5184D304"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70408BC5" w14:textId="77777777" w:rsidTr="003B2553">
        <w:tc>
          <w:tcPr>
            <w:tcW w:w="736" w:type="dxa"/>
            <w:vMerge/>
          </w:tcPr>
          <w:p w14:paraId="6B8DC762"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926E23A"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3C1AD01" w14:textId="77777777" w:rsidR="0079235A" w:rsidRPr="00807459" w:rsidRDefault="0079235A" w:rsidP="003B2553">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szCs w:val="28"/>
              </w:rPr>
              <w:t xml:space="preserve">В составе заявки на участие в закупке участником закупки представлен </w:t>
            </w:r>
            <w:r w:rsidRPr="00807459">
              <w:rPr>
                <w:rFonts w:ascii="Proxima Nova ExCn Rg" w:hAnsi="Proxima Nova ExCn Rg"/>
                <w:sz w:val="28"/>
              </w:rPr>
              <w:t>образец отчета руководству</w:t>
            </w:r>
            <w:r w:rsidRPr="00807459">
              <w:rPr>
                <w:rFonts w:ascii="Proxima Nova ExCn Rg" w:hAnsi="Proxima Nova ExCn Rg"/>
                <w:sz w:val="28"/>
                <w:szCs w:val="28"/>
              </w:rPr>
              <w:t xml:space="preserve"> заказчика по результатам аудита</w:t>
            </w:r>
            <w:r>
              <w:rPr>
                <w:rFonts w:ascii="Proxima Nova ExCn Rg" w:hAnsi="Proxima Nova ExCn Rg"/>
                <w:sz w:val="28"/>
                <w:szCs w:val="28"/>
              </w:rPr>
              <w:t xml:space="preserve">, не отвечающий ни одному из трех установленных требований, или образец отчета не представлен </w:t>
            </w:r>
          </w:p>
        </w:tc>
        <w:tc>
          <w:tcPr>
            <w:tcW w:w="1418" w:type="dxa"/>
          </w:tcPr>
          <w:p w14:paraId="5816C259" w14:textId="77777777" w:rsidR="0079235A" w:rsidRPr="00807459" w:rsidRDefault="0079235A" w:rsidP="003B255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tcPr>
          <w:p w14:paraId="7C2AB901" w14:textId="77777777" w:rsidR="0079235A" w:rsidRPr="00807459" w:rsidRDefault="0079235A" w:rsidP="003B2553">
            <w:pPr>
              <w:widowControl w:val="0"/>
              <w:tabs>
                <w:tab w:val="center" w:pos="4677"/>
                <w:tab w:val="right" w:pos="9355"/>
              </w:tabs>
              <w:spacing w:after="0" w:line="240" w:lineRule="auto"/>
              <w:ind w:left="1134"/>
              <w:outlineLvl w:val="1"/>
              <w:rPr>
                <w:rFonts w:ascii="Proxima Nova ExCn Rg" w:hAnsi="Proxima Nova ExCn Rg"/>
                <w:sz w:val="28"/>
              </w:rPr>
            </w:pPr>
          </w:p>
        </w:tc>
        <w:tc>
          <w:tcPr>
            <w:tcW w:w="3652" w:type="dxa"/>
            <w:vMerge/>
          </w:tcPr>
          <w:p w14:paraId="0E08520E"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79235A" w:rsidRPr="00807459" w14:paraId="6B3676F9" w14:textId="77777777" w:rsidTr="003B2553">
        <w:tc>
          <w:tcPr>
            <w:tcW w:w="736" w:type="dxa"/>
            <w:vMerge/>
          </w:tcPr>
          <w:p w14:paraId="773EF69B"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58783D5" w14:textId="77777777" w:rsidR="0079235A" w:rsidRPr="00807459" w:rsidRDefault="0079235A"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247" w:type="dxa"/>
            <w:gridSpan w:val="4"/>
          </w:tcPr>
          <w:p w14:paraId="7AD94F07" w14:textId="77777777" w:rsidR="0079235A" w:rsidRPr="00807459" w:rsidRDefault="0079235A" w:rsidP="003B2553">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осуществляется экспертным методом.</w:t>
            </w:r>
          </w:p>
          <w:p w14:paraId="7DB9B8C6"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В рамках экспертного метода ЗК осуществляет оценку представленного участниками закупки образца отчета руководства по итогам проводимой аудиторской проверки. Эксперты оценивают степень проработанности отчета, его соответствие требованиям Заказчика, масштабам деятельности проверяемой организации, детальность, понятность и обоснованность применяемых в отчете формулировок и подходов.</w:t>
            </w:r>
          </w:p>
          <w:p w14:paraId="58F2803C"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оценки и сопоставления заявок на участие в закупке в качестве экспертов в приоритетном порядке привлекаются работники структурного подразделения Корпорации по проведению аудита.</w:t>
            </w:r>
          </w:p>
          <w:p w14:paraId="6A2E64D2" w14:textId="77777777" w:rsidR="0079235A" w:rsidRPr="00807459" w:rsidRDefault="0079235A" w:rsidP="003B2553">
            <w:pPr>
              <w:widowControl w:val="0"/>
              <w:spacing w:after="0" w:line="240" w:lineRule="auto"/>
              <w:ind w:firstLine="461"/>
              <w:jc w:val="both"/>
              <w:rPr>
                <w:rFonts w:ascii="Proxima Nova ExCn Rg" w:hAnsi="Proxima Nova ExCn Rg"/>
                <w:b/>
                <w:sz w:val="28"/>
              </w:rPr>
            </w:pPr>
            <w:r w:rsidRPr="00807459">
              <w:rPr>
                <w:rFonts w:ascii="Proxima Nova ExCn Rg" w:hAnsi="Proxima Nova ExCn Rg"/>
                <w:sz w:val="28"/>
              </w:rPr>
              <w:t>Рейтинг заявки (РЗ</w:t>
            </w:r>
            <w:r w:rsidRPr="00807459">
              <w:rPr>
                <w:rFonts w:ascii="Proxima Nova ExCn Rg" w:hAnsi="Proxima Nova ExCn Rg"/>
                <w:sz w:val="28"/>
                <w:vertAlign w:val="subscript"/>
              </w:rPr>
              <w:t>Ктех</w:t>
            </w:r>
            <w:r w:rsidRPr="00807459">
              <w:rPr>
                <w:rFonts w:ascii="Proxima Nova ExCn Rg" w:hAnsi="Proxima Nova ExCn Rg"/>
                <w:sz w:val="28"/>
              </w:rPr>
              <w:t>) рассчитывается как среднее арифметическое оценок в баллах, присуждаемое членами ЗК.</w:t>
            </w:r>
          </w:p>
          <w:p w14:paraId="10DEC321" w14:textId="77777777" w:rsidR="0079235A" w:rsidRPr="00807459" w:rsidRDefault="0079235A" w:rsidP="003B2553">
            <w:pPr>
              <w:widowControl w:val="0"/>
              <w:spacing w:after="0" w:line="240" w:lineRule="auto"/>
              <w:ind w:left="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4CF07F9C" w14:textId="77777777" w:rsidR="0079235A" w:rsidRPr="00807459" w:rsidRDefault="0079235A" w:rsidP="003B2553">
            <w:pPr>
              <w:widowControl w:val="0"/>
              <w:spacing w:after="0" w:line="240" w:lineRule="auto"/>
              <w:ind w:left="1595"/>
              <w:jc w:val="both"/>
              <w:outlineLvl w:val="1"/>
              <w:rPr>
                <w:rFonts w:ascii="Proxima Nova ExCn Rg" w:hAnsi="Proxima Nova ExCn Rg"/>
                <w:sz w:val="28"/>
              </w:rPr>
            </w:pPr>
          </w:p>
          <w:p w14:paraId="415C6D79"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11E080B8" w14:textId="77777777" w:rsidR="0079235A" w:rsidRPr="00807459" w:rsidRDefault="0079235A" w:rsidP="003B2553">
            <w:pPr>
              <w:widowControl w:val="0"/>
              <w:spacing w:after="0" w:line="240" w:lineRule="auto"/>
              <w:ind w:left="1595"/>
              <w:jc w:val="both"/>
              <w:outlineLvl w:val="1"/>
              <w:rPr>
                <w:rFonts w:ascii="Proxima Nova ExCn Rg" w:hAnsi="Proxima Nova ExCn Rg"/>
                <w:sz w:val="28"/>
              </w:rPr>
            </w:pPr>
          </w:p>
          <w:p w14:paraId="6CB6CA70"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3B812259"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640F8D51"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 равный 0,05</w:t>
            </w:r>
          </w:p>
          <w:p w14:paraId="43AD463A" w14:textId="77777777" w:rsidR="0079235A" w:rsidRPr="00807459" w:rsidRDefault="0079235A" w:rsidP="003B2553">
            <w:pPr>
              <w:widowControl w:val="0"/>
              <w:spacing w:after="0" w:line="240" w:lineRule="auto"/>
              <w:ind w:left="1595"/>
              <w:jc w:val="both"/>
              <w:outlineLvl w:val="1"/>
              <w:rPr>
                <w:rFonts w:ascii="Proxima Nova ExCn Rg" w:hAnsi="Proxima Nova ExCn Rg"/>
                <w:sz w:val="28"/>
              </w:rPr>
            </w:pPr>
          </w:p>
          <w:p w14:paraId="696BE4D4"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p>
        </w:tc>
      </w:tr>
      <w:tr w:rsidR="0079235A" w:rsidRPr="00807459" w14:paraId="5FE629E2" w14:textId="77777777" w:rsidTr="003B2553">
        <w:tc>
          <w:tcPr>
            <w:tcW w:w="15219" w:type="dxa"/>
            <w:gridSpan w:val="6"/>
          </w:tcPr>
          <w:p w14:paraId="237F261F" w14:textId="77777777" w:rsidR="0079235A" w:rsidRPr="00807459" w:rsidRDefault="0079235A" w:rsidP="003B2553">
            <w:pPr>
              <w:widowControl w:val="0"/>
              <w:tabs>
                <w:tab w:val="left" w:pos="461"/>
              </w:tabs>
              <w:spacing w:after="0" w:line="240" w:lineRule="auto"/>
              <w:ind w:firstLine="459"/>
              <w:jc w:val="center"/>
              <w:rPr>
                <w:rFonts w:ascii="Proxima Nova ExCn Rg" w:hAnsi="Proxima Nova ExCn Rg"/>
                <w:b/>
                <w:sz w:val="28"/>
              </w:rPr>
            </w:pPr>
            <w:r w:rsidRPr="00807459">
              <w:rPr>
                <w:rFonts w:ascii="Proxima Nova ExCn Rg" w:hAnsi="Proxima Nova ExCn Rg"/>
                <w:b/>
                <w:sz w:val="28"/>
              </w:rPr>
              <w:t>Порядок определения победителя закупки</w:t>
            </w:r>
          </w:p>
        </w:tc>
      </w:tr>
      <w:tr w:rsidR="0079235A" w:rsidRPr="00807459" w14:paraId="09ABE744" w14:textId="77777777" w:rsidTr="003B2553">
        <w:tc>
          <w:tcPr>
            <w:tcW w:w="15219" w:type="dxa"/>
            <w:gridSpan w:val="6"/>
            <w:tcBorders>
              <w:bottom w:val="single" w:sz="4" w:space="0" w:color="auto"/>
            </w:tcBorders>
          </w:tcPr>
          <w:p w14:paraId="1BE1ACE7" w14:textId="77777777" w:rsidR="0079235A" w:rsidRPr="00807459" w:rsidRDefault="0079235A" w:rsidP="003B2553">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3BB2DFAD" w14:textId="77777777" w:rsidR="0079235A" w:rsidRPr="00807459" w:rsidRDefault="0079235A" w:rsidP="003B2553">
            <w:pPr>
              <w:widowControl w:val="0"/>
              <w:tabs>
                <w:tab w:val="left" w:pos="461"/>
              </w:tabs>
              <w:spacing w:after="0" w:line="240" w:lineRule="auto"/>
              <w:ind w:left="1593"/>
              <w:jc w:val="both"/>
              <w:outlineLvl w:val="1"/>
              <w:rPr>
                <w:rFonts w:ascii="Proxima Nova ExCn Rg" w:hAnsi="Proxima Nova ExCn Rg"/>
                <w:sz w:val="28"/>
              </w:rPr>
            </w:pPr>
          </w:p>
          <w:p w14:paraId="583BCDCE" w14:textId="77777777" w:rsidR="0079235A" w:rsidRPr="00807459" w:rsidRDefault="0079235A" w:rsidP="003B2553">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09534F80" w14:textId="77777777" w:rsidR="0079235A" w:rsidRPr="00807459" w:rsidRDefault="0079235A" w:rsidP="003B2553">
            <w:pPr>
              <w:widowControl w:val="0"/>
              <w:tabs>
                <w:tab w:val="left" w:pos="461"/>
              </w:tabs>
              <w:spacing w:after="0" w:line="240" w:lineRule="auto"/>
              <w:ind w:left="1593"/>
              <w:jc w:val="both"/>
              <w:outlineLvl w:val="1"/>
              <w:rPr>
                <w:rFonts w:ascii="Proxima Nova ExCn Rg" w:hAnsi="Proxima Nova ExCn Rg"/>
                <w:sz w:val="28"/>
              </w:rPr>
            </w:pPr>
          </w:p>
          <w:p w14:paraId="5C1D980C" w14:textId="77777777" w:rsidR="0079235A" w:rsidRPr="00807459" w:rsidRDefault="0079235A" w:rsidP="003B2553">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РЗК</w:t>
            </w:r>
            <w:r w:rsidRPr="00807459">
              <w:rPr>
                <w:rFonts w:ascii="Proxima Nova ExCn Rg" w:hAnsi="Proxima Nova ExCn Rg"/>
                <w:sz w:val="28"/>
                <w:vertAlign w:val="subscript"/>
              </w:rPr>
              <w:t xml:space="preserve">К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где:</w:t>
            </w:r>
          </w:p>
          <w:p w14:paraId="765EE730" w14:textId="77777777" w:rsidR="0079235A" w:rsidRPr="00807459" w:rsidRDefault="0079235A" w:rsidP="003B2553">
            <w:pPr>
              <w:widowControl w:val="0"/>
              <w:tabs>
                <w:tab w:val="left" w:pos="461"/>
              </w:tabs>
              <w:spacing w:after="0" w:line="240" w:lineRule="auto"/>
              <w:ind w:left="1593"/>
              <w:jc w:val="both"/>
              <w:outlineLvl w:val="1"/>
              <w:rPr>
                <w:rFonts w:ascii="Proxima Nova ExCn Rg" w:hAnsi="Proxima Nova ExCn Rg"/>
                <w:sz w:val="28"/>
              </w:rPr>
            </w:pPr>
          </w:p>
          <w:p w14:paraId="31D80CAE" w14:textId="77777777" w:rsidR="0079235A" w:rsidRPr="00807459" w:rsidRDefault="0079235A" w:rsidP="003B2553">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486B4CF2" w14:textId="77777777" w:rsidR="0079235A" w:rsidRPr="00807459" w:rsidRDefault="0079235A" w:rsidP="003B2553">
            <w:pPr>
              <w:widowControl w:val="0"/>
              <w:tabs>
                <w:tab w:val="left" w:pos="461"/>
              </w:tabs>
              <w:spacing w:after="0" w:line="240" w:lineRule="auto"/>
              <w:ind w:firstLine="461"/>
              <w:jc w:val="both"/>
              <w:rPr>
                <w:rFonts w:ascii="Proxima Nova ExCn Rg" w:hAnsi="Proxima Nova ExCn Rg"/>
                <w:sz w:val="28"/>
                <w:vertAlign w:val="subscript"/>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5773C2AB" w14:textId="77777777" w:rsidR="0079235A" w:rsidRPr="00807459" w:rsidRDefault="0079235A" w:rsidP="003B2553">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0F000366" w14:textId="77777777" w:rsidR="0079235A" w:rsidRPr="00807459" w:rsidRDefault="0079235A" w:rsidP="003B2553">
            <w:pPr>
              <w:widowControl w:val="0"/>
              <w:tabs>
                <w:tab w:val="left" w:pos="461"/>
              </w:tabs>
              <w:spacing w:after="0" w:line="240" w:lineRule="auto"/>
              <w:ind w:left="1593"/>
              <w:jc w:val="both"/>
              <w:outlineLvl w:val="1"/>
              <w:rPr>
                <w:rFonts w:ascii="Proxima Nova ExCn Rg" w:hAnsi="Proxima Nova ExCn Rg"/>
                <w:sz w:val="28"/>
              </w:rPr>
            </w:pPr>
          </w:p>
          <w:p w14:paraId="0E8F1B67"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231AEC80"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и два предшествующих года сведения об аудиторской организации не размещались в Информационной таблице, размещенной на сайте </w:t>
            </w:r>
            <w:hyperlink r:id="rId15"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5AEFB92C"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0,9 – в случае, если за текущий и два предшествующих года сведения об аудиторской организации 1 (один) раз размещались в Информационной таблице</w:t>
            </w:r>
            <w:r>
              <w:rPr>
                <w:rFonts w:ascii="Proxima Nova ExCn Rg" w:hAnsi="Proxima Nova ExCn Rg"/>
                <w:sz w:val="28"/>
              </w:rPr>
              <w:t>, размещенной</w:t>
            </w:r>
            <w:r w:rsidRPr="00807459">
              <w:rPr>
                <w:rFonts w:ascii="Proxima Nova ExCn Rg" w:hAnsi="Proxima Nova ExCn Rg"/>
                <w:sz w:val="28"/>
              </w:rPr>
              <w:t xml:space="preserve"> на сайте </w:t>
            </w:r>
            <w:hyperlink r:id="rId16"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399FC28C"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два предшествующих года сведения об аудиторской организации 2 (два) раза размещались в Информационной таблице, размещенной на сайте </w:t>
            </w:r>
            <w:hyperlink r:id="rId17"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40F74E79"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0,7 – в случае, если за текущий и два предшествующих года сведения об аудиторской организации 3 (три) раза и более размещались в Информационной таблице, размещенной на сайте </w:t>
            </w:r>
            <w:hyperlink r:id="rId18"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6A8A5B16" w14:textId="77777777" w:rsidR="0079235A" w:rsidRPr="00807459" w:rsidRDefault="0079235A" w:rsidP="003B2553">
            <w:pPr>
              <w:widowControl w:val="0"/>
              <w:spacing w:after="0" w:line="240" w:lineRule="auto"/>
              <w:ind w:firstLine="461"/>
              <w:jc w:val="both"/>
              <w:rPr>
                <w:rFonts w:ascii="Proxima Nova ExCn Rg" w:hAnsi="Proxima Nova ExCn Rg"/>
                <w:sz w:val="28"/>
              </w:rPr>
            </w:pPr>
          </w:p>
          <w:p w14:paraId="58D540BE"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hyperlink r:id="rId19"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BF665F">
              <w:rPr>
                <w:rFonts w:ascii="Proxima Nova ExCn Rg" w:hAnsi="Proxima Nova ExCn Rg"/>
                <w:sz w:val="28"/>
              </w:rPr>
              <w:t xml:space="preserve"> </w:t>
            </w:r>
            <w:r>
              <w:rPr>
                <w:rFonts w:ascii="Proxima Nova ExCn Rg" w:hAnsi="Proxima Nova ExCn Rg"/>
                <w:sz w:val="28"/>
              </w:rPr>
              <w:t xml:space="preserve">функцией </w:t>
            </w:r>
            <w:r w:rsidRPr="00807459">
              <w:rPr>
                <w:rFonts w:ascii="Proxima Nova ExCn Rg" w:hAnsi="Proxima Nova ExCn Rg"/>
                <w:sz w:val="28"/>
              </w:rPr>
              <w:t>внутреннего аудита Корпорации.</w:t>
            </w:r>
          </w:p>
          <w:p w14:paraId="0821AC7E"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Информационная таблица отражает информацию по итогам проведения проверок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14:paraId="0EE30DBB"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Период проверки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14:paraId="37927C00" w14:textId="77777777" w:rsidR="0079235A" w:rsidRPr="00807459" w:rsidRDefault="0079235A" w:rsidP="003B2553">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В случае выявления по итогам проверки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 входящей в ХК(ИС)</w:t>
            </w:r>
            <w:r w:rsidRPr="00807459">
              <w:rPr>
                <w:rStyle w:val="af0"/>
                <w:rFonts w:ascii="Proxima Nova ExCn Rg" w:hAnsi="Proxima Nova ExCn Rg"/>
                <w:sz w:val="28"/>
              </w:rPr>
              <w:footnoteReference w:id="26"/>
            </w:r>
            <w:r w:rsidRPr="00807459">
              <w:rPr>
                <w:rFonts w:ascii="Proxima Nova ExCn Rg" w:hAnsi="Proxima Nova ExCn Rg"/>
                <w:sz w:val="28"/>
              </w:rPr>
              <w:t xml:space="preserve"> существенных</w:t>
            </w:r>
            <w:r w:rsidRPr="00807459">
              <w:rPr>
                <w:rStyle w:val="af0"/>
                <w:rFonts w:ascii="Proxima Nova ExCn Rg" w:hAnsi="Proxima Nova ExCn Rg"/>
                <w:sz w:val="28"/>
              </w:rPr>
              <w:footnoteReference w:id="27"/>
            </w:r>
            <w:r w:rsidRPr="00807459">
              <w:rPr>
                <w:rFonts w:ascii="Proxima Nova ExCn Rg" w:hAnsi="Proxima Nova ExCn Rg"/>
                <w:sz w:val="28"/>
              </w:rPr>
              <w:t xml:space="preserve"> искажений бухгалтерской (финансовой) отчетности,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tc>
      </w:tr>
    </w:tbl>
    <w:p w14:paraId="22D3D852" w14:textId="77777777" w:rsidR="0079235A" w:rsidRDefault="0079235A" w:rsidP="0079235A">
      <w:pPr>
        <w:widowControl w:val="0"/>
        <w:spacing w:after="0" w:line="240" w:lineRule="auto"/>
      </w:pPr>
    </w:p>
    <w:p w14:paraId="341E999B" w14:textId="77777777" w:rsidR="0079235A" w:rsidRDefault="0079235A" w:rsidP="0079235A">
      <w:pPr>
        <w:widowControl w:val="0"/>
        <w:spacing w:after="0" w:line="240" w:lineRule="auto"/>
      </w:pPr>
    </w:p>
    <w:p w14:paraId="14F7A4A8" w14:textId="77777777" w:rsidR="0079235A" w:rsidRDefault="0079235A" w:rsidP="0079235A">
      <w:pPr>
        <w:widowControl w:val="0"/>
        <w:spacing w:after="0" w:line="240" w:lineRule="auto"/>
      </w:pPr>
    </w:p>
    <w:p w14:paraId="7B74703C" w14:textId="77777777" w:rsidR="0079235A" w:rsidRDefault="0079235A" w:rsidP="0079235A">
      <w:pPr>
        <w:widowControl w:val="0"/>
        <w:spacing w:after="0" w:line="240" w:lineRule="auto"/>
      </w:pPr>
    </w:p>
    <w:p w14:paraId="3D029845" w14:textId="77777777" w:rsidR="0079235A" w:rsidRDefault="0079235A" w:rsidP="0079235A">
      <w:pPr>
        <w:widowControl w:val="0"/>
        <w:spacing w:after="0" w:line="240" w:lineRule="auto"/>
      </w:pPr>
    </w:p>
    <w:p w14:paraId="27986D41" w14:textId="77777777" w:rsidR="0079235A" w:rsidRDefault="0079235A" w:rsidP="0079235A">
      <w:pPr>
        <w:widowControl w:val="0"/>
        <w:spacing w:after="0" w:line="240" w:lineRule="auto"/>
      </w:pPr>
    </w:p>
    <w:p w14:paraId="1DA41674" w14:textId="77777777" w:rsidR="0079235A" w:rsidRDefault="0079235A" w:rsidP="0079235A">
      <w:pPr>
        <w:widowControl w:val="0"/>
        <w:spacing w:after="0" w:line="240" w:lineRule="auto"/>
      </w:pPr>
    </w:p>
    <w:p w14:paraId="3AFE30B0" w14:textId="77777777" w:rsidR="0079235A" w:rsidRDefault="0079235A" w:rsidP="0079235A">
      <w:pPr>
        <w:widowControl w:val="0"/>
        <w:spacing w:after="0" w:line="240" w:lineRule="auto"/>
      </w:pPr>
    </w:p>
    <w:p w14:paraId="449EB3E4" w14:textId="77777777" w:rsidR="0079235A" w:rsidRDefault="0079235A" w:rsidP="0079235A">
      <w:pPr>
        <w:widowControl w:val="0"/>
        <w:spacing w:after="0" w:line="240" w:lineRule="auto"/>
      </w:pPr>
    </w:p>
    <w:p w14:paraId="682D4C77" w14:textId="77777777" w:rsidR="0079235A" w:rsidRDefault="0079235A" w:rsidP="00567DD0">
      <w:pPr>
        <w:spacing w:after="0" w:line="276" w:lineRule="auto"/>
        <w:jc w:val="both"/>
        <w:rPr>
          <w:rFonts w:ascii="Proxima Nova ExCn Rg" w:hAnsi="Proxima Nova ExCn Rg"/>
          <w:sz w:val="28"/>
        </w:rPr>
      </w:pPr>
      <w:bookmarkStart w:id="70" w:name="_GoBack"/>
    </w:p>
    <w:p w14:paraId="2CDB5257" w14:textId="77777777" w:rsidR="0079235A" w:rsidRPr="00807459" w:rsidRDefault="0079235A" w:rsidP="00567DD0">
      <w:pPr>
        <w:spacing w:after="0" w:line="276" w:lineRule="auto"/>
        <w:jc w:val="both"/>
        <w:rPr>
          <w:rFonts w:ascii="Proxima Nova ExCn Rg" w:hAnsi="Proxima Nova ExCn Rg"/>
          <w:sz w:val="28"/>
        </w:rPr>
      </w:pPr>
    </w:p>
    <w:bookmarkEnd w:id="70"/>
    <w:p w14:paraId="0A12274E" w14:textId="77777777" w:rsidR="004E0734" w:rsidRPr="00D909C3" w:rsidRDefault="004E0734" w:rsidP="009F153B">
      <w:pPr>
        <w:spacing w:after="0" w:line="276" w:lineRule="auto"/>
        <w:jc w:val="both"/>
        <w:rPr>
          <w:rFonts w:ascii="Proxima Nova ExCn Rg" w:hAnsi="Proxima Nova ExCn Rg"/>
          <w:sz w:val="28"/>
          <w:szCs w:val="28"/>
        </w:rPr>
      </w:pPr>
    </w:p>
    <w:p w14:paraId="32CF5742" w14:textId="77777777" w:rsidR="008A30F3" w:rsidRDefault="008A30F3" w:rsidP="009F153B">
      <w:pPr>
        <w:spacing w:after="0" w:line="276" w:lineRule="auto"/>
        <w:jc w:val="both"/>
        <w:rPr>
          <w:rFonts w:ascii="Proxima Nova ExCn Rg" w:hAnsi="Proxima Nova ExCn Rg"/>
          <w:sz w:val="28"/>
          <w:szCs w:val="28"/>
        </w:rPr>
        <w:sectPr w:rsidR="008A30F3" w:rsidSect="000C0C81">
          <w:pgSz w:w="16838" w:h="11906" w:orient="landscape"/>
          <w:pgMar w:top="1134" w:right="567" w:bottom="851" w:left="1418" w:header="709" w:footer="709" w:gutter="0"/>
          <w:cols w:space="708"/>
          <w:titlePg/>
          <w:docGrid w:linePitch="360"/>
        </w:sectPr>
      </w:pPr>
    </w:p>
    <w:p w14:paraId="20E0E8B3" w14:textId="518B0771" w:rsidR="008A30F3" w:rsidRDefault="008A30F3" w:rsidP="00D909C3">
      <w:pPr>
        <w:spacing w:after="0" w:line="276" w:lineRule="auto"/>
        <w:jc w:val="right"/>
        <w:rPr>
          <w:rFonts w:ascii="Proxima Nova ExCn Rg" w:hAnsi="Proxima Nova ExCn Rg"/>
          <w:sz w:val="28"/>
          <w:szCs w:val="28"/>
        </w:rPr>
      </w:pPr>
      <w:r w:rsidRPr="008A30F3">
        <w:rPr>
          <w:rFonts w:ascii="Proxima Nova ExCn Rg" w:hAnsi="Proxima Nova ExCn Rg"/>
          <w:sz w:val="28"/>
          <w:szCs w:val="28"/>
        </w:rPr>
        <w:t xml:space="preserve">Таблица </w:t>
      </w:r>
      <w:r>
        <w:rPr>
          <w:rFonts w:ascii="Proxima Nova ExCn Rg" w:hAnsi="Proxima Nova ExCn Rg"/>
          <w:sz w:val="28"/>
          <w:szCs w:val="28"/>
        </w:rPr>
        <w:t>5</w:t>
      </w:r>
      <w:r w:rsidRPr="008A30F3">
        <w:rPr>
          <w:rFonts w:ascii="Proxima Nova ExCn Rg" w:hAnsi="Proxima Nova ExCn Rg"/>
          <w:sz w:val="28"/>
          <w:szCs w:val="28"/>
        </w:rPr>
        <w:t xml:space="preserve"> Методики оценки заявок на участие в конкурсе, запросе предложений при проведении закупок </w:t>
      </w:r>
      <w:r w:rsidR="004A6555">
        <w:rPr>
          <w:rFonts w:ascii="Proxima Nova ExCn Rg" w:hAnsi="Proxima Nova ExCn Rg"/>
          <w:sz w:val="28"/>
          <w:szCs w:val="28"/>
        </w:rPr>
        <w:t>лизинговых</w:t>
      </w:r>
      <w:r w:rsidRPr="008A30F3">
        <w:rPr>
          <w:rFonts w:ascii="Proxima Nova ExCn Rg" w:hAnsi="Proxima Nova ExCn Rg"/>
          <w:sz w:val="28"/>
          <w:szCs w:val="28"/>
        </w:rPr>
        <w:t xml:space="preserve"> услуг</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2782"/>
        <w:gridCol w:w="4107"/>
        <w:gridCol w:w="1740"/>
        <w:gridCol w:w="2113"/>
        <w:gridCol w:w="3382"/>
      </w:tblGrid>
      <w:tr w:rsidR="008A30F3" w:rsidRPr="008A30F3" w14:paraId="37F238C8" w14:textId="77777777" w:rsidTr="006D3E3B">
        <w:tc>
          <w:tcPr>
            <w:tcW w:w="868" w:type="dxa"/>
            <w:noWrap/>
            <w:vAlign w:val="center"/>
          </w:tcPr>
          <w:p w14:paraId="7E87FFAE"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п/п</w:t>
            </w:r>
          </w:p>
        </w:tc>
        <w:tc>
          <w:tcPr>
            <w:tcW w:w="2782" w:type="dxa"/>
            <w:noWrap/>
            <w:vAlign w:val="center"/>
          </w:tcPr>
          <w:p w14:paraId="4268B29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Наименование критерия оценки (подкритерия)</w:t>
            </w:r>
          </w:p>
        </w:tc>
        <w:tc>
          <w:tcPr>
            <w:tcW w:w="4107" w:type="dxa"/>
            <w:noWrap/>
            <w:vAlign w:val="center"/>
          </w:tcPr>
          <w:p w14:paraId="459838C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Содержание критерия (подкритерия), порядок оценки по критерию</w:t>
            </w:r>
          </w:p>
        </w:tc>
        <w:tc>
          <w:tcPr>
            <w:tcW w:w="1740" w:type="dxa"/>
            <w:noWrap/>
            <w:vAlign w:val="center"/>
          </w:tcPr>
          <w:p w14:paraId="7BC6EFA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Значение в баллах</w:t>
            </w:r>
          </w:p>
        </w:tc>
        <w:tc>
          <w:tcPr>
            <w:tcW w:w="2113" w:type="dxa"/>
            <w:noWrap/>
            <w:vAlign w:val="center"/>
          </w:tcPr>
          <w:p w14:paraId="19E5A155"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Коэффициент значимости (значимость, %) критерия (подкритерия) </w:t>
            </w:r>
          </w:p>
        </w:tc>
        <w:tc>
          <w:tcPr>
            <w:tcW w:w="3382" w:type="dxa"/>
            <w:noWrap/>
            <w:vAlign w:val="center"/>
          </w:tcPr>
          <w:p w14:paraId="196AF97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Порядок подтверждения</w:t>
            </w:r>
          </w:p>
        </w:tc>
      </w:tr>
      <w:tr w:rsidR="008A30F3" w:rsidRPr="008A30F3" w14:paraId="16FB3DE8" w14:textId="77777777" w:rsidTr="006D3E3B">
        <w:tc>
          <w:tcPr>
            <w:tcW w:w="868" w:type="dxa"/>
            <w:noWrap/>
          </w:tcPr>
          <w:p w14:paraId="62791A9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1.</w:t>
            </w:r>
          </w:p>
        </w:tc>
        <w:tc>
          <w:tcPr>
            <w:tcW w:w="2782" w:type="dxa"/>
            <w:noWrap/>
          </w:tcPr>
          <w:p w14:paraId="5AFEB73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Цена договора или цена за единицу продукции</w:t>
            </w:r>
          </w:p>
        </w:tc>
        <w:tc>
          <w:tcPr>
            <w:tcW w:w="4107" w:type="dxa"/>
            <w:noWrap/>
          </w:tcPr>
          <w:p w14:paraId="78C7FCC4"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по критерию осуществляется в соответствии с требованиями п. 3.3 Методических рекомендаций</w:t>
            </w:r>
          </w:p>
        </w:tc>
        <w:tc>
          <w:tcPr>
            <w:tcW w:w="1740" w:type="dxa"/>
            <w:noWrap/>
          </w:tcPr>
          <w:p w14:paraId="2B38DD1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Не применимо</w:t>
            </w:r>
          </w:p>
        </w:tc>
        <w:tc>
          <w:tcPr>
            <w:tcW w:w="2113" w:type="dxa"/>
            <w:noWrap/>
          </w:tcPr>
          <w:p w14:paraId="3F86BF2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noWrap/>
          </w:tcPr>
          <w:p w14:paraId="2F60286A"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цене договора указываются в составе заявки на участие в закупке</w:t>
            </w:r>
          </w:p>
        </w:tc>
      </w:tr>
      <w:tr w:rsidR="008A30F3" w:rsidRPr="008A30F3" w14:paraId="6B269235" w14:textId="77777777" w:rsidTr="006D3E3B">
        <w:tc>
          <w:tcPr>
            <w:tcW w:w="868" w:type="dxa"/>
            <w:noWrap/>
          </w:tcPr>
          <w:p w14:paraId="3F82A72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w:t>
            </w:r>
          </w:p>
        </w:tc>
        <w:tc>
          <w:tcPr>
            <w:tcW w:w="2782" w:type="dxa"/>
            <w:noWrap/>
          </w:tcPr>
          <w:p w14:paraId="1252592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Квалификация участника закупки</w:t>
            </w:r>
          </w:p>
        </w:tc>
        <w:tc>
          <w:tcPr>
            <w:tcW w:w="4107" w:type="dxa"/>
            <w:noWrap/>
          </w:tcPr>
          <w:p w14:paraId="7C3327E6"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c>
          <w:tcPr>
            <w:tcW w:w="1740" w:type="dxa"/>
            <w:noWrap/>
          </w:tcPr>
          <w:p w14:paraId="518E90A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w:t>
            </w:r>
          </w:p>
        </w:tc>
        <w:tc>
          <w:tcPr>
            <w:tcW w:w="2113" w:type="dxa"/>
            <w:noWrap/>
          </w:tcPr>
          <w:p w14:paraId="654F1D85"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noWrap/>
          </w:tcPr>
          <w:p w14:paraId="272C5787"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r>
      <w:tr w:rsidR="008A30F3" w:rsidRPr="008A30F3" w14:paraId="2BF06149" w14:textId="77777777" w:rsidTr="006D3E3B">
        <w:tc>
          <w:tcPr>
            <w:tcW w:w="868" w:type="dxa"/>
            <w:noWrap/>
          </w:tcPr>
          <w:p w14:paraId="41C3F5FD"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2.1.</w:t>
            </w:r>
          </w:p>
        </w:tc>
        <w:tc>
          <w:tcPr>
            <w:tcW w:w="2782" w:type="dxa"/>
            <w:noWrap/>
          </w:tcPr>
          <w:p w14:paraId="15C0B2C5"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материально-техническими ресурсами, необходимыми для исполнения обязательств по договору</w:t>
            </w:r>
          </w:p>
        </w:tc>
        <w:tc>
          <w:tcPr>
            <w:tcW w:w="4107" w:type="dxa"/>
            <w:noWrap/>
          </w:tcPr>
          <w:p w14:paraId="1C96EA76"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w:t>
            </w:r>
          </w:p>
        </w:tc>
        <w:tc>
          <w:tcPr>
            <w:tcW w:w="1740" w:type="dxa"/>
            <w:noWrap/>
          </w:tcPr>
          <w:p w14:paraId="64AD81DD"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6F5BE2A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331446E4"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размере страхового возмещения по полису страхования профессиональной ответственности лизингодателя при осуществлении лизинговой деятельности подтверждаются копией соответствующего полиса страхования</w:t>
            </w:r>
          </w:p>
        </w:tc>
      </w:tr>
      <w:tr w:rsidR="008A30F3" w:rsidRPr="008A30F3" w14:paraId="5A5D6403" w14:textId="77777777" w:rsidTr="006D3E3B">
        <w:tc>
          <w:tcPr>
            <w:tcW w:w="868" w:type="dxa"/>
            <w:vMerge w:val="restart"/>
            <w:noWrap/>
          </w:tcPr>
          <w:p w14:paraId="3FD0F9C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2.1.1.</w:t>
            </w:r>
          </w:p>
        </w:tc>
        <w:tc>
          <w:tcPr>
            <w:tcW w:w="2782" w:type="dxa"/>
            <w:vMerge w:val="restart"/>
            <w:noWrap/>
          </w:tcPr>
          <w:p w14:paraId="4F0BDD8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полиса страхования профессиональной ответственности при осуществлении лизинговой деятельности</w:t>
            </w:r>
          </w:p>
        </w:tc>
        <w:tc>
          <w:tcPr>
            <w:tcW w:w="4107" w:type="dxa"/>
            <w:noWrap/>
          </w:tcPr>
          <w:p w14:paraId="153D61E7"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50 млн. рублей (включительно) и более по всем и каждому страховому случаю</w:t>
            </w:r>
          </w:p>
        </w:tc>
        <w:tc>
          <w:tcPr>
            <w:tcW w:w="1740" w:type="dxa"/>
            <w:noWrap/>
          </w:tcPr>
          <w:p w14:paraId="6EE18BB2"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30</w:t>
            </w:r>
          </w:p>
        </w:tc>
        <w:tc>
          <w:tcPr>
            <w:tcW w:w="2113" w:type="dxa"/>
            <w:vMerge/>
            <w:noWrap/>
          </w:tcPr>
          <w:p w14:paraId="5DB90F0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F820743"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p>
        </w:tc>
      </w:tr>
      <w:tr w:rsidR="008A30F3" w:rsidRPr="008A30F3" w14:paraId="4F5F729A" w14:textId="77777777" w:rsidTr="006D3E3B">
        <w:tc>
          <w:tcPr>
            <w:tcW w:w="868" w:type="dxa"/>
            <w:vMerge/>
            <w:noWrap/>
          </w:tcPr>
          <w:p w14:paraId="4BD2BCA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E9C2C4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785BA94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40 млн. рублей (включительно) и более, но менее 50 млн. рублей по всем и каждому страховому случаю</w:t>
            </w:r>
          </w:p>
        </w:tc>
        <w:tc>
          <w:tcPr>
            <w:tcW w:w="1740" w:type="dxa"/>
            <w:noWrap/>
          </w:tcPr>
          <w:p w14:paraId="6F7A3B5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3F43997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F63B69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C32329D" w14:textId="77777777" w:rsidTr="006D3E3B">
        <w:tc>
          <w:tcPr>
            <w:tcW w:w="868" w:type="dxa"/>
            <w:vMerge/>
            <w:noWrap/>
          </w:tcPr>
          <w:p w14:paraId="1BBC51F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22A055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7C079B37"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30 млн. рублей (включительно) и более, но менее 40 млн. рублей по всем и каждому страховому случаю</w:t>
            </w:r>
          </w:p>
        </w:tc>
        <w:tc>
          <w:tcPr>
            <w:tcW w:w="1740" w:type="dxa"/>
            <w:noWrap/>
          </w:tcPr>
          <w:p w14:paraId="4ADA8AB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20</w:t>
            </w:r>
          </w:p>
        </w:tc>
        <w:tc>
          <w:tcPr>
            <w:tcW w:w="2113" w:type="dxa"/>
            <w:vMerge/>
            <w:noWrap/>
          </w:tcPr>
          <w:p w14:paraId="3D083A2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FAC331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2ED83CD" w14:textId="77777777" w:rsidTr="006D3E3B">
        <w:tc>
          <w:tcPr>
            <w:tcW w:w="868" w:type="dxa"/>
            <w:vMerge/>
            <w:noWrap/>
          </w:tcPr>
          <w:p w14:paraId="7CCC585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46671C3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7CB22C70"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20 млн. рублей (включительно) и более, но менее 30 млн. рублей по всем и каждому страховому случаю</w:t>
            </w:r>
          </w:p>
        </w:tc>
        <w:tc>
          <w:tcPr>
            <w:tcW w:w="1740" w:type="dxa"/>
            <w:noWrap/>
          </w:tcPr>
          <w:p w14:paraId="5A5FC94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15</w:t>
            </w:r>
          </w:p>
        </w:tc>
        <w:tc>
          <w:tcPr>
            <w:tcW w:w="2113" w:type="dxa"/>
            <w:vMerge/>
            <w:noWrap/>
          </w:tcPr>
          <w:p w14:paraId="27BAC90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3BE9F2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C9EDAF2" w14:textId="77777777" w:rsidTr="006D3E3B">
        <w:tc>
          <w:tcPr>
            <w:tcW w:w="868" w:type="dxa"/>
            <w:vMerge/>
            <w:noWrap/>
          </w:tcPr>
          <w:p w14:paraId="6CE60C0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067C64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382F687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10 млн. рублей (включительно) и более, но менее 20 млн. рублей по всем и каждому страховому случаю</w:t>
            </w:r>
          </w:p>
        </w:tc>
        <w:tc>
          <w:tcPr>
            <w:tcW w:w="1740" w:type="dxa"/>
            <w:shd w:val="clear" w:color="auto" w:fill="auto"/>
            <w:noWrap/>
          </w:tcPr>
          <w:p w14:paraId="0DC6832E"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w:t>
            </w:r>
          </w:p>
        </w:tc>
        <w:tc>
          <w:tcPr>
            <w:tcW w:w="2113" w:type="dxa"/>
            <w:vMerge/>
            <w:noWrap/>
          </w:tcPr>
          <w:p w14:paraId="13A3442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97AF1E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6646A29" w14:textId="77777777" w:rsidTr="006D3E3B">
        <w:tc>
          <w:tcPr>
            <w:tcW w:w="868" w:type="dxa"/>
            <w:vMerge/>
            <w:noWrap/>
          </w:tcPr>
          <w:p w14:paraId="7542606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E78942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42D85C15"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менее 10 млн. рублей или отсутствие у лизингодателя полиса страхования</w:t>
            </w:r>
          </w:p>
        </w:tc>
        <w:tc>
          <w:tcPr>
            <w:tcW w:w="1740" w:type="dxa"/>
            <w:shd w:val="clear" w:color="auto" w:fill="auto"/>
            <w:noWrap/>
          </w:tcPr>
          <w:p w14:paraId="0151692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5</w:t>
            </w:r>
          </w:p>
        </w:tc>
        <w:tc>
          <w:tcPr>
            <w:tcW w:w="2113" w:type="dxa"/>
            <w:vMerge/>
            <w:noWrap/>
          </w:tcPr>
          <w:p w14:paraId="2B3B904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71AB37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5C68E1C" w14:textId="77777777" w:rsidTr="006D3E3B">
        <w:tc>
          <w:tcPr>
            <w:tcW w:w="868" w:type="dxa"/>
            <w:vMerge w:val="restart"/>
            <w:noWrap/>
          </w:tcPr>
          <w:p w14:paraId="15497B6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2.1.2</w:t>
            </w:r>
          </w:p>
        </w:tc>
        <w:tc>
          <w:tcPr>
            <w:tcW w:w="2782" w:type="dxa"/>
            <w:vMerge w:val="restart"/>
            <w:noWrap/>
          </w:tcPr>
          <w:p w14:paraId="3F0EF72E"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w:t>
            </w:r>
          </w:p>
        </w:tc>
        <w:tc>
          <w:tcPr>
            <w:tcW w:w="4107" w:type="dxa"/>
            <w:shd w:val="clear" w:color="auto" w:fill="auto"/>
            <w:noWrap/>
            <w:vAlign w:val="center"/>
          </w:tcPr>
          <w:p w14:paraId="3C2D695E" w14:textId="77777777" w:rsidR="008A30F3" w:rsidRPr="008A30F3" w:rsidRDefault="008A30F3" w:rsidP="008A30F3">
            <w:pPr>
              <w:spacing w:after="0"/>
              <w:jc w:val="both"/>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200 млрд. рублей (включительно) и более</w:t>
            </w:r>
          </w:p>
        </w:tc>
        <w:tc>
          <w:tcPr>
            <w:tcW w:w="1740" w:type="dxa"/>
            <w:shd w:val="clear" w:color="auto" w:fill="auto"/>
            <w:noWrap/>
          </w:tcPr>
          <w:p w14:paraId="353003D4"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70</w:t>
            </w:r>
          </w:p>
        </w:tc>
        <w:tc>
          <w:tcPr>
            <w:tcW w:w="2113" w:type="dxa"/>
            <w:vMerge/>
            <w:noWrap/>
          </w:tcPr>
          <w:p w14:paraId="0E0FBD33"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3382" w:type="dxa"/>
            <w:vMerge w:val="restart"/>
            <w:noWrap/>
          </w:tcPr>
          <w:p w14:paraId="0CDA178F" w14:textId="12E54C1C" w:rsidR="008A30F3" w:rsidRPr="008A30F3" w:rsidRDefault="008A30F3" w:rsidP="007D6D2E">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последний год лизингодателя и (или) акционеров (участников) лизингодателя, а также выпиской из реестра акционеров (для учредителей лизингодателей – акционерных обществ) или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w:t>
            </w:r>
            <w:r w:rsidRPr="008A30F3">
              <w:rPr>
                <w:rFonts w:ascii="Proxima Nova ExCn Rg" w:eastAsia="Calibri" w:hAnsi="Proxima Nova ExCn Rg"/>
                <w:sz w:val="30"/>
                <w:szCs w:val="30"/>
              </w:rPr>
              <w:t xml:space="preserve"> из ЕГРЮЛ лизингодателя (в случае, если лизингодатель не является акционерным обществом)</w:t>
            </w:r>
          </w:p>
        </w:tc>
      </w:tr>
      <w:tr w:rsidR="008A30F3" w:rsidRPr="008A30F3" w14:paraId="11972EF2" w14:textId="77777777" w:rsidTr="006D3E3B">
        <w:tc>
          <w:tcPr>
            <w:tcW w:w="868" w:type="dxa"/>
            <w:vMerge/>
            <w:noWrap/>
          </w:tcPr>
          <w:p w14:paraId="4D4694C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7C555A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5873C19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100 млрд. рублей (включительно) и более, но менее 200 млрд. рублей</w:t>
            </w:r>
          </w:p>
        </w:tc>
        <w:tc>
          <w:tcPr>
            <w:tcW w:w="1740" w:type="dxa"/>
            <w:shd w:val="clear" w:color="auto" w:fill="auto"/>
            <w:noWrap/>
          </w:tcPr>
          <w:p w14:paraId="6BD649C4"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16D8DFD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90FE37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CC1FE42" w14:textId="77777777" w:rsidTr="006D3E3B">
        <w:tc>
          <w:tcPr>
            <w:tcW w:w="868" w:type="dxa"/>
            <w:vMerge/>
            <w:noWrap/>
          </w:tcPr>
          <w:p w14:paraId="6FF0A90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E91EE7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3F7786B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более, но менее 100 млрд. рублей</w:t>
            </w:r>
          </w:p>
        </w:tc>
        <w:tc>
          <w:tcPr>
            <w:tcW w:w="1740" w:type="dxa"/>
            <w:shd w:val="clear" w:color="auto" w:fill="auto"/>
            <w:noWrap/>
          </w:tcPr>
          <w:p w14:paraId="677892DE"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30</w:t>
            </w:r>
          </w:p>
        </w:tc>
        <w:tc>
          <w:tcPr>
            <w:tcW w:w="2113" w:type="dxa"/>
            <w:vMerge/>
            <w:noWrap/>
          </w:tcPr>
          <w:p w14:paraId="17A72D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3952BE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CDC079D" w14:textId="77777777" w:rsidTr="006D3E3B">
        <w:tc>
          <w:tcPr>
            <w:tcW w:w="868" w:type="dxa"/>
            <w:vMerge/>
            <w:noWrap/>
          </w:tcPr>
          <w:p w14:paraId="0943EC7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DD262F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5B2ACB1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менее</w:t>
            </w:r>
          </w:p>
        </w:tc>
        <w:tc>
          <w:tcPr>
            <w:tcW w:w="1740" w:type="dxa"/>
            <w:shd w:val="clear" w:color="auto" w:fill="auto"/>
            <w:noWrap/>
          </w:tcPr>
          <w:p w14:paraId="13BDD76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w:t>
            </w:r>
          </w:p>
        </w:tc>
        <w:tc>
          <w:tcPr>
            <w:tcW w:w="2113" w:type="dxa"/>
            <w:vMerge/>
            <w:noWrap/>
          </w:tcPr>
          <w:p w14:paraId="74FE083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08D6EA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BEF03EA" w14:textId="77777777" w:rsidTr="006D3E3B">
        <w:tc>
          <w:tcPr>
            <w:tcW w:w="868" w:type="dxa"/>
            <w:noWrap/>
          </w:tcPr>
          <w:p w14:paraId="001CFC4A"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2.2.</w:t>
            </w:r>
          </w:p>
        </w:tc>
        <w:tc>
          <w:tcPr>
            <w:tcW w:w="2782" w:type="dxa"/>
            <w:noWrap/>
          </w:tcPr>
          <w:p w14:paraId="730745B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финансовыми ресурсами, необходимыми для исполнения обязательств по договору</w:t>
            </w:r>
          </w:p>
        </w:tc>
        <w:tc>
          <w:tcPr>
            <w:tcW w:w="4107" w:type="dxa"/>
            <w:shd w:val="clear" w:color="auto" w:fill="auto"/>
            <w:noWrap/>
          </w:tcPr>
          <w:p w14:paraId="790AB5CD"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740" w:type="dxa"/>
            <w:noWrap/>
          </w:tcPr>
          <w:p w14:paraId="2AED81C5"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749825A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vMerge w:val="restart"/>
            <w:noWrap/>
          </w:tcPr>
          <w:p w14:paraId="0BE85AC6" w14:textId="2CF7BD82" w:rsidR="008A30F3" w:rsidRPr="008A30F3" w:rsidRDefault="008A30F3" w:rsidP="007D6D2E">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использующих упрощенную систему налогообложения) за </w:t>
            </w:r>
            <w:r w:rsidR="007D6D2E">
              <w:rPr>
                <w:rFonts w:ascii="Proxima Nova ExCn Rg" w:eastAsia="Calibri" w:hAnsi="Proxima Nova ExCn Rg"/>
                <w:sz w:val="30"/>
                <w:szCs w:val="30"/>
              </w:rPr>
              <w:t>предыдущий отчетный</w:t>
            </w:r>
            <w:r w:rsidRPr="008A30F3">
              <w:rPr>
                <w:rFonts w:ascii="Proxima Nova ExCn Rg" w:eastAsia="Calibri" w:hAnsi="Proxima Nova ExCn Rg"/>
                <w:sz w:val="30"/>
                <w:szCs w:val="30"/>
              </w:rPr>
              <w:t xml:space="preserve"> год</w:t>
            </w:r>
          </w:p>
        </w:tc>
      </w:tr>
      <w:tr w:rsidR="008A30F3" w:rsidRPr="008A30F3" w14:paraId="20B2A298" w14:textId="77777777" w:rsidTr="006D3E3B">
        <w:tc>
          <w:tcPr>
            <w:tcW w:w="868" w:type="dxa"/>
            <w:vMerge w:val="restart"/>
            <w:noWrap/>
          </w:tcPr>
          <w:p w14:paraId="4B762BB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2.2.1.</w:t>
            </w:r>
          </w:p>
        </w:tc>
        <w:tc>
          <w:tcPr>
            <w:tcW w:w="2782" w:type="dxa"/>
            <w:vMerge w:val="restart"/>
            <w:noWrap/>
          </w:tcPr>
          <w:p w14:paraId="0F788B5D"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Размер выручки лизингодателя за предыдущий отчетный год</w:t>
            </w:r>
          </w:p>
        </w:tc>
        <w:tc>
          <w:tcPr>
            <w:tcW w:w="4107" w:type="dxa"/>
            <w:shd w:val="clear" w:color="auto" w:fill="auto"/>
            <w:noWrap/>
            <w:vAlign w:val="center"/>
          </w:tcPr>
          <w:p w14:paraId="1E872DE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20 млрд. рублей (включительно) и более</w:t>
            </w:r>
          </w:p>
        </w:tc>
        <w:tc>
          <w:tcPr>
            <w:tcW w:w="1740" w:type="dxa"/>
            <w:noWrap/>
            <w:vAlign w:val="center"/>
          </w:tcPr>
          <w:p w14:paraId="42F7C1F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vAlign w:val="center"/>
          </w:tcPr>
          <w:p w14:paraId="35D90788"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c>
          <w:tcPr>
            <w:tcW w:w="3382" w:type="dxa"/>
            <w:vMerge/>
            <w:noWrap/>
            <w:vAlign w:val="center"/>
          </w:tcPr>
          <w:p w14:paraId="6202CE56"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r>
      <w:tr w:rsidR="008A30F3" w:rsidRPr="008A30F3" w14:paraId="156A70FD" w14:textId="77777777" w:rsidTr="006D3E3B">
        <w:tc>
          <w:tcPr>
            <w:tcW w:w="868" w:type="dxa"/>
            <w:vMerge/>
            <w:noWrap/>
          </w:tcPr>
          <w:p w14:paraId="0014638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293B28B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5D965CFC"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15 млрд. рублей (включительно) и более, но менее 20 млрд. рублей</w:t>
            </w:r>
          </w:p>
        </w:tc>
        <w:tc>
          <w:tcPr>
            <w:tcW w:w="1740" w:type="dxa"/>
            <w:noWrap/>
            <w:vAlign w:val="center"/>
          </w:tcPr>
          <w:p w14:paraId="6C7A08D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40</w:t>
            </w:r>
          </w:p>
        </w:tc>
        <w:tc>
          <w:tcPr>
            <w:tcW w:w="2113" w:type="dxa"/>
            <w:vMerge/>
            <w:noWrap/>
          </w:tcPr>
          <w:p w14:paraId="20B2CD8B"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6841D73"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2A3E467" w14:textId="77777777" w:rsidTr="006D3E3B">
        <w:tc>
          <w:tcPr>
            <w:tcW w:w="868" w:type="dxa"/>
            <w:vMerge/>
            <w:noWrap/>
          </w:tcPr>
          <w:p w14:paraId="2F7D53D5"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7605D583"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58DCF93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10 млрд. рублей (включительно) и более, но менее 15 млрд. рублей</w:t>
            </w:r>
          </w:p>
        </w:tc>
        <w:tc>
          <w:tcPr>
            <w:tcW w:w="1740" w:type="dxa"/>
            <w:noWrap/>
            <w:vAlign w:val="center"/>
          </w:tcPr>
          <w:p w14:paraId="3051080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2FAE8B21"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61C3180"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A082BF4" w14:textId="77777777" w:rsidTr="006D3E3B">
        <w:tc>
          <w:tcPr>
            <w:tcW w:w="868" w:type="dxa"/>
            <w:vMerge/>
            <w:noWrap/>
          </w:tcPr>
          <w:p w14:paraId="347E024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12A6D3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33AC570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5 млрд. рублей (включительно) и более, но менее 10 млрд. рублей</w:t>
            </w:r>
          </w:p>
        </w:tc>
        <w:tc>
          <w:tcPr>
            <w:tcW w:w="1740" w:type="dxa"/>
            <w:noWrap/>
            <w:vAlign w:val="center"/>
          </w:tcPr>
          <w:p w14:paraId="759494E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20</w:t>
            </w:r>
          </w:p>
        </w:tc>
        <w:tc>
          <w:tcPr>
            <w:tcW w:w="2113" w:type="dxa"/>
            <w:vMerge/>
            <w:noWrap/>
          </w:tcPr>
          <w:p w14:paraId="6020E2B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8A76CD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76BF651" w14:textId="77777777" w:rsidTr="006D3E3B">
        <w:tc>
          <w:tcPr>
            <w:tcW w:w="868" w:type="dxa"/>
            <w:vMerge/>
            <w:tcBorders>
              <w:bottom w:val="single" w:sz="4" w:space="0" w:color="auto"/>
            </w:tcBorders>
            <w:noWrap/>
          </w:tcPr>
          <w:p w14:paraId="268B2F6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tcBorders>
              <w:bottom w:val="single" w:sz="4" w:space="0" w:color="auto"/>
            </w:tcBorders>
            <w:noWrap/>
          </w:tcPr>
          <w:p w14:paraId="44A603F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shd w:val="clear" w:color="auto" w:fill="auto"/>
            <w:noWrap/>
            <w:vAlign w:val="center"/>
          </w:tcPr>
          <w:p w14:paraId="2FF3F9F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менее 5 млрд. рублей</w:t>
            </w:r>
          </w:p>
        </w:tc>
        <w:tc>
          <w:tcPr>
            <w:tcW w:w="1740" w:type="dxa"/>
            <w:tcBorders>
              <w:bottom w:val="single" w:sz="4" w:space="0" w:color="auto"/>
            </w:tcBorders>
            <w:noWrap/>
            <w:vAlign w:val="center"/>
          </w:tcPr>
          <w:p w14:paraId="3DCA737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1ABD8A0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tcBorders>
              <w:bottom w:val="single" w:sz="4" w:space="0" w:color="auto"/>
            </w:tcBorders>
            <w:noWrap/>
          </w:tcPr>
          <w:p w14:paraId="746525E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7B36668" w14:textId="77777777" w:rsidTr="006D3E3B">
        <w:tc>
          <w:tcPr>
            <w:tcW w:w="868" w:type="dxa"/>
            <w:vMerge w:val="restart"/>
            <w:noWrap/>
          </w:tcPr>
          <w:p w14:paraId="33D574BE"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2.2.2.</w:t>
            </w:r>
          </w:p>
        </w:tc>
        <w:tc>
          <w:tcPr>
            <w:tcW w:w="2782" w:type="dxa"/>
            <w:vMerge w:val="restart"/>
            <w:noWrap/>
          </w:tcPr>
          <w:p w14:paraId="1EEC6568" w14:textId="11BFF5E9"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Величина уставного капитала </w:t>
            </w:r>
            <w:r w:rsidR="007D6D2E">
              <w:rPr>
                <w:rFonts w:ascii="Proxima Nova ExCn Rg" w:eastAsia="Calibri" w:hAnsi="Proxima Nova ExCn Rg"/>
                <w:sz w:val="30"/>
                <w:szCs w:val="30"/>
              </w:rPr>
              <w:t>лизингодателя</w:t>
            </w:r>
            <w:r w:rsidRPr="008A30F3">
              <w:rPr>
                <w:rFonts w:ascii="Proxima Nova ExCn Rg" w:eastAsia="Calibri" w:hAnsi="Proxima Nova ExCn Rg"/>
                <w:sz w:val="30"/>
                <w:szCs w:val="30"/>
              </w:rPr>
              <w:t xml:space="preserve"> по состоянию на предыдущий отчетный год</w:t>
            </w:r>
          </w:p>
        </w:tc>
        <w:tc>
          <w:tcPr>
            <w:tcW w:w="4107" w:type="dxa"/>
            <w:noWrap/>
          </w:tcPr>
          <w:p w14:paraId="6DFB0C16" w14:textId="540DE179" w:rsidR="008A30F3" w:rsidRPr="008A30F3" w:rsidRDefault="008A30F3" w:rsidP="007D6D2E">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50 млн. рублей (включительно) и более</w:t>
            </w:r>
          </w:p>
        </w:tc>
        <w:tc>
          <w:tcPr>
            <w:tcW w:w="1740" w:type="dxa"/>
            <w:noWrap/>
            <w:vAlign w:val="center"/>
          </w:tcPr>
          <w:p w14:paraId="530BA8D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015A36A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7CF03F2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F2141CD" w14:textId="77777777" w:rsidTr="006D3E3B">
        <w:tc>
          <w:tcPr>
            <w:tcW w:w="868" w:type="dxa"/>
            <w:vMerge/>
            <w:noWrap/>
          </w:tcPr>
          <w:p w14:paraId="286C5B74"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FFD496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tcPr>
          <w:p w14:paraId="12F5F393" w14:textId="448A978E"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25 млн. рублей (включительно) и более, но менее 50 млн. рублей</w:t>
            </w:r>
          </w:p>
        </w:tc>
        <w:tc>
          <w:tcPr>
            <w:tcW w:w="1740" w:type="dxa"/>
            <w:noWrap/>
            <w:vAlign w:val="center"/>
          </w:tcPr>
          <w:p w14:paraId="008E0B40"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37,50</w:t>
            </w:r>
          </w:p>
        </w:tc>
        <w:tc>
          <w:tcPr>
            <w:tcW w:w="2113" w:type="dxa"/>
            <w:vMerge/>
            <w:noWrap/>
          </w:tcPr>
          <w:p w14:paraId="6452363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0F7D7D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E601EED" w14:textId="77777777" w:rsidTr="006D3E3B">
        <w:tc>
          <w:tcPr>
            <w:tcW w:w="868" w:type="dxa"/>
            <w:vMerge/>
            <w:noWrap/>
          </w:tcPr>
          <w:p w14:paraId="39E653BA"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426E2F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72DDA96B" w14:textId="4FC0B548"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10 млн. рублей (включительно) и более, но менее 25 млн. рублей</w:t>
            </w:r>
          </w:p>
        </w:tc>
        <w:tc>
          <w:tcPr>
            <w:tcW w:w="1740" w:type="dxa"/>
            <w:noWrap/>
            <w:vAlign w:val="center"/>
          </w:tcPr>
          <w:p w14:paraId="3CB95499"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25</w:t>
            </w:r>
          </w:p>
        </w:tc>
        <w:tc>
          <w:tcPr>
            <w:tcW w:w="2113" w:type="dxa"/>
            <w:vMerge/>
            <w:noWrap/>
          </w:tcPr>
          <w:p w14:paraId="2CEF4C9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35B3DD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736B00B" w14:textId="77777777" w:rsidTr="006D3E3B">
        <w:tc>
          <w:tcPr>
            <w:tcW w:w="868" w:type="dxa"/>
            <w:vMerge/>
            <w:noWrap/>
          </w:tcPr>
          <w:p w14:paraId="188F180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4499ABA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565AB062" w14:textId="654BEC66"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менее 10 млн. рублей</w:t>
            </w:r>
          </w:p>
        </w:tc>
        <w:tc>
          <w:tcPr>
            <w:tcW w:w="1740" w:type="dxa"/>
            <w:noWrap/>
            <w:vAlign w:val="center"/>
          </w:tcPr>
          <w:p w14:paraId="702D787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12,50</w:t>
            </w:r>
          </w:p>
        </w:tc>
        <w:tc>
          <w:tcPr>
            <w:tcW w:w="2113" w:type="dxa"/>
            <w:vMerge/>
            <w:noWrap/>
          </w:tcPr>
          <w:p w14:paraId="1B73576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2ECF31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FEB3AE7" w14:textId="77777777" w:rsidTr="006D3E3B">
        <w:tc>
          <w:tcPr>
            <w:tcW w:w="868" w:type="dxa"/>
            <w:vMerge w:val="restart"/>
            <w:noWrap/>
          </w:tcPr>
          <w:p w14:paraId="180C650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2.3.</w:t>
            </w:r>
          </w:p>
        </w:tc>
        <w:tc>
          <w:tcPr>
            <w:tcW w:w="2782" w:type="dxa"/>
            <w:vMerge w:val="restart"/>
            <w:noWrap/>
          </w:tcPr>
          <w:p w14:paraId="2E8D490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Наличие опыта по успешной поставке продукции сопоставимого характера и объема</w:t>
            </w:r>
          </w:p>
        </w:tc>
        <w:tc>
          <w:tcPr>
            <w:tcW w:w="4107" w:type="dxa"/>
            <w:noWrap/>
          </w:tcPr>
          <w:p w14:paraId="7D37C9A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оценивается наличие у лизингодателя опыта оказания услуг сопоставимого характера</w:t>
            </w:r>
            <w:r w:rsidRPr="008A30F3">
              <w:rPr>
                <w:rFonts w:ascii="Proxima Nova ExCn Rg" w:eastAsia="Calibri" w:hAnsi="Proxima Nova ExCn Rg"/>
                <w:sz w:val="30"/>
                <w:szCs w:val="30"/>
                <w:vertAlign w:val="superscript"/>
              </w:rPr>
              <w:footnoteReference w:id="28"/>
            </w:r>
            <w:r w:rsidRPr="008A30F3">
              <w:rPr>
                <w:rFonts w:ascii="Proxima Nova ExCn Rg" w:eastAsia="Calibri" w:hAnsi="Proxima Nova ExCn Rg"/>
                <w:sz w:val="30"/>
                <w:szCs w:val="30"/>
              </w:rPr>
              <w:t xml:space="preserve"> и объема</w:t>
            </w:r>
            <w:r w:rsidRPr="008A30F3">
              <w:rPr>
                <w:rFonts w:ascii="Proxima Nova ExCn Rg" w:eastAsia="Calibri" w:hAnsi="Proxima Nova ExCn Rg"/>
                <w:sz w:val="30"/>
                <w:szCs w:val="30"/>
                <w:vertAlign w:val="superscript"/>
              </w:rPr>
              <w:footnoteReference w:id="29"/>
            </w:r>
            <w:r w:rsidRPr="008A30F3">
              <w:rPr>
                <w:rFonts w:ascii="Proxima Nova ExCn Rg" w:eastAsia="Calibri" w:hAnsi="Proxima Nova ExCn Rg"/>
                <w:sz w:val="30"/>
                <w:szCs w:val="30"/>
              </w:rPr>
              <w:t>:</w:t>
            </w:r>
          </w:p>
        </w:tc>
        <w:tc>
          <w:tcPr>
            <w:tcW w:w="1740" w:type="dxa"/>
            <w:noWrap/>
          </w:tcPr>
          <w:p w14:paraId="603F7D94"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100, </w:t>
            </w:r>
          </w:p>
          <w:p w14:paraId="7EC19145"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при этом:</w:t>
            </w:r>
          </w:p>
        </w:tc>
        <w:tc>
          <w:tcPr>
            <w:tcW w:w="2113" w:type="dxa"/>
            <w:vMerge w:val="restart"/>
            <w:noWrap/>
          </w:tcPr>
          <w:p w14:paraId="62EF0398"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0669BE0E" w14:textId="77777777" w:rsidR="008A30F3" w:rsidRPr="008A30F3" w:rsidRDefault="008A30F3" w:rsidP="008A30F3">
            <w:pPr>
              <w:spacing w:after="0" w:line="240" w:lineRule="auto"/>
              <w:jc w:val="both"/>
              <w:rPr>
                <w:rFonts w:ascii="Times New Roman" w:eastAsia="Calibri" w:hAnsi="Times New Roman"/>
                <w:sz w:val="24"/>
                <w:szCs w:val="24"/>
                <w:lang w:eastAsia="ru-RU"/>
              </w:rPr>
            </w:pPr>
            <w:r w:rsidRPr="008A30F3">
              <w:rPr>
                <w:rFonts w:ascii="Proxima Nova ExCn Rg" w:eastAsia="Calibri" w:hAnsi="Proxima Nova ExCn Rg"/>
                <w:sz w:val="30"/>
                <w:szCs w:val="30"/>
              </w:rPr>
              <w:t>Сведения о наличии у лизингодателя опыта оказания лизинговых услуг сопоставимого характера и объема подтверждаются копиями успешно исполненных договоров (контрактов) и актов приемки к ним</w:t>
            </w:r>
            <w:r w:rsidRPr="008A30F3">
              <w:rPr>
                <w:rFonts w:ascii="Proxima Nova ExCn Rg" w:eastAsia="Calibri" w:hAnsi="Proxima Nova ExCn Rg"/>
                <w:sz w:val="30"/>
                <w:szCs w:val="30"/>
                <w:vertAlign w:val="superscript"/>
              </w:rPr>
              <w:footnoteReference w:id="30"/>
            </w:r>
            <w:r w:rsidRPr="008A30F3">
              <w:rPr>
                <w:rFonts w:ascii="Times New Roman" w:eastAsia="Calibri" w:hAnsi="Times New Roman"/>
                <w:sz w:val="24"/>
                <w:szCs w:val="24"/>
                <w:lang w:eastAsia="ru-RU"/>
              </w:rPr>
              <w:t xml:space="preserve"> </w:t>
            </w:r>
          </w:p>
          <w:p w14:paraId="21ACDEC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7C8AD2E" w14:textId="77777777" w:rsidTr="006D3E3B">
        <w:tc>
          <w:tcPr>
            <w:tcW w:w="868" w:type="dxa"/>
            <w:vMerge/>
            <w:noWrap/>
          </w:tcPr>
          <w:p w14:paraId="7E3F9C1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954E97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798D477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4 и более договоров (контрактов) на оказание лизинговых услуг с ценой, не менее НМЦ каждый</w:t>
            </w:r>
          </w:p>
        </w:tc>
        <w:tc>
          <w:tcPr>
            <w:tcW w:w="1740" w:type="dxa"/>
            <w:tcBorders>
              <w:bottom w:val="single" w:sz="4" w:space="0" w:color="auto"/>
            </w:tcBorders>
            <w:noWrap/>
          </w:tcPr>
          <w:p w14:paraId="3BFC1DF0"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52155B8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8650DA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FB879FD" w14:textId="77777777" w:rsidTr="006D3E3B">
        <w:tc>
          <w:tcPr>
            <w:tcW w:w="868" w:type="dxa"/>
            <w:vMerge/>
            <w:noWrap/>
          </w:tcPr>
          <w:p w14:paraId="68A8B9CA"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BEC72C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28FCAB9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3 договоров (контрактов) на оказание лизинговых услуг с ценой, не менее НМЦ каждый</w:t>
            </w:r>
          </w:p>
        </w:tc>
        <w:tc>
          <w:tcPr>
            <w:tcW w:w="1740" w:type="dxa"/>
            <w:tcBorders>
              <w:bottom w:val="single" w:sz="4" w:space="0" w:color="auto"/>
            </w:tcBorders>
            <w:noWrap/>
          </w:tcPr>
          <w:p w14:paraId="00508606"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75</w:t>
            </w:r>
          </w:p>
        </w:tc>
        <w:tc>
          <w:tcPr>
            <w:tcW w:w="2113" w:type="dxa"/>
            <w:vMerge/>
            <w:noWrap/>
          </w:tcPr>
          <w:p w14:paraId="2C323B7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E1F3EC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FD04B8B" w14:textId="77777777" w:rsidTr="006D3E3B">
        <w:tc>
          <w:tcPr>
            <w:tcW w:w="868" w:type="dxa"/>
            <w:vMerge/>
            <w:noWrap/>
          </w:tcPr>
          <w:p w14:paraId="532CB80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59BB0B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70D738B7"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2 договоров (контрактов) на оказание лизинговых услуг с ценой, не менее НМЦ каждый</w:t>
            </w:r>
          </w:p>
        </w:tc>
        <w:tc>
          <w:tcPr>
            <w:tcW w:w="1740" w:type="dxa"/>
            <w:tcBorders>
              <w:bottom w:val="single" w:sz="4" w:space="0" w:color="auto"/>
            </w:tcBorders>
            <w:noWrap/>
          </w:tcPr>
          <w:p w14:paraId="0BA7B56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50</w:t>
            </w:r>
          </w:p>
        </w:tc>
        <w:tc>
          <w:tcPr>
            <w:tcW w:w="2113" w:type="dxa"/>
            <w:vMerge/>
            <w:noWrap/>
          </w:tcPr>
          <w:p w14:paraId="3BE6D9B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23AAB7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A445CBB" w14:textId="77777777" w:rsidTr="008A30F3">
        <w:trPr>
          <w:trHeight w:val="1577"/>
        </w:trPr>
        <w:tc>
          <w:tcPr>
            <w:tcW w:w="868" w:type="dxa"/>
            <w:vMerge/>
            <w:noWrap/>
          </w:tcPr>
          <w:p w14:paraId="34EEFB7F"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4F33157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FFFFFF"/>
            <w:noWrap/>
          </w:tcPr>
          <w:p w14:paraId="75CB90B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менее 2 договоров (контрактов) на оказание лизинговых услуг с ценой, не менее НМЦ каждый</w:t>
            </w:r>
          </w:p>
        </w:tc>
        <w:tc>
          <w:tcPr>
            <w:tcW w:w="1740" w:type="dxa"/>
            <w:noWrap/>
          </w:tcPr>
          <w:p w14:paraId="1D7C449B"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25</w:t>
            </w:r>
          </w:p>
        </w:tc>
        <w:tc>
          <w:tcPr>
            <w:tcW w:w="2113" w:type="dxa"/>
            <w:vMerge/>
            <w:noWrap/>
          </w:tcPr>
          <w:p w14:paraId="4360ACB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ECF1A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E2F0962" w14:textId="77777777" w:rsidTr="006D3E3B">
        <w:tc>
          <w:tcPr>
            <w:tcW w:w="868" w:type="dxa"/>
            <w:noWrap/>
          </w:tcPr>
          <w:p w14:paraId="4BA62A34"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b/>
                <w:sz w:val="30"/>
                <w:szCs w:val="30"/>
              </w:rPr>
            </w:pPr>
            <w:r w:rsidRPr="008A30F3">
              <w:rPr>
                <w:rFonts w:ascii="Proxima Nova ExCn Rg" w:eastAsia="Calibri" w:hAnsi="Proxima Nova ExCn Rg"/>
                <w:b/>
                <w:sz w:val="30"/>
                <w:szCs w:val="30"/>
              </w:rPr>
              <w:t>2.4.</w:t>
            </w:r>
          </w:p>
        </w:tc>
        <w:tc>
          <w:tcPr>
            <w:tcW w:w="2782" w:type="dxa"/>
            <w:noWrap/>
          </w:tcPr>
          <w:p w14:paraId="40ADF68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Репутация участника закупки</w:t>
            </w:r>
          </w:p>
        </w:tc>
        <w:tc>
          <w:tcPr>
            <w:tcW w:w="4107" w:type="dxa"/>
            <w:noWrap/>
          </w:tcPr>
          <w:p w14:paraId="6CD7EA5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оцениваются:</w:t>
            </w:r>
          </w:p>
        </w:tc>
        <w:tc>
          <w:tcPr>
            <w:tcW w:w="1740" w:type="dxa"/>
            <w:noWrap/>
          </w:tcPr>
          <w:p w14:paraId="32450BA1"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1DDBF00A"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vMerge w:val="restart"/>
            <w:noWrap/>
          </w:tcPr>
          <w:p w14:paraId="19946D3A" w14:textId="6721D9ED"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 из ЕГРЮЛ</w:t>
            </w:r>
            <w:r w:rsidRPr="008A30F3">
              <w:rPr>
                <w:rFonts w:ascii="Proxima Nova ExCn Rg" w:eastAsia="Calibri" w:hAnsi="Proxima Nova ExCn Rg"/>
                <w:sz w:val="30"/>
                <w:szCs w:val="30"/>
              </w:rPr>
              <w:t>, предоставленной в составе заявки на участие в закупке</w:t>
            </w:r>
          </w:p>
        </w:tc>
      </w:tr>
      <w:tr w:rsidR="008A30F3" w:rsidRPr="008A30F3" w14:paraId="51CB3103" w14:textId="77777777" w:rsidTr="006D3E3B">
        <w:tc>
          <w:tcPr>
            <w:tcW w:w="868" w:type="dxa"/>
            <w:vMerge w:val="restart"/>
            <w:noWrap/>
          </w:tcPr>
          <w:p w14:paraId="1D87E11A"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2.4.1</w:t>
            </w:r>
          </w:p>
        </w:tc>
        <w:tc>
          <w:tcPr>
            <w:tcW w:w="2782" w:type="dxa"/>
            <w:vMerge w:val="restart"/>
            <w:noWrap/>
          </w:tcPr>
          <w:p w14:paraId="00D3568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в составе акционеров (участников) лизингодателя Российской Федерации и (или) субъекта Российской Федерации и (или) государственной корпорации и (или) государственной компании</w:t>
            </w:r>
          </w:p>
        </w:tc>
        <w:tc>
          <w:tcPr>
            <w:tcW w:w="4107" w:type="dxa"/>
            <w:noWrap/>
          </w:tcPr>
          <w:p w14:paraId="46AB0F5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w:t>
            </w:r>
          </w:p>
        </w:tc>
        <w:tc>
          <w:tcPr>
            <w:tcW w:w="1740" w:type="dxa"/>
            <w:noWrap/>
          </w:tcPr>
          <w:p w14:paraId="2B798E4C"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7154D64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EADEF8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28AED23" w14:textId="77777777" w:rsidTr="006D3E3B">
        <w:tc>
          <w:tcPr>
            <w:tcW w:w="868" w:type="dxa"/>
            <w:vMerge/>
            <w:noWrap/>
          </w:tcPr>
          <w:p w14:paraId="7B241C8C"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p>
        </w:tc>
        <w:tc>
          <w:tcPr>
            <w:tcW w:w="2782" w:type="dxa"/>
            <w:vMerge/>
            <w:noWrap/>
          </w:tcPr>
          <w:p w14:paraId="33682C9C"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4107" w:type="dxa"/>
            <w:noWrap/>
          </w:tcPr>
          <w:p w14:paraId="3E8418FD"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Отсутствие</w:t>
            </w:r>
          </w:p>
        </w:tc>
        <w:tc>
          <w:tcPr>
            <w:tcW w:w="1740" w:type="dxa"/>
            <w:noWrap/>
          </w:tcPr>
          <w:p w14:paraId="6CBF8437"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0</w:t>
            </w:r>
          </w:p>
        </w:tc>
        <w:tc>
          <w:tcPr>
            <w:tcW w:w="2113" w:type="dxa"/>
            <w:vMerge/>
            <w:noWrap/>
          </w:tcPr>
          <w:p w14:paraId="0A4017D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7DE345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32662C4" w14:textId="77777777" w:rsidTr="006D3E3B">
        <w:tc>
          <w:tcPr>
            <w:tcW w:w="868" w:type="dxa"/>
            <w:vMerge w:val="restart"/>
            <w:noWrap/>
          </w:tcPr>
          <w:p w14:paraId="26B8110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2.4.2</w:t>
            </w:r>
          </w:p>
        </w:tc>
        <w:tc>
          <w:tcPr>
            <w:tcW w:w="2782" w:type="dxa"/>
            <w:vMerge w:val="restart"/>
            <w:noWrap/>
          </w:tcPr>
          <w:p w14:paraId="7E725E6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соглашения о финансировании с банками, объем активов которых по состоянию на предыдущий отчетный год равен 2,5 трлн. руб. и более</w:t>
            </w:r>
          </w:p>
        </w:tc>
        <w:tc>
          <w:tcPr>
            <w:tcW w:w="4107" w:type="dxa"/>
            <w:tcBorders>
              <w:top w:val="single" w:sz="4" w:space="0" w:color="auto"/>
              <w:left w:val="single" w:sz="4" w:space="0" w:color="auto"/>
              <w:bottom w:val="single" w:sz="4" w:space="0" w:color="auto"/>
              <w:right w:val="single" w:sz="4" w:space="0" w:color="auto"/>
            </w:tcBorders>
            <w:noWrap/>
          </w:tcPr>
          <w:p w14:paraId="049BDDD3"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5 банками и более</w:t>
            </w:r>
          </w:p>
        </w:tc>
        <w:tc>
          <w:tcPr>
            <w:tcW w:w="1740" w:type="dxa"/>
            <w:noWrap/>
          </w:tcPr>
          <w:p w14:paraId="6A99A3D1"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90</w:t>
            </w:r>
          </w:p>
        </w:tc>
        <w:tc>
          <w:tcPr>
            <w:tcW w:w="2113" w:type="dxa"/>
            <w:vMerge/>
            <w:noWrap/>
          </w:tcPr>
          <w:p w14:paraId="232E83A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4A7DB21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Предоставляются копии соглашений</w:t>
            </w:r>
          </w:p>
        </w:tc>
      </w:tr>
      <w:tr w:rsidR="008A30F3" w:rsidRPr="008A30F3" w14:paraId="4E44C155" w14:textId="77777777" w:rsidTr="006D3E3B">
        <w:trPr>
          <w:trHeight w:val="254"/>
        </w:trPr>
        <w:tc>
          <w:tcPr>
            <w:tcW w:w="868" w:type="dxa"/>
            <w:vMerge/>
            <w:noWrap/>
          </w:tcPr>
          <w:p w14:paraId="02A7D27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B411FB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0C6A1064"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4 банками</w:t>
            </w:r>
          </w:p>
        </w:tc>
        <w:tc>
          <w:tcPr>
            <w:tcW w:w="1740" w:type="dxa"/>
            <w:noWrap/>
          </w:tcPr>
          <w:p w14:paraId="5C038832"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70</w:t>
            </w:r>
          </w:p>
        </w:tc>
        <w:tc>
          <w:tcPr>
            <w:tcW w:w="2113" w:type="dxa"/>
            <w:vMerge/>
            <w:noWrap/>
          </w:tcPr>
          <w:p w14:paraId="0E8CC50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96F4F5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A768138" w14:textId="77777777" w:rsidTr="006D3E3B">
        <w:tc>
          <w:tcPr>
            <w:tcW w:w="868" w:type="dxa"/>
            <w:vMerge/>
            <w:noWrap/>
          </w:tcPr>
          <w:p w14:paraId="3EB9C13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735D43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671BF4A9"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3 банками</w:t>
            </w:r>
          </w:p>
        </w:tc>
        <w:tc>
          <w:tcPr>
            <w:tcW w:w="1740" w:type="dxa"/>
            <w:noWrap/>
          </w:tcPr>
          <w:p w14:paraId="3685E2C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49595E3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47FEB6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3B44BC1" w14:textId="77777777" w:rsidTr="006D3E3B">
        <w:tc>
          <w:tcPr>
            <w:tcW w:w="868" w:type="dxa"/>
            <w:vMerge/>
            <w:noWrap/>
          </w:tcPr>
          <w:p w14:paraId="6F482106"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D27E1A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3E08DB40"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2 банками</w:t>
            </w:r>
          </w:p>
        </w:tc>
        <w:tc>
          <w:tcPr>
            <w:tcW w:w="1740" w:type="dxa"/>
            <w:noWrap/>
          </w:tcPr>
          <w:p w14:paraId="74CFEB5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678407D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F2E064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27EC05D" w14:textId="77777777" w:rsidTr="006D3E3B">
        <w:tc>
          <w:tcPr>
            <w:tcW w:w="868" w:type="dxa"/>
            <w:vMerge/>
            <w:noWrap/>
          </w:tcPr>
          <w:p w14:paraId="26CB032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544D96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4D55A713"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такого соглашения с 1 банком</w:t>
            </w:r>
          </w:p>
        </w:tc>
        <w:tc>
          <w:tcPr>
            <w:tcW w:w="1740" w:type="dxa"/>
            <w:noWrap/>
          </w:tcPr>
          <w:p w14:paraId="69F76F7F"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547D550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734752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66D7E4B" w14:textId="77777777" w:rsidTr="006D3E3B">
        <w:tc>
          <w:tcPr>
            <w:tcW w:w="868" w:type="dxa"/>
            <w:vMerge/>
            <w:noWrap/>
          </w:tcPr>
          <w:p w14:paraId="33A6AB4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1C0536B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0F117469"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иных случаях</w:t>
            </w:r>
          </w:p>
        </w:tc>
        <w:tc>
          <w:tcPr>
            <w:tcW w:w="1740" w:type="dxa"/>
            <w:noWrap/>
          </w:tcPr>
          <w:p w14:paraId="2BAB96C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w:t>
            </w:r>
          </w:p>
        </w:tc>
        <w:tc>
          <w:tcPr>
            <w:tcW w:w="2113" w:type="dxa"/>
            <w:vMerge/>
            <w:noWrap/>
          </w:tcPr>
          <w:p w14:paraId="70C3C70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1B6372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2B22D64" w14:textId="77777777" w:rsidTr="006D3E3B">
        <w:tc>
          <w:tcPr>
            <w:tcW w:w="868" w:type="dxa"/>
            <w:vMerge w:val="restart"/>
            <w:noWrap/>
          </w:tcPr>
          <w:p w14:paraId="119301E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3.</w:t>
            </w:r>
          </w:p>
        </w:tc>
        <w:tc>
          <w:tcPr>
            <w:tcW w:w="2782" w:type="dxa"/>
            <w:vMerge w:val="restart"/>
            <w:noWrap/>
          </w:tcPr>
          <w:p w14:paraId="4FBBC72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Качество технического предложения участника закупки</w:t>
            </w:r>
          </w:p>
        </w:tc>
        <w:tc>
          <w:tcPr>
            <w:tcW w:w="4107" w:type="dxa"/>
            <w:tcBorders>
              <w:top w:val="single" w:sz="4" w:space="0" w:color="auto"/>
              <w:left w:val="single" w:sz="4" w:space="0" w:color="auto"/>
              <w:bottom w:val="single" w:sz="4" w:space="0" w:color="auto"/>
              <w:right w:val="single" w:sz="4" w:space="0" w:color="auto"/>
            </w:tcBorders>
            <w:noWrap/>
            <w:vAlign w:val="center"/>
          </w:tcPr>
          <w:p w14:paraId="71D47976"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В рамках подкритерия оценивается степень детализации структуры затрат, включенных в состав лизинговых платежей (за исключением возмещаемых налогов) по следующим составляющим:</w:t>
            </w:r>
          </w:p>
          <w:p w14:paraId="7F449096"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1)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процентных расходов на привлечение финансирования лизингодателя</w:t>
            </w:r>
            <w:r w:rsidRPr="008A30F3">
              <w:rPr>
                <w:rFonts w:ascii="Proxima Nova ExCn Rg" w:eastAsia="Calibri" w:hAnsi="Proxima Nova ExCn Rg"/>
                <w:color w:val="000000"/>
                <w:sz w:val="30"/>
                <w:szCs w:val="30"/>
              </w:rPr>
              <w:t>;</w:t>
            </w:r>
          </w:p>
          <w:p w14:paraId="046BB9EA"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2) </w:t>
            </w:r>
            <w:r w:rsidRPr="008A30F3">
              <w:rPr>
                <w:rFonts w:ascii="Proxima Nova ExCn Rg" w:eastAsia="Calibri" w:hAnsi="Proxima Nova ExCn Rg"/>
                <w:color w:val="000000"/>
                <w:sz w:val="30"/>
                <w:szCs w:val="30"/>
              </w:rPr>
              <w:t>в</w:t>
            </w:r>
            <w:r w:rsidRPr="00D909C3">
              <w:rPr>
                <w:rFonts w:ascii="Proxima Nova ExCn Rg" w:eastAsia="Calibri" w:hAnsi="Proxima Nova ExCn Rg"/>
                <w:color w:val="000000"/>
                <w:sz w:val="30"/>
                <w:szCs w:val="30"/>
              </w:rPr>
              <w:t>ознаграждение лизингодателя</w:t>
            </w:r>
            <w:r w:rsidRPr="008A30F3">
              <w:rPr>
                <w:rFonts w:ascii="Proxima Nova ExCn Rg" w:eastAsia="Calibri" w:hAnsi="Proxima Nova ExCn Rg"/>
                <w:color w:val="000000"/>
                <w:sz w:val="30"/>
                <w:szCs w:val="30"/>
              </w:rPr>
              <w:t>;</w:t>
            </w:r>
          </w:p>
          <w:p w14:paraId="33C7FD62"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3)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возмещаемых налогов (в т.ч. НДС)</w:t>
            </w:r>
            <w:r w:rsidRPr="008A30F3">
              <w:rPr>
                <w:rFonts w:ascii="Proxima Nova ExCn Rg" w:eastAsia="Calibri" w:hAnsi="Proxima Nova ExCn Rg"/>
                <w:color w:val="000000"/>
                <w:sz w:val="30"/>
                <w:szCs w:val="30"/>
              </w:rPr>
              <w:t>;</w:t>
            </w:r>
          </w:p>
          <w:p w14:paraId="1A5054FF"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4)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невозмещаемых налогов (в т.ч. налог на имущество, транспортный налог и т.д.)</w:t>
            </w:r>
            <w:r w:rsidRPr="008A30F3">
              <w:rPr>
                <w:rFonts w:ascii="Proxima Nova ExCn Rg" w:eastAsia="Calibri" w:hAnsi="Proxima Nova ExCn Rg"/>
                <w:color w:val="000000"/>
                <w:sz w:val="30"/>
                <w:szCs w:val="30"/>
              </w:rPr>
              <w:t>;</w:t>
            </w:r>
          </w:p>
          <w:p w14:paraId="16D97D8D" w14:textId="77777777" w:rsidR="008A30F3" w:rsidRPr="008A30F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5)</w:t>
            </w:r>
            <w:r w:rsidRPr="008A30F3">
              <w:rPr>
                <w:rFonts w:ascii="Proxima Nova ExCn Rg" w:eastAsia="Calibri" w:hAnsi="Proxima Nova ExCn Rg"/>
                <w:color w:val="000000"/>
                <w:sz w:val="30"/>
                <w:szCs w:val="30"/>
              </w:rPr>
              <w:t xml:space="preserve"> сумма страховой премии</w:t>
            </w:r>
            <w:r w:rsidRPr="008A30F3">
              <w:rPr>
                <w:rFonts w:ascii="Proxima Nova ExCn Rg" w:eastAsia="Calibri" w:hAnsi="Proxima Nova ExCn Rg"/>
                <w:color w:val="000000"/>
                <w:sz w:val="30"/>
                <w:szCs w:val="30"/>
                <w:vertAlign w:val="superscript"/>
              </w:rPr>
              <w:footnoteReference w:id="31"/>
            </w:r>
          </w:p>
        </w:tc>
        <w:tc>
          <w:tcPr>
            <w:tcW w:w="1740" w:type="dxa"/>
            <w:tcBorders>
              <w:top w:val="single" w:sz="4" w:space="0" w:color="auto"/>
              <w:left w:val="single" w:sz="4" w:space="0" w:color="auto"/>
              <w:bottom w:val="single" w:sz="4" w:space="0" w:color="auto"/>
              <w:right w:val="single" w:sz="4" w:space="0" w:color="auto"/>
            </w:tcBorders>
            <w:noWrap/>
          </w:tcPr>
          <w:p w14:paraId="30B24591"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при этом:</w:t>
            </w:r>
          </w:p>
        </w:tc>
        <w:tc>
          <w:tcPr>
            <w:tcW w:w="2113" w:type="dxa"/>
            <w:vMerge w:val="restart"/>
            <w:noWrap/>
          </w:tcPr>
          <w:p w14:paraId="4223A01F"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0,2 (20%)</w:t>
            </w:r>
          </w:p>
        </w:tc>
        <w:tc>
          <w:tcPr>
            <w:tcW w:w="3382" w:type="dxa"/>
            <w:vMerge w:val="restart"/>
            <w:noWrap/>
          </w:tcPr>
          <w:p w14:paraId="6BC293E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Сведения предоставляются в составе заявки на участие в закупке</w:t>
            </w:r>
          </w:p>
        </w:tc>
      </w:tr>
      <w:tr w:rsidR="008A30F3" w:rsidRPr="008A30F3" w14:paraId="30081442" w14:textId="77777777" w:rsidTr="006D3E3B">
        <w:tc>
          <w:tcPr>
            <w:tcW w:w="868" w:type="dxa"/>
            <w:vMerge/>
            <w:noWrap/>
          </w:tcPr>
          <w:p w14:paraId="288408A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C4CD8C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5B24B8D5"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всем составляющим</w:t>
            </w:r>
          </w:p>
        </w:tc>
        <w:tc>
          <w:tcPr>
            <w:tcW w:w="1740" w:type="dxa"/>
            <w:tcBorders>
              <w:top w:val="single" w:sz="4" w:space="0" w:color="auto"/>
              <w:left w:val="single" w:sz="4" w:space="0" w:color="auto"/>
              <w:bottom w:val="single" w:sz="4" w:space="0" w:color="auto"/>
              <w:right w:val="single" w:sz="4" w:space="0" w:color="auto"/>
            </w:tcBorders>
            <w:noWrap/>
          </w:tcPr>
          <w:p w14:paraId="2AD3B74B"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172B920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D8D47C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6B7ED17" w14:textId="77777777" w:rsidTr="006D3E3B">
        <w:tc>
          <w:tcPr>
            <w:tcW w:w="868" w:type="dxa"/>
            <w:vMerge/>
            <w:noWrap/>
          </w:tcPr>
          <w:p w14:paraId="40FDF5D4"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9CC954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8881877"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4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481F6C3D"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75</w:t>
            </w:r>
          </w:p>
        </w:tc>
        <w:tc>
          <w:tcPr>
            <w:tcW w:w="2113" w:type="dxa"/>
            <w:vMerge/>
            <w:noWrap/>
          </w:tcPr>
          <w:p w14:paraId="7888464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EFD4E7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8CD8461" w14:textId="77777777" w:rsidTr="006D3E3B">
        <w:tc>
          <w:tcPr>
            <w:tcW w:w="868" w:type="dxa"/>
            <w:vMerge/>
            <w:noWrap/>
          </w:tcPr>
          <w:p w14:paraId="090F7E9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278752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5232E3C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3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055A4E1A"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7472DD0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595A45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52DA55E" w14:textId="77777777" w:rsidTr="006D3E3B">
        <w:tc>
          <w:tcPr>
            <w:tcW w:w="868" w:type="dxa"/>
            <w:vMerge/>
            <w:noWrap/>
          </w:tcPr>
          <w:p w14:paraId="4F5C45B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1EA89F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3DBAB8F2"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2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3F55DFF3"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5C7D446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CB6A03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1651D36" w14:textId="77777777" w:rsidTr="006D3E3B">
        <w:trPr>
          <w:trHeight w:val="1397"/>
        </w:trPr>
        <w:tc>
          <w:tcPr>
            <w:tcW w:w="868" w:type="dxa"/>
            <w:vMerge/>
            <w:noWrap/>
          </w:tcPr>
          <w:p w14:paraId="132DC7E4"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E5A26E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43936B25"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структура состава затрат, формирующих график лизинговых платежей, по одной составляющей или не предоставлена</w:t>
            </w:r>
          </w:p>
        </w:tc>
        <w:tc>
          <w:tcPr>
            <w:tcW w:w="1740" w:type="dxa"/>
            <w:tcBorders>
              <w:top w:val="single" w:sz="4" w:space="0" w:color="auto"/>
              <w:left w:val="single" w:sz="4" w:space="0" w:color="auto"/>
              <w:right w:val="single" w:sz="4" w:space="0" w:color="auto"/>
            </w:tcBorders>
            <w:noWrap/>
          </w:tcPr>
          <w:p w14:paraId="0982549E"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0</w:t>
            </w:r>
          </w:p>
        </w:tc>
        <w:tc>
          <w:tcPr>
            <w:tcW w:w="2113" w:type="dxa"/>
            <w:vMerge/>
            <w:noWrap/>
          </w:tcPr>
          <w:p w14:paraId="67F4F3A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B337D9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A8C7AF2" w14:textId="77777777" w:rsidTr="006D3E3B">
        <w:trPr>
          <w:trHeight w:val="1119"/>
        </w:trPr>
        <w:tc>
          <w:tcPr>
            <w:tcW w:w="14992" w:type="dxa"/>
            <w:gridSpan w:val="6"/>
            <w:noWrap/>
          </w:tcPr>
          <w:p w14:paraId="5F1E6BEB"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и сопоставление заявок по критериям «Квалификация участника закупки</w:t>
            </w:r>
            <w:r w:rsidRPr="008A30F3">
              <w:rPr>
                <w:rFonts w:ascii="Proxima Nova ExCn Rg" w:eastAsia="Calibri" w:hAnsi="Proxima Nova ExCn Rg"/>
                <w:b/>
                <w:sz w:val="30"/>
                <w:szCs w:val="30"/>
              </w:rPr>
              <w:t>»</w:t>
            </w:r>
            <w:r w:rsidRPr="008A30F3">
              <w:rPr>
                <w:rFonts w:ascii="Proxima Nova ExCn Rg" w:eastAsia="Calibri" w:hAnsi="Proxima Nova ExCn Rg"/>
                <w:sz w:val="30"/>
                <w:szCs w:val="30"/>
              </w:rPr>
              <w:t>, «Качество технического предложения участника закупки»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2D1F0544"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При проведении закупки лизинговых услуг оценка и сопоставление заявок по критериям «Квалификация участника закупки», «Качество технического предложения участника закупки» с использованием формулы расчета или на основании экспертной оценки не осуществляется.</w:t>
            </w:r>
          </w:p>
          <w:p w14:paraId="1A19D4F3"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A30F3">
              <w:rPr>
                <w:rFonts w:ascii="Proxima Nova ExCn Rg" w:eastAsia="Calibri" w:hAnsi="Proxima Nova ExCn Rg"/>
                <w:sz w:val="30"/>
                <w:szCs w:val="30"/>
                <w:lang w:eastAsia="ru-RU"/>
              </w:rPr>
              <w:t>подкритерия</w:t>
            </w:r>
            <w:r w:rsidRPr="008A30F3">
              <w:rPr>
                <w:rFonts w:ascii="Proxima Nova ExCn Rg" w:eastAsia="Calibri" w:hAnsi="Proxima Nova ExCn Rg"/>
                <w:sz w:val="30"/>
                <w:szCs w:val="30"/>
              </w:rPr>
              <w:t>.</w:t>
            </w:r>
          </w:p>
          <w:p w14:paraId="6C0B408C"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p w14:paraId="06B825A3"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Расчет итогового рейтинга заявки осуществляется в следующем порядке:</w:t>
            </w:r>
          </w:p>
          <w:p w14:paraId="61888B8B"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Итоговый рейтинг заявки = (РЗК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w:t>
            </w:r>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Ктех</w:t>
            </w:r>
            <w:r w:rsidRPr="008A30F3">
              <w:rPr>
                <w:rFonts w:ascii="Proxima Nova ExCn Rg" w:eastAsia="Calibri" w:hAnsi="Proxima Nova ExCn Rg"/>
                <w:sz w:val="30"/>
                <w:szCs w:val="30"/>
              </w:rPr>
              <w:t>), где:</w:t>
            </w:r>
          </w:p>
          <w:p w14:paraId="4E5E4F94"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рейтинг заявки по критерию «Цена договора или цена за единицу продукции», рассчитанный в порядке, установленном подразделом 3.3 Методических рекомендаций по оценке;</w:t>
            </w:r>
          </w:p>
          <w:p w14:paraId="131FB2D1"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 рейтинг заявки по критерию «Квалификация участника закупки», рассчитанный в порядке, установленном подразделом 3.10 Методических рекомендаций по оценке;</w:t>
            </w:r>
          </w:p>
          <w:p w14:paraId="421BAB6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 xml:space="preserve">Ктех </w:t>
            </w:r>
            <w:r w:rsidRPr="008A30F3">
              <w:rPr>
                <w:rFonts w:ascii="Proxima Nova ExCn Rg" w:eastAsia="Calibri" w:hAnsi="Proxima Nova ExCn Rg"/>
                <w:sz w:val="30"/>
                <w:szCs w:val="30"/>
                <w:lang w:eastAsia="ru-RU"/>
              </w:rPr>
              <w:t xml:space="preserve">– рейтинг заявки </w:t>
            </w:r>
            <w:r w:rsidRPr="008A30F3">
              <w:rPr>
                <w:rFonts w:ascii="Proxima Nova ExCn Rg" w:eastAsia="Calibri" w:hAnsi="Proxima Nova ExCn Rg"/>
                <w:sz w:val="30"/>
                <w:szCs w:val="30"/>
              </w:rPr>
              <w:t>по критерию «Качество технического предложения участника закупки», рассчитанный в порядке, установленном подразделом 3.8 Методических рекомендаций по оценке</w:t>
            </w:r>
          </w:p>
        </w:tc>
      </w:tr>
    </w:tbl>
    <w:p w14:paraId="645914A3" w14:textId="77777777" w:rsidR="008A30F3" w:rsidRDefault="008A30F3">
      <w:pPr>
        <w:spacing w:after="0" w:line="276" w:lineRule="auto"/>
        <w:jc w:val="both"/>
        <w:rPr>
          <w:rFonts w:ascii="Proxima Nova ExCn Rg" w:hAnsi="Proxima Nova ExCn Rg"/>
          <w:sz w:val="28"/>
          <w:szCs w:val="28"/>
        </w:rPr>
      </w:pPr>
    </w:p>
    <w:p w14:paraId="6F4BDEFC"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7097F" w14:textId="77777777" w:rsidR="00A66668" w:rsidRDefault="00A66668">
      <w:pPr>
        <w:spacing w:after="0" w:line="240" w:lineRule="auto"/>
      </w:pPr>
      <w:r>
        <w:separator/>
      </w:r>
    </w:p>
  </w:endnote>
  <w:endnote w:type="continuationSeparator" w:id="0">
    <w:p w14:paraId="55876433" w14:textId="77777777" w:rsidR="00A66668" w:rsidRDefault="00A66668">
      <w:pPr>
        <w:spacing w:after="0" w:line="240" w:lineRule="auto"/>
      </w:pPr>
      <w:r>
        <w:continuationSeparator/>
      </w:r>
    </w:p>
  </w:endnote>
  <w:endnote w:type="continuationNotice" w:id="1">
    <w:p w14:paraId="368A18FE" w14:textId="77777777" w:rsidR="00A66668" w:rsidRDefault="00A666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05225" w14:textId="77777777" w:rsidR="00A66668" w:rsidRPr="00B11932" w:rsidRDefault="00A66668">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567DD0">
      <w:rPr>
        <w:rFonts w:ascii="Proxima Nova ExCn Rg" w:hAnsi="Proxima Nova ExCn Rg"/>
        <w:noProof/>
        <w:sz w:val="28"/>
        <w:szCs w:val="28"/>
      </w:rPr>
      <w:t>62</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130A5" w14:textId="77777777" w:rsidR="00A66668" w:rsidRPr="009F153B" w:rsidRDefault="00A66668"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567DD0">
      <w:rPr>
        <w:rFonts w:ascii="Proxima Nova ExCn Rg" w:hAnsi="Proxima Nova ExCn Rg"/>
        <w:noProof/>
        <w:sz w:val="28"/>
        <w:szCs w:val="28"/>
      </w:rPr>
      <w:t>2</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DD3AB" w14:textId="77777777" w:rsidR="00A66668" w:rsidRDefault="00A66668">
      <w:pPr>
        <w:spacing w:after="0" w:line="240" w:lineRule="auto"/>
      </w:pPr>
      <w:r>
        <w:separator/>
      </w:r>
    </w:p>
  </w:footnote>
  <w:footnote w:type="continuationSeparator" w:id="0">
    <w:p w14:paraId="34BC5013" w14:textId="77777777" w:rsidR="00A66668" w:rsidRDefault="00A66668">
      <w:pPr>
        <w:spacing w:after="0" w:line="240" w:lineRule="auto"/>
      </w:pPr>
      <w:r>
        <w:continuationSeparator/>
      </w:r>
    </w:p>
  </w:footnote>
  <w:footnote w:type="continuationNotice" w:id="1">
    <w:p w14:paraId="62538EC8" w14:textId="77777777" w:rsidR="00A66668" w:rsidRDefault="00A66668">
      <w:pPr>
        <w:spacing w:after="0" w:line="240" w:lineRule="auto"/>
      </w:pPr>
    </w:p>
  </w:footnote>
  <w:footnote w:id="2">
    <w:p w14:paraId="691FFC0E"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3">
    <w:p w14:paraId="0B1599E7"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4">
    <w:p w14:paraId="56BDED36"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5">
    <w:p w14:paraId="4F421698"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6">
    <w:p w14:paraId="3569A73A"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7">
    <w:p w14:paraId="31412607"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8">
    <w:p w14:paraId="2B5C98BC" w14:textId="3E19ED91"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качестве подкритериев)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9">
    <w:p w14:paraId="1A5C34FF"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0">
    <w:p w14:paraId="5E69E62A" w14:textId="77777777" w:rsidR="00A66668" w:rsidRPr="00807459" w:rsidRDefault="00A66668" w:rsidP="00807459">
      <w:pPr>
        <w:pStyle w:val="ae"/>
        <w:jc w:val="both"/>
        <w:rPr>
          <w:rFonts w:ascii="Proxima Nova ExCn Rg" w:hAnsi="Proxima Nova ExCn Rg"/>
        </w:rPr>
      </w:pPr>
      <w:r w:rsidRPr="00807459">
        <w:rPr>
          <w:rFonts w:ascii="Proxima Nova ExCn Rg" w:hAnsi="Proxima Nova ExCn Rg"/>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1">
    <w:p w14:paraId="1FAFB6B2"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lang w:eastAsia="ru-RU"/>
        </w:rPr>
        <w:t xml:space="preserve"> В качестве наиболее предпочтительного минимального значения не может устанавливаться значение, равное нулю.</w:t>
      </w:r>
    </w:p>
  </w:footnote>
  <w:footnote w:id="12">
    <w:p w14:paraId="3300918C"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13">
    <w:p w14:paraId="37DC7B41"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 кроме случаев проведения закупки среди субъектов МСП. При проведении закупки среди субъектов МСП действуют положения настоящих Рекомендаций по оценке в отношении таких закупок.</w:t>
      </w:r>
    </w:p>
  </w:footnote>
  <w:footnote w:id="14">
    <w:p w14:paraId="20714CD3"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 при условии применения критерия «Цена договора и/или цена на единицу продукции» как основания распределения закупаемого объема среди победителей по итогам закупки.</w:t>
      </w:r>
    </w:p>
  </w:footnote>
  <w:footnote w:id="15">
    <w:p w14:paraId="17681782"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16">
    <w:p w14:paraId="0F5A9C5D"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17">
    <w:p w14:paraId="222D4FDD"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18">
    <w:p w14:paraId="3F5D8DFA"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5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19">
    <w:p w14:paraId="031C8E9C"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3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0">
    <w:p w14:paraId="7997A187"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21">
    <w:p w14:paraId="491CB45A"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2">
    <w:p w14:paraId="6D3FB849"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3">
    <w:p w14:paraId="408DAF52"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24">
    <w:p w14:paraId="168BBEB9"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w:t>
      </w:r>
      <w:r>
        <w:rPr>
          <w:rFonts w:ascii="Proxima Nova ExCn Rg" w:hAnsi="Proxima Nova ExCn Rg"/>
        </w:rPr>
        <w:t xml:space="preserve"> вступивших в законную силу </w:t>
      </w:r>
      <w:r w:rsidRPr="00807459">
        <w:rPr>
          <w:rFonts w:ascii="Proxima Nova ExCn Rg" w:hAnsi="Proxima Nova ExCn Rg"/>
        </w:rPr>
        <w:t xml:space="preserve">судебных </w:t>
      </w:r>
      <w:r>
        <w:rPr>
          <w:rFonts w:ascii="Proxima Nova ExCn Rg" w:hAnsi="Proxima Nova ExCn Rg"/>
        </w:rPr>
        <w:t>решений</w:t>
      </w:r>
      <w:r w:rsidRPr="00807459">
        <w:rPr>
          <w:rFonts w:ascii="Proxima Nova ExCn Rg" w:hAnsi="Proxima Nova ExCn Rg"/>
        </w:rPr>
        <w:t xml:space="preserve">, </w:t>
      </w:r>
      <w:r>
        <w:rPr>
          <w:rFonts w:ascii="Proxima Nova ExCn Rg" w:hAnsi="Proxima Nova ExCn Rg"/>
        </w:rPr>
        <w:t>принятых в связи с неисполнением или ненадлежащим исполнением участником закупки своих обязательств по договору</w:t>
      </w:r>
      <w:r w:rsidRPr="00807459">
        <w:rPr>
          <w:rFonts w:ascii="Proxima Nova ExCn Rg" w:hAnsi="Proxima Nova ExCn Rg"/>
        </w:rPr>
        <w:t>.</w:t>
      </w:r>
    </w:p>
  </w:footnote>
  <w:footnote w:id="25">
    <w:p w14:paraId="0A208232"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footnote>
  <w:footnote w:id="26">
    <w:p w14:paraId="1C2F7A7A"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27">
    <w:p w14:paraId="647A6AA4" w14:textId="77777777" w:rsidR="0079235A" w:rsidRPr="00807459" w:rsidRDefault="0079235A"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Искажение бухгалтерской (финансовой) отчетности признается существенным, если оно составляет не менее 30% от чистой прибыли организации Корпорации за проверяемый календарный год и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w:t>
      </w:r>
      <w:r>
        <w:rPr>
          <w:rFonts w:ascii="Proxima Nova ExCn Rg" w:hAnsi="Proxima Nova ExCn Rg"/>
        </w:rPr>
        <w:t>.</w:t>
      </w:r>
    </w:p>
  </w:footnote>
  <w:footnote w:id="28">
    <w:p w14:paraId="3A55638A" w14:textId="77777777" w:rsidR="008A30F3" w:rsidRPr="00A477AF" w:rsidRDefault="008A30F3"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характера понимается опыт </w:t>
      </w:r>
      <w:r>
        <w:rPr>
          <w:rFonts w:ascii="Proxima Nova ExCn Rg" w:hAnsi="Proxima Nova ExCn Rg"/>
        </w:rPr>
        <w:t>оказания лизинговых услуг</w:t>
      </w:r>
    </w:p>
  </w:footnote>
  <w:footnote w:id="29">
    <w:p w14:paraId="78D885DD" w14:textId="77777777" w:rsidR="008A30F3" w:rsidRPr="00A477AF" w:rsidRDefault="008A30F3"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w:t>
      </w:r>
      <w:r>
        <w:rPr>
          <w:rFonts w:ascii="Proxima Nova ExCn Rg" w:hAnsi="Proxima Nova ExCn Rg"/>
        </w:rPr>
        <w:t>объема</w:t>
      </w:r>
      <w:r w:rsidRPr="00A477AF">
        <w:rPr>
          <w:rFonts w:ascii="Proxima Nova ExCn Rg" w:hAnsi="Proxima Nova ExCn Rg"/>
        </w:rPr>
        <w:t xml:space="preserve"> понимается опыт </w:t>
      </w:r>
      <w:r>
        <w:rPr>
          <w:rFonts w:ascii="Proxima Nova ExCn Rg" w:hAnsi="Proxima Nova ExCn Rg"/>
        </w:rPr>
        <w:t>оказания лизинговых услуг по договору (контракту), цена которого составляет не менее НМЦ</w:t>
      </w:r>
    </w:p>
  </w:footnote>
  <w:footnote w:id="30">
    <w:p w14:paraId="25945C3C" w14:textId="77777777" w:rsidR="008A30F3" w:rsidRDefault="008A30F3" w:rsidP="008A30F3">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p>
  </w:footnote>
  <w:footnote w:id="31">
    <w:p w14:paraId="47A32178" w14:textId="77777777" w:rsidR="008A30F3" w:rsidRPr="00152FC3" w:rsidRDefault="008A30F3" w:rsidP="008A30F3">
      <w:pPr>
        <w:pStyle w:val="ae"/>
        <w:rPr>
          <w:rFonts w:ascii="Proxima Nova ExCn Rg" w:hAnsi="Proxima Nova ExCn Rg"/>
        </w:rPr>
      </w:pPr>
      <w:r w:rsidRPr="00152FC3">
        <w:rPr>
          <w:rStyle w:val="af0"/>
          <w:rFonts w:ascii="Proxima Nova ExCn Rg" w:hAnsi="Proxima Nova ExCn Rg"/>
        </w:rPr>
        <w:footnoteRef/>
      </w:r>
      <w:r w:rsidRPr="00152FC3">
        <w:rPr>
          <w:rFonts w:ascii="Proxima Nova ExCn Rg" w:hAnsi="Proxima Nova ExCn Rg"/>
        </w:rPr>
        <w:t xml:space="preserve"> Если </w:t>
      </w:r>
      <w:r>
        <w:rPr>
          <w:rFonts w:ascii="Proxima Nova ExCn Rg" w:hAnsi="Proxima Nova ExCn Rg"/>
        </w:rPr>
        <w:t>предмет</w:t>
      </w:r>
      <w:r w:rsidRPr="00152FC3">
        <w:rPr>
          <w:rFonts w:ascii="Proxima Nova ExCn Rg" w:hAnsi="Proxima Nova ExCn Rg"/>
        </w:rPr>
        <w:t xml:space="preserve"> лизинга страхуется Заказчиком</w:t>
      </w:r>
      <w:r>
        <w:rPr>
          <w:rFonts w:ascii="Proxima Nova ExCn Rg" w:hAnsi="Proxima Nova ExCn Rg"/>
        </w:rPr>
        <w:t xml:space="preserve"> такая составляющая структуры состава затрат считается представленной участником закупки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7AC7B" w14:textId="77777777" w:rsidR="00A66668" w:rsidRDefault="00A6666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333AC" w14:textId="77777777" w:rsidR="00A66668" w:rsidRPr="009F153B" w:rsidRDefault="00A66668" w:rsidP="009F153B">
    <w:pPr>
      <w:pStyle w:val="a9"/>
      <w:jc w:val="center"/>
      <w:rPr>
        <w:rFonts w:ascii="Proxima Nova ExCn Rg" w:hAnsi="Proxima Nova ExCn Rg"/>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04EC4" w14:textId="77777777" w:rsidR="00A66668" w:rsidRPr="009F153B" w:rsidRDefault="00A66668"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6"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3"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17"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2" w15:restartNumberingAfterBreak="0">
    <w:nsid w:val="2F306E91"/>
    <w:multiLevelType w:val="multilevel"/>
    <w:tmpl w:val="DD2C62AE"/>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3"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33"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4"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5"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7"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8"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9"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2"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F1D7DDA"/>
    <w:multiLevelType w:val="hybridMultilevel"/>
    <w:tmpl w:val="AF20EE4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4"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7"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1"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2"/>
  </w:num>
  <w:num w:numId="8">
    <w:abstractNumId w:val="16"/>
  </w:num>
  <w:num w:numId="9">
    <w:abstractNumId w:val="41"/>
  </w:num>
  <w:num w:numId="10">
    <w:abstractNumId w:val="7"/>
  </w:num>
  <w:num w:numId="11">
    <w:abstractNumId w:val="30"/>
  </w:num>
  <w:num w:numId="12">
    <w:abstractNumId w:val="25"/>
  </w:num>
  <w:num w:numId="13">
    <w:abstractNumId w:val="44"/>
  </w:num>
  <w:num w:numId="14">
    <w:abstractNumId w:val="34"/>
  </w:num>
  <w:num w:numId="15">
    <w:abstractNumId w:val="10"/>
  </w:num>
  <w:num w:numId="16">
    <w:abstractNumId w:val="37"/>
  </w:num>
  <w:num w:numId="17">
    <w:abstractNumId w:val="36"/>
  </w:num>
  <w:num w:numId="18">
    <w:abstractNumId w:val="50"/>
  </w:num>
  <w:num w:numId="19">
    <w:abstractNumId w:val="33"/>
  </w:num>
  <w:num w:numId="20">
    <w:abstractNumId w:val="4"/>
  </w:num>
  <w:num w:numId="21">
    <w:abstractNumId w:val="21"/>
  </w:num>
  <w:num w:numId="22">
    <w:abstractNumId w:val="46"/>
  </w:num>
  <w:num w:numId="23">
    <w:abstractNumId w:val="38"/>
  </w:num>
  <w:num w:numId="24">
    <w:abstractNumId w:val="6"/>
  </w:num>
  <w:num w:numId="25">
    <w:abstractNumId w:val="3"/>
  </w:num>
  <w:num w:numId="26">
    <w:abstractNumId w:val="31"/>
  </w:num>
  <w:num w:numId="27">
    <w:abstractNumId w:val="51"/>
  </w:num>
  <w:num w:numId="28">
    <w:abstractNumId w:val="43"/>
  </w:num>
  <w:num w:numId="29">
    <w:abstractNumId w:val="17"/>
  </w:num>
  <w:num w:numId="30">
    <w:abstractNumId w:val="18"/>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9"/>
  </w:num>
  <w:num w:numId="39">
    <w:abstractNumId w:val="8"/>
  </w:num>
  <w:num w:numId="40">
    <w:abstractNumId w:val="24"/>
  </w:num>
  <w:num w:numId="41">
    <w:abstractNumId w:val="32"/>
  </w:num>
  <w:num w:numId="42">
    <w:abstractNumId w:val="20"/>
  </w:num>
  <w:num w:numId="43">
    <w:abstractNumId w:val="45"/>
  </w:num>
  <w:num w:numId="44">
    <w:abstractNumId w:val="11"/>
  </w:num>
  <w:num w:numId="45">
    <w:abstractNumId w:val="15"/>
  </w:num>
  <w:num w:numId="46">
    <w:abstractNumId w:val="28"/>
  </w:num>
  <w:num w:numId="47">
    <w:abstractNumId w:val="26"/>
  </w:num>
  <w:num w:numId="48">
    <w:abstractNumId w:val="48"/>
  </w:num>
  <w:num w:numId="49">
    <w:abstractNumId w:val="42"/>
  </w:num>
  <w:num w:numId="50">
    <w:abstractNumId w:val="39"/>
  </w:num>
  <w:num w:numId="51">
    <w:abstractNumId w:val="49"/>
  </w:num>
  <w:num w:numId="52">
    <w:abstractNumId w:val="9"/>
  </w:num>
  <w:num w:numId="53">
    <w:abstractNumId w:val="1"/>
  </w:num>
  <w:num w:numId="54">
    <w:abstractNumId w:val="40"/>
  </w:num>
  <w:num w:numId="55">
    <w:abstractNumId w:val="35"/>
  </w:num>
  <w:num w:numId="56">
    <w:abstractNumId w:val="19"/>
  </w:num>
  <w:num w:numId="57">
    <w:abstractNumId w:val="2"/>
  </w:num>
  <w:num w:numId="58">
    <w:abstractNumId w:val="27"/>
  </w:num>
  <w:num w:numId="59">
    <w:abstractNumId w:val="47"/>
  </w:num>
  <w:num w:numId="60">
    <w:abstractNumId w:val="14"/>
  </w:num>
  <w:num w:numId="6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58"/>
    <w:rsid w:val="00011DB5"/>
    <w:rsid w:val="00014F14"/>
    <w:rsid w:val="00015090"/>
    <w:rsid w:val="00015802"/>
    <w:rsid w:val="00015C2C"/>
    <w:rsid w:val="000201AB"/>
    <w:rsid w:val="00021120"/>
    <w:rsid w:val="0002443B"/>
    <w:rsid w:val="00024613"/>
    <w:rsid w:val="00027676"/>
    <w:rsid w:val="00033AD7"/>
    <w:rsid w:val="00045AA4"/>
    <w:rsid w:val="00051B3F"/>
    <w:rsid w:val="0005454E"/>
    <w:rsid w:val="0005507D"/>
    <w:rsid w:val="000570EB"/>
    <w:rsid w:val="0005798D"/>
    <w:rsid w:val="00061F16"/>
    <w:rsid w:val="0006371C"/>
    <w:rsid w:val="00082AD4"/>
    <w:rsid w:val="000862D9"/>
    <w:rsid w:val="00090A96"/>
    <w:rsid w:val="00091645"/>
    <w:rsid w:val="00093261"/>
    <w:rsid w:val="00094190"/>
    <w:rsid w:val="00095C05"/>
    <w:rsid w:val="000A2F65"/>
    <w:rsid w:val="000A31B3"/>
    <w:rsid w:val="000A5F40"/>
    <w:rsid w:val="000B0264"/>
    <w:rsid w:val="000B5EA8"/>
    <w:rsid w:val="000B5F20"/>
    <w:rsid w:val="000B64C3"/>
    <w:rsid w:val="000B6928"/>
    <w:rsid w:val="000C0C81"/>
    <w:rsid w:val="000C341A"/>
    <w:rsid w:val="000C3C63"/>
    <w:rsid w:val="000C74CC"/>
    <w:rsid w:val="000D0695"/>
    <w:rsid w:val="000D78DA"/>
    <w:rsid w:val="000E2BA5"/>
    <w:rsid w:val="000E5FE3"/>
    <w:rsid w:val="000E7883"/>
    <w:rsid w:val="000F3769"/>
    <w:rsid w:val="000F37D5"/>
    <w:rsid w:val="000F4E49"/>
    <w:rsid w:val="000F5038"/>
    <w:rsid w:val="000F6104"/>
    <w:rsid w:val="000F6569"/>
    <w:rsid w:val="00100782"/>
    <w:rsid w:val="00106784"/>
    <w:rsid w:val="00116ECC"/>
    <w:rsid w:val="00122713"/>
    <w:rsid w:val="00122B8A"/>
    <w:rsid w:val="00123689"/>
    <w:rsid w:val="00123A25"/>
    <w:rsid w:val="001241B9"/>
    <w:rsid w:val="00134543"/>
    <w:rsid w:val="00141B13"/>
    <w:rsid w:val="00145277"/>
    <w:rsid w:val="00145AB1"/>
    <w:rsid w:val="0014647A"/>
    <w:rsid w:val="001528CC"/>
    <w:rsid w:val="00161DFB"/>
    <w:rsid w:val="0016479E"/>
    <w:rsid w:val="001720DE"/>
    <w:rsid w:val="00175F93"/>
    <w:rsid w:val="001807A8"/>
    <w:rsid w:val="00180CAF"/>
    <w:rsid w:val="0018633E"/>
    <w:rsid w:val="00187641"/>
    <w:rsid w:val="00187685"/>
    <w:rsid w:val="0018795F"/>
    <w:rsid w:val="00197104"/>
    <w:rsid w:val="001A0EBA"/>
    <w:rsid w:val="001A2575"/>
    <w:rsid w:val="001A5456"/>
    <w:rsid w:val="001A5FC2"/>
    <w:rsid w:val="001A606D"/>
    <w:rsid w:val="001A7BC8"/>
    <w:rsid w:val="001B4CDF"/>
    <w:rsid w:val="001B7369"/>
    <w:rsid w:val="001C3B4C"/>
    <w:rsid w:val="001C61B7"/>
    <w:rsid w:val="001D20EA"/>
    <w:rsid w:val="001D6CDC"/>
    <w:rsid w:val="001E2345"/>
    <w:rsid w:val="001F5974"/>
    <w:rsid w:val="001F6AB1"/>
    <w:rsid w:val="00201208"/>
    <w:rsid w:val="00204B2D"/>
    <w:rsid w:val="0020791F"/>
    <w:rsid w:val="00210307"/>
    <w:rsid w:val="00211670"/>
    <w:rsid w:val="00215353"/>
    <w:rsid w:val="00216000"/>
    <w:rsid w:val="002173FF"/>
    <w:rsid w:val="00222E07"/>
    <w:rsid w:val="00227C13"/>
    <w:rsid w:val="0023293D"/>
    <w:rsid w:val="0023443D"/>
    <w:rsid w:val="00240B61"/>
    <w:rsid w:val="00254D4A"/>
    <w:rsid w:val="00254F07"/>
    <w:rsid w:val="00257CD7"/>
    <w:rsid w:val="00263A88"/>
    <w:rsid w:val="002704BC"/>
    <w:rsid w:val="00272643"/>
    <w:rsid w:val="0027296A"/>
    <w:rsid w:val="00275890"/>
    <w:rsid w:val="00275DDE"/>
    <w:rsid w:val="00276381"/>
    <w:rsid w:val="00277A3B"/>
    <w:rsid w:val="002827BB"/>
    <w:rsid w:val="00282C13"/>
    <w:rsid w:val="00283DA9"/>
    <w:rsid w:val="00290ED8"/>
    <w:rsid w:val="00291D11"/>
    <w:rsid w:val="0029267C"/>
    <w:rsid w:val="00293C9B"/>
    <w:rsid w:val="00297516"/>
    <w:rsid w:val="00297835"/>
    <w:rsid w:val="002A7A52"/>
    <w:rsid w:val="002B5B1E"/>
    <w:rsid w:val="002B5F66"/>
    <w:rsid w:val="002C7F41"/>
    <w:rsid w:val="002D0F4B"/>
    <w:rsid w:val="002D0FA3"/>
    <w:rsid w:val="002E09A3"/>
    <w:rsid w:val="002E0C80"/>
    <w:rsid w:val="002E7881"/>
    <w:rsid w:val="002E7F27"/>
    <w:rsid w:val="002F521D"/>
    <w:rsid w:val="002F6A86"/>
    <w:rsid w:val="002F6BB2"/>
    <w:rsid w:val="002F73B9"/>
    <w:rsid w:val="003063A4"/>
    <w:rsid w:val="003121EA"/>
    <w:rsid w:val="00313295"/>
    <w:rsid w:val="003139B3"/>
    <w:rsid w:val="0031517C"/>
    <w:rsid w:val="003163B7"/>
    <w:rsid w:val="00316BFB"/>
    <w:rsid w:val="00317A56"/>
    <w:rsid w:val="003228A3"/>
    <w:rsid w:val="0032358C"/>
    <w:rsid w:val="00324AC2"/>
    <w:rsid w:val="00326323"/>
    <w:rsid w:val="00335135"/>
    <w:rsid w:val="00340DB0"/>
    <w:rsid w:val="00350CE9"/>
    <w:rsid w:val="00352DB7"/>
    <w:rsid w:val="00361259"/>
    <w:rsid w:val="00363CC4"/>
    <w:rsid w:val="00363F81"/>
    <w:rsid w:val="00372A08"/>
    <w:rsid w:val="00372BAE"/>
    <w:rsid w:val="00376DAF"/>
    <w:rsid w:val="0038553F"/>
    <w:rsid w:val="00387DE8"/>
    <w:rsid w:val="0039572F"/>
    <w:rsid w:val="0039748E"/>
    <w:rsid w:val="003A6337"/>
    <w:rsid w:val="003B157E"/>
    <w:rsid w:val="003C0084"/>
    <w:rsid w:val="003C25C2"/>
    <w:rsid w:val="003C52F1"/>
    <w:rsid w:val="003C61B8"/>
    <w:rsid w:val="003D0809"/>
    <w:rsid w:val="003D0FD0"/>
    <w:rsid w:val="003D0FFA"/>
    <w:rsid w:val="003D2884"/>
    <w:rsid w:val="003D5BA1"/>
    <w:rsid w:val="003E7519"/>
    <w:rsid w:val="003E7861"/>
    <w:rsid w:val="003F07FC"/>
    <w:rsid w:val="003F5742"/>
    <w:rsid w:val="003F649B"/>
    <w:rsid w:val="00401C65"/>
    <w:rsid w:val="00404DAE"/>
    <w:rsid w:val="00406097"/>
    <w:rsid w:val="00410939"/>
    <w:rsid w:val="00415446"/>
    <w:rsid w:val="004176EF"/>
    <w:rsid w:val="00417FDA"/>
    <w:rsid w:val="004211F7"/>
    <w:rsid w:val="00423688"/>
    <w:rsid w:val="00423737"/>
    <w:rsid w:val="004237E5"/>
    <w:rsid w:val="00426EA9"/>
    <w:rsid w:val="00431734"/>
    <w:rsid w:val="00432C52"/>
    <w:rsid w:val="004354A6"/>
    <w:rsid w:val="00437118"/>
    <w:rsid w:val="00437CED"/>
    <w:rsid w:val="004425AB"/>
    <w:rsid w:val="00442B82"/>
    <w:rsid w:val="00445D8C"/>
    <w:rsid w:val="00446F27"/>
    <w:rsid w:val="00451341"/>
    <w:rsid w:val="0045521D"/>
    <w:rsid w:val="00455A3E"/>
    <w:rsid w:val="00456D23"/>
    <w:rsid w:val="00460E6E"/>
    <w:rsid w:val="004615FF"/>
    <w:rsid w:val="0046287E"/>
    <w:rsid w:val="00480FA3"/>
    <w:rsid w:val="00494FD1"/>
    <w:rsid w:val="00495A5B"/>
    <w:rsid w:val="004A0B10"/>
    <w:rsid w:val="004A13AE"/>
    <w:rsid w:val="004A1FC8"/>
    <w:rsid w:val="004A29F4"/>
    <w:rsid w:val="004A2B23"/>
    <w:rsid w:val="004A6555"/>
    <w:rsid w:val="004B652A"/>
    <w:rsid w:val="004B6597"/>
    <w:rsid w:val="004B7820"/>
    <w:rsid w:val="004D15A0"/>
    <w:rsid w:val="004D5C14"/>
    <w:rsid w:val="004E0734"/>
    <w:rsid w:val="004E2050"/>
    <w:rsid w:val="004E489D"/>
    <w:rsid w:val="004E5564"/>
    <w:rsid w:val="004F05E6"/>
    <w:rsid w:val="004F78C2"/>
    <w:rsid w:val="004F7CC0"/>
    <w:rsid w:val="00500097"/>
    <w:rsid w:val="00500653"/>
    <w:rsid w:val="00501A4F"/>
    <w:rsid w:val="005045CF"/>
    <w:rsid w:val="00506830"/>
    <w:rsid w:val="005101E4"/>
    <w:rsid w:val="00510411"/>
    <w:rsid w:val="0051202F"/>
    <w:rsid w:val="00514AAB"/>
    <w:rsid w:val="00521B6C"/>
    <w:rsid w:val="00524AA0"/>
    <w:rsid w:val="00524AC2"/>
    <w:rsid w:val="00525A8B"/>
    <w:rsid w:val="00525FE0"/>
    <w:rsid w:val="005333C3"/>
    <w:rsid w:val="005419D0"/>
    <w:rsid w:val="00545623"/>
    <w:rsid w:val="00545D35"/>
    <w:rsid w:val="00546AEF"/>
    <w:rsid w:val="00546DBD"/>
    <w:rsid w:val="005500F5"/>
    <w:rsid w:val="00551450"/>
    <w:rsid w:val="00553149"/>
    <w:rsid w:val="00554791"/>
    <w:rsid w:val="00561B95"/>
    <w:rsid w:val="0056471D"/>
    <w:rsid w:val="00567DD0"/>
    <w:rsid w:val="00572EC6"/>
    <w:rsid w:val="00574395"/>
    <w:rsid w:val="00574D98"/>
    <w:rsid w:val="00574F36"/>
    <w:rsid w:val="00581D24"/>
    <w:rsid w:val="00581F5A"/>
    <w:rsid w:val="005842CC"/>
    <w:rsid w:val="00586DEF"/>
    <w:rsid w:val="00590DE0"/>
    <w:rsid w:val="005964CA"/>
    <w:rsid w:val="0059665B"/>
    <w:rsid w:val="005A25C7"/>
    <w:rsid w:val="005A6ED6"/>
    <w:rsid w:val="005A71D7"/>
    <w:rsid w:val="005B1000"/>
    <w:rsid w:val="005B512E"/>
    <w:rsid w:val="005B5F7B"/>
    <w:rsid w:val="005C166D"/>
    <w:rsid w:val="005C1E01"/>
    <w:rsid w:val="005C3206"/>
    <w:rsid w:val="005C618D"/>
    <w:rsid w:val="005C73F5"/>
    <w:rsid w:val="005D3BBF"/>
    <w:rsid w:val="005D75BC"/>
    <w:rsid w:val="005E0CDF"/>
    <w:rsid w:val="005E19CC"/>
    <w:rsid w:val="005E3CD6"/>
    <w:rsid w:val="005E6668"/>
    <w:rsid w:val="005E770D"/>
    <w:rsid w:val="005F4BE0"/>
    <w:rsid w:val="005F695D"/>
    <w:rsid w:val="0060130F"/>
    <w:rsid w:val="00601DE0"/>
    <w:rsid w:val="006038E5"/>
    <w:rsid w:val="00611170"/>
    <w:rsid w:val="00612FE7"/>
    <w:rsid w:val="006151DD"/>
    <w:rsid w:val="00617184"/>
    <w:rsid w:val="00622029"/>
    <w:rsid w:val="00623DB2"/>
    <w:rsid w:val="00624DF5"/>
    <w:rsid w:val="00624DFF"/>
    <w:rsid w:val="006519E9"/>
    <w:rsid w:val="00652C22"/>
    <w:rsid w:val="006536ED"/>
    <w:rsid w:val="00662D80"/>
    <w:rsid w:val="006662BC"/>
    <w:rsid w:val="00670E93"/>
    <w:rsid w:val="00673724"/>
    <w:rsid w:val="00676C60"/>
    <w:rsid w:val="00677870"/>
    <w:rsid w:val="00690BA4"/>
    <w:rsid w:val="00693D5C"/>
    <w:rsid w:val="0069444D"/>
    <w:rsid w:val="00695EBF"/>
    <w:rsid w:val="00695EE2"/>
    <w:rsid w:val="0069687E"/>
    <w:rsid w:val="00696FB5"/>
    <w:rsid w:val="00697A3C"/>
    <w:rsid w:val="006A11F6"/>
    <w:rsid w:val="006A165B"/>
    <w:rsid w:val="006B13C8"/>
    <w:rsid w:val="006B309E"/>
    <w:rsid w:val="006C046B"/>
    <w:rsid w:val="006C3B86"/>
    <w:rsid w:val="006C4708"/>
    <w:rsid w:val="006C540B"/>
    <w:rsid w:val="006C7C88"/>
    <w:rsid w:val="006D3D3C"/>
    <w:rsid w:val="006D4E37"/>
    <w:rsid w:val="006E10B8"/>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FCE"/>
    <w:rsid w:val="00743119"/>
    <w:rsid w:val="00747EC2"/>
    <w:rsid w:val="007522EB"/>
    <w:rsid w:val="00753A80"/>
    <w:rsid w:val="007549B1"/>
    <w:rsid w:val="0076101C"/>
    <w:rsid w:val="00761093"/>
    <w:rsid w:val="00765BB1"/>
    <w:rsid w:val="007734AA"/>
    <w:rsid w:val="007773C5"/>
    <w:rsid w:val="0078336A"/>
    <w:rsid w:val="0079235A"/>
    <w:rsid w:val="007A2EB5"/>
    <w:rsid w:val="007B1407"/>
    <w:rsid w:val="007B366D"/>
    <w:rsid w:val="007B4F16"/>
    <w:rsid w:val="007B57B2"/>
    <w:rsid w:val="007B5B4D"/>
    <w:rsid w:val="007B5E45"/>
    <w:rsid w:val="007B6AE7"/>
    <w:rsid w:val="007C394B"/>
    <w:rsid w:val="007C44B4"/>
    <w:rsid w:val="007C612B"/>
    <w:rsid w:val="007D5776"/>
    <w:rsid w:val="007D5DEC"/>
    <w:rsid w:val="007D6D18"/>
    <w:rsid w:val="007D6D2E"/>
    <w:rsid w:val="007E11C9"/>
    <w:rsid w:val="007E25EB"/>
    <w:rsid w:val="007E2961"/>
    <w:rsid w:val="007E443E"/>
    <w:rsid w:val="007E6251"/>
    <w:rsid w:val="007F07BC"/>
    <w:rsid w:val="007F3DAB"/>
    <w:rsid w:val="007F4C7D"/>
    <w:rsid w:val="007F5316"/>
    <w:rsid w:val="007F7804"/>
    <w:rsid w:val="00800B82"/>
    <w:rsid w:val="00801352"/>
    <w:rsid w:val="00801819"/>
    <w:rsid w:val="0080361E"/>
    <w:rsid w:val="00806A37"/>
    <w:rsid w:val="00807459"/>
    <w:rsid w:val="00807FCB"/>
    <w:rsid w:val="00812BE3"/>
    <w:rsid w:val="00812DAB"/>
    <w:rsid w:val="00814BDE"/>
    <w:rsid w:val="00820B83"/>
    <w:rsid w:val="00825DAA"/>
    <w:rsid w:val="008404CF"/>
    <w:rsid w:val="00841608"/>
    <w:rsid w:val="00857DBA"/>
    <w:rsid w:val="00860F20"/>
    <w:rsid w:val="00864005"/>
    <w:rsid w:val="008659C3"/>
    <w:rsid w:val="00867C3B"/>
    <w:rsid w:val="00867FD5"/>
    <w:rsid w:val="00880477"/>
    <w:rsid w:val="0088144E"/>
    <w:rsid w:val="00881EAE"/>
    <w:rsid w:val="00886759"/>
    <w:rsid w:val="00887FCC"/>
    <w:rsid w:val="008903B7"/>
    <w:rsid w:val="00895121"/>
    <w:rsid w:val="008A0499"/>
    <w:rsid w:val="008A0506"/>
    <w:rsid w:val="008A30F3"/>
    <w:rsid w:val="008A5E72"/>
    <w:rsid w:val="008A7E25"/>
    <w:rsid w:val="008B3B54"/>
    <w:rsid w:val="008B4160"/>
    <w:rsid w:val="008B41EA"/>
    <w:rsid w:val="008C0200"/>
    <w:rsid w:val="008C4577"/>
    <w:rsid w:val="008C45EB"/>
    <w:rsid w:val="008C59E4"/>
    <w:rsid w:val="008D770D"/>
    <w:rsid w:val="008D7FD6"/>
    <w:rsid w:val="008E6639"/>
    <w:rsid w:val="009009AA"/>
    <w:rsid w:val="00902AF1"/>
    <w:rsid w:val="009061B7"/>
    <w:rsid w:val="00906BF0"/>
    <w:rsid w:val="00914A45"/>
    <w:rsid w:val="0091714B"/>
    <w:rsid w:val="0092192C"/>
    <w:rsid w:val="00922BEA"/>
    <w:rsid w:val="009235BE"/>
    <w:rsid w:val="009278BD"/>
    <w:rsid w:val="00935145"/>
    <w:rsid w:val="00942F32"/>
    <w:rsid w:val="00946FBB"/>
    <w:rsid w:val="00947131"/>
    <w:rsid w:val="0095153F"/>
    <w:rsid w:val="00952580"/>
    <w:rsid w:val="009633B7"/>
    <w:rsid w:val="00963A24"/>
    <w:rsid w:val="00970305"/>
    <w:rsid w:val="00971AAD"/>
    <w:rsid w:val="0097215E"/>
    <w:rsid w:val="00974532"/>
    <w:rsid w:val="009754E5"/>
    <w:rsid w:val="00975A0D"/>
    <w:rsid w:val="00976561"/>
    <w:rsid w:val="00983DFC"/>
    <w:rsid w:val="0098418D"/>
    <w:rsid w:val="00985419"/>
    <w:rsid w:val="00990D42"/>
    <w:rsid w:val="009914D7"/>
    <w:rsid w:val="00994834"/>
    <w:rsid w:val="00995B83"/>
    <w:rsid w:val="009A276E"/>
    <w:rsid w:val="009A42B8"/>
    <w:rsid w:val="009A52FA"/>
    <w:rsid w:val="009A55BF"/>
    <w:rsid w:val="009A71A3"/>
    <w:rsid w:val="009B3CDC"/>
    <w:rsid w:val="009B4E3D"/>
    <w:rsid w:val="009C7436"/>
    <w:rsid w:val="009D06FE"/>
    <w:rsid w:val="009D12EE"/>
    <w:rsid w:val="009E3C68"/>
    <w:rsid w:val="009E3D0B"/>
    <w:rsid w:val="009E7944"/>
    <w:rsid w:val="009F0B3D"/>
    <w:rsid w:val="009F1212"/>
    <w:rsid w:val="009F153B"/>
    <w:rsid w:val="009F1B96"/>
    <w:rsid w:val="009F3473"/>
    <w:rsid w:val="009F6E49"/>
    <w:rsid w:val="009F7E69"/>
    <w:rsid w:val="00A024D1"/>
    <w:rsid w:val="00A034EC"/>
    <w:rsid w:val="00A04133"/>
    <w:rsid w:val="00A06EC7"/>
    <w:rsid w:val="00A074EE"/>
    <w:rsid w:val="00A126C8"/>
    <w:rsid w:val="00A17F58"/>
    <w:rsid w:val="00A2243D"/>
    <w:rsid w:val="00A22725"/>
    <w:rsid w:val="00A24C32"/>
    <w:rsid w:val="00A43467"/>
    <w:rsid w:val="00A44A19"/>
    <w:rsid w:val="00A44B7F"/>
    <w:rsid w:val="00A51BFC"/>
    <w:rsid w:val="00A544E3"/>
    <w:rsid w:val="00A5450C"/>
    <w:rsid w:val="00A55825"/>
    <w:rsid w:val="00A60F6C"/>
    <w:rsid w:val="00A60FD6"/>
    <w:rsid w:val="00A612A9"/>
    <w:rsid w:val="00A64D47"/>
    <w:rsid w:val="00A66574"/>
    <w:rsid w:val="00A66668"/>
    <w:rsid w:val="00A67F55"/>
    <w:rsid w:val="00A7095D"/>
    <w:rsid w:val="00A72314"/>
    <w:rsid w:val="00A72D34"/>
    <w:rsid w:val="00A7648D"/>
    <w:rsid w:val="00A76ACE"/>
    <w:rsid w:val="00A824DD"/>
    <w:rsid w:val="00A83152"/>
    <w:rsid w:val="00A85C77"/>
    <w:rsid w:val="00A92760"/>
    <w:rsid w:val="00A93553"/>
    <w:rsid w:val="00A935BC"/>
    <w:rsid w:val="00A9702D"/>
    <w:rsid w:val="00A97DA8"/>
    <w:rsid w:val="00AA140E"/>
    <w:rsid w:val="00AA2D6B"/>
    <w:rsid w:val="00AA6738"/>
    <w:rsid w:val="00AB0C7E"/>
    <w:rsid w:val="00AC34BD"/>
    <w:rsid w:val="00AC5A90"/>
    <w:rsid w:val="00AC6AAC"/>
    <w:rsid w:val="00AC7F2C"/>
    <w:rsid w:val="00AD3168"/>
    <w:rsid w:val="00AD4043"/>
    <w:rsid w:val="00AD4167"/>
    <w:rsid w:val="00AD4E4C"/>
    <w:rsid w:val="00AD5C54"/>
    <w:rsid w:val="00AD5FB1"/>
    <w:rsid w:val="00AD62D2"/>
    <w:rsid w:val="00AE415A"/>
    <w:rsid w:val="00AE421D"/>
    <w:rsid w:val="00AE5115"/>
    <w:rsid w:val="00AF03B9"/>
    <w:rsid w:val="00AF3789"/>
    <w:rsid w:val="00AF3D39"/>
    <w:rsid w:val="00B0565D"/>
    <w:rsid w:val="00B0622A"/>
    <w:rsid w:val="00B11932"/>
    <w:rsid w:val="00B11D91"/>
    <w:rsid w:val="00B1481B"/>
    <w:rsid w:val="00B17BBF"/>
    <w:rsid w:val="00B2407F"/>
    <w:rsid w:val="00B278AD"/>
    <w:rsid w:val="00B302B5"/>
    <w:rsid w:val="00B40C03"/>
    <w:rsid w:val="00B41BE8"/>
    <w:rsid w:val="00B505A2"/>
    <w:rsid w:val="00B50E95"/>
    <w:rsid w:val="00B519E1"/>
    <w:rsid w:val="00B616BD"/>
    <w:rsid w:val="00B63A6B"/>
    <w:rsid w:val="00B67B3C"/>
    <w:rsid w:val="00B721B6"/>
    <w:rsid w:val="00B7360F"/>
    <w:rsid w:val="00B76530"/>
    <w:rsid w:val="00B76BDB"/>
    <w:rsid w:val="00B81192"/>
    <w:rsid w:val="00B83E6E"/>
    <w:rsid w:val="00B846DF"/>
    <w:rsid w:val="00B93D46"/>
    <w:rsid w:val="00B97400"/>
    <w:rsid w:val="00BA2A8F"/>
    <w:rsid w:val="00BA2FBD"/>
    <w:rsid w:val="00BA3B06"/>
    <w:rsid w:val="00BA7A23"/>
    <w:rsid w:val="00BB2784"/>
    <w:rsid w:val="00BC06B3"/>
    <w:rsid w:val="00BC3C85"/>
    <w:rsid w:val="00BC4386"/>
    <w:rsid w:val="00BC57E1"/>
    <w:rsid w:val="00BD7D0F"/>
    <w:rsid w:val="00BE0615"/>
    <w:rsid w:val="00BF2F1E"/>
    <w:rsid w:val="00BF31CE"/>
    <w:rsid w:val="00BF3D93"/>
    <w:rsid w:val="00BF413C"/>
    <w:rsid w:val="00BF665F"/>
    <w:rsid w:val="00BF768B"/>
    <w:rsid w:val="00C00127"/>
    <w:rsid w:val="00C0067C"/>
    <w:rsid w:val="00C04673"/>
    <w:rsid w:val="00C06A78"/>
    <w:rsid w:val="00C245F8"/>
    <w:rsid w:val="00C33770"/>
    <w:rsid w:val="00C339B2"/>
    <w:rsid w:val="00C36678"/>
    <w:rsid w:val="00C40426"/>
    <w:rsid w:val="00C47A12"/>
    <w:rsid w:val="00C513CF"/>
    <w:rsid w:val="00C632EF"/>
    <w:rsid w:val="00C63DE4"/>
    <w:rsid w:val="00C63FB2"/>
    <w:rsid w:val="00C6429D"/>
    <w:rsid w:val="00C6606C"/>
    <w:rsid w:val="00C66913"/>
    <w:rsid w:val="00C67DF6"/>
    <w:rsid w:val="00C71DF7"/>
    <w:rsid w:val="00C750D6"/>
    <w:rsid w:val="00C814A9"/>
    <w:rsid w:val="00C816BB"/>
    <w:rsid w:val="00C83FBE"/>
    <w:rsid w:val="00C84E7A"/>
    <w:rsid w:val="00C85EAA"/>
    <w:rsid w:val="00C86A67"/>
    <w:rsid w:val="00C91660"/>
    <w:rsid w:val="00C93538"/>
    <w:rsid w:val="00C942E0"/>
    <w:rsid w:val="00C9545D"/>
    <w:rsid w:val="00CA3C6A"/>
    <w:rsid w:val="00CA7A61"/>
    <w:rsid w:val="00CB2DBF"/>
    <w:rsid w:val="00CB5BE9"/>
    <w:rsid w:val="00CB5E4F"/>
    <w:rsid w:val="00CB79C9"/>
    <w:rsid w:val="00CC17F2"/>
    <w:rsid w:val="00CC5F90"/>
    <w:rsid w:val="00CD4C34"/>
    <w:rsid w:val="00CD5216"/>
    <w:rsid w:val="00CD5E68"/>
    <w:rsid w:val="00CD64CD"/>
    <w:rsid w:val="00CE2203"/>
    <w:rsid w:val="00CE2827"/>
    <w:rsid w:val="00CE7B32"/>
    <w:rsid w:val="00CF278E"/>
    <w:rsid w:val="00CF76A8"/>
    <w:rsid w:val="00D02D63"/>
    <w:rsid w:val="00D054F6"/>
    <w:rsid w:val="00D0724B"/>
    <w:rsid w:val="00D07795"/>
    <w:rsid w:val="00D1003E"/>
    <w:rsid w:val="00D102F4"/>
    <w:rsid w:val="00D10E57"/>
    <w:rsid w:val="00D11C09"/>
    <w:rsid w:val="00D122CA"/>
    <w:rsid w:val="00D12887"/>
    <w:rsid w:val="00D14CA0"/>
    <w:rsid w:val="00D1545E"/>
    <w:rsid w:val="00D20AF2"/>
    <w:rsid w:val="00D274B8"/>
    <w:rsid w:val="00D319A1"/>
    <w:rsid w:val="00D34D31"/>
    <w:rsid w:val="00D355F8"/>
    <w:rsid w:val="00D37DBC"/>
    <w:rsid w:val="00D45ED2"/>
    <w:rsid w:val="00D50A30"/>
    <w:rsid w:val="00D50D02"/>
    <w:rsid w:val="00D5282A"/>
    <w:rsid w:val="00D56B65"/>
    <w:rsid w:val="00D6135E"/>
    <w:rsid w:val="00D6228A"/>
    <w:rsid w:val="00D652EB"/>
    <w:rsid w:val="00D75CB9"/>
    <w:rsid w:val="00D75FDD"/>
    <w:rsid w:val="00D76C3E"/>
    <w:rsid w:val="00D847E1"/>
    <w:rsid w:val="00D875AF"/>
    <w:rsid w:val="00D909C3"/>
    <w:rsid w:val="00D9110F"/>
    <w:rsid w:val="00D92D9B"/>
    <w:rsid w:val="00D97AF9"/>
    <w:rsid w:val="00DA273E"/>
    <w:rsid w:val="00DA2AB9"/>
    <w:rsid w:val="00DA662A"/>
    <w:rsid w:val="00DB1AF7"/>
    <w:rsid w:val="00DB5B17"/>
    <w:rsid w:val="00DC46E7"/>
    <w:rsid w:val="00DC63F9"/>
    <w:rsid w:val="00DD497F"/>
    <w:rsid w:val="00DE2C81"/>
    <w:rsid w:val="00DE2D6A"/>
    <w:rsid w:val="00DE54DD"/>
    <w:rsid w:val="00DE6EC7"/>
    <w:rsid w:val="00DF1B39"/>
    <w:rsid w:val="00DF254F"/>
    <w:rsid w:val="00DF39A1"/>
    <w:rsid w:val="00DF4B92"/>
    <w:rsid w:val="00E02566"/>
    <w:rsid w:val="00E02605"/>
    <w:rsid w:val="00E03C71"/>
    <w:rsid w:val="00E04D0C"/>
    <w:rsid w:val="00E07F6E"/>
    <w:rsid w:val="00E1015F"/>
    <w:rsid w:val="00E1137E"/>
    <w:rsid w:val="00E12623"/>
    <w:rsid w:val="00E1679D"/>
    <w:rsid w:val="00E26D0D"/>
    <w:rsid w:val="00E34870"/>
    <w:rsid w:val="00E34EFD"/>
    <w:rsid w:val="00E409F2"/>
    <w:rsid w:val="00E44682"/>
    <w:rsid w:val="00E4584F"/>
    <w:rsid w:val="00E47A64"/>
    <w:rsid w:val="00E57026"/>
    <w:rsid w:val="00E617B2"/>
    <w:rsid w:val="00E62253"/>
    <w:rsid w:val="00E63B5A"/>
    <w:rsid w:val="00E6693B"/>
    <w:rsid w:val="00E70577"/>
    <w:rsid w:val="00E708AE"/>
    <w:rsid w:val="00E731A3"/>
    <w:rsid w:val="00E7478A"/>
    <w:rsid w:val="00E77774"/>
    <w:rsid w:val="00E779D3"/>
    <w:rsid w:val="00E83B36"/>
    <w:rsid w:val="00E852C9"/>
    <w:rsid w:val="00E91DDE"/>
    <w:rsid w:val="00E9434B"/>
    <w:rsid w:val="00EA6BFC"/>
    <w:rsid w:val="00EB199A"/>
    <w:rsid w:val="00EB2C83"/>
    <w:rsid w:val="00EC3EC3"/>
    <w:rsid w:val="00ED00DF"/>
    <w:rsid w:val="00ED06DF"/>
    <w:rsid w:val="00ED0B47"/>
    <w:rsid w:val="00ED62F4"/>
    <w:rsid w:val="00EE07E5"/>
    <w:rsid w:val="00EE1530"/>
    <w:rsid w:val="00EE1EE0"/>
    <w:rsid w:val="00EE2CA0"/>
    <w:rsid w:val="00EE539B"/>
    <w:rsid w:val="00EE6668"/>
    <w:rsid w:val="00EF0104"/>
    <w:rsid w:val="00EF03F2"/>
    <w:rsid w:val="00EF33E3"/>
    <w:rsid w:val="00EF3AC7"/>
    <w:rsid w:val="00EF3EBD"/>
    <w:rsid w:val="00EF42A3"/>
    <w:rsid w:val="00EF6997"/>
    <w:rsid w:val="00EF7044"/>
    <w:rsid w:val="00EF7A12"/>
    <w:rsid w:val="00F04AAC"/>
    <w:rsid w:val="00F122BF"/>
    <w:rsid w:val="00F14865"/>
    <w:rsid w:val="00F16F14"/>
    <w:rsid w:val="00F177ED"/>
    <w:rsid w:val="00F205D3"/>
    <w:rsid w:val="00F20FF5"/>
    <w:rsid w:val="00F23CC7"/>
    <w:rsid w:val="00F254E3"/>
    <w:rsid w:val="00F25BC9"/>
    <w:rsid w:val="00F274DA"/>
    <w:rsid w:val="00F35E4E"/>
    <w:rsid w:val="00F41908"/>
    <w:rsid w:val="00F41CCD"/>
    <w:rsid w:val="00F422CE"/>
    <w:rsid w:val="00F44997"/>
    <w:rsid w:val="00F47F7B"/>
    <w:rsid w:val="00F51ED4"/>
    <w:rsid w:val="00F520D4"/>
    <w:rsid w:val="00F546A6"/>
    <w:rsid w:val="00F55DDA"/>
    <w:rsid w:val="00F57C49"/>
    <w:rsid w:val="00F57E64"/>
    <w:rsid w:val="00F60C60"/>
    <w:rsid w:val="00F62468"/>
    <w:rsid w:val="00F63B55"/>
    <w:rsid w:val="00F650A2"/>
    <w:rsid w:val="00F6520D"/>
    <w:rsid w:val="00F66636"/>
    <w:rsid w:val="00F66F84"/>
    <w:rsid w:val="00F72303"/>
    <w:rsid w:val="00F7262F"/>
    <w:rsid w:val="00F76505"/>
    <w:rsid w:val="00F7656E"/>
    <w:rsid w:val="00F82780"/>
    <w:rsid w:val="00F84A19"/>
    <w:rsid w:val="00F86557"/>
    <w:rsid w:val="00F87E66"/>
    <w:rsid w:val="00F90268"/>
    <w:rsid w:val="00F90284"/>
    <w:rsid w:val="00F92EEE"/>
    <w:rsid w:val="00F933A9"/>
    <w:rsid w:val="00F9425F"/>
    <w:rsid w:val="00F97B0E"/>
    <w:rsid w:val="00FA0C65"/>
    <w:rsid w:val="00FA27AE"/>
    <w:rsid w:val="00FA2CAA"/>
    <w:rsid w:val="00FB6222"/>
    <w:rsid w:val="00FB71E1"/>
    <w:rsid w:val="00FB7E54"/>
    <w:rsid w:val="00FC2FA9"/>
    <w:rsid w:val="00FD2CEF"/>
    <w:rsid w:val="00FD3CB0"/>
    <w:rsid w:val="00FD6204"/>
    <w:rsid w:val="00FE61FA"/>
    <w:rsid w:val="00FF0084"/>
    <w:rsid w:val="00FF1847"/>
    <w:rsid w:val="00FF249F"/>
    <w:rsid w:val="00FF2D49"/>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B08CB5"/>
  <w15:docId w15:val="{19799123-E21A-4559-993F-CD4A8389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668"/>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
    <w:name w:val="[Ростех] Текст Подпункта (Уровень 5)"/>
    <w:link w:val="50"/>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
    <w:name w:val="[Ростех] Текст Подпункта подпункта (Уровень 6)"/>
    <w:link w:val="60"/>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0">
    <w:name w:val="[Ростех] Текст Подпункта (Уровень 5) Знак"/>
    <w:link w:val="5"/>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basedOn w:val="a"/>
    <w:link w:val="af"/>
    <w:uiPriority w:val="99"/>
    <w:semiHidden/>
    <w:rsid w:val="00AC34BD"/>
    <w:pPr>
      <w:spacing w:after="0" w:line="240" w:lineRule="auto"/>
    </w:pPr>
    <w:rPr>
      <w:rFonts w:eastAsia="Calibri"/>
      <w:sz w:val="20"/>
      <w:szCs w:val="20"/>
    </w:rPr>
  </w:style>
  <w:style w:type="character" w:customStyle="1" w:styleId="af">
    <w:name w:val="Текст сноски Знак"/>
    <w:link w:val="ae"/>
    <w:uiPriority w:val="99"/>
    <w:semiHidden/>
    <w:locked/>
    <w:rsid w:val="00AC34BD"/>
    <w:rPr>
      <w:rFonts w:cs="Times New Roman"/>
      <w:sz w:val="20"/>
    </w:rPr>
  </w:style>
  <w:style w:type="character" w:styleId="af0">
    <w:name w:val="footnote reference"/>
    <w:uiPriority w:val="99"/>
    <w:semiHidden/>
    <w:rsid w:val="00AC34BD"/>
    <w:rPr>
      <w:rFonts w:cs="Times New Roman"/>
      <w:vertAlign w:val="superscript"/>
    </w:rPr>
  </w:style>
  <w:style w:type="paragraph" w:customStyle="1" w:styleId="s1">
    <w:name w:val="s_1"/>
    <w:basedOn w:val="a"/>
    <w:uiPriority w:val="99"/>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0">
    <w:name w:val="[Ростех] Текст Подпункта подпункта (Уровень 6) Знак"/>
    <w:link w:val="6"/>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uiPriority w:val="99"/>
    <w:semiHidden/>
    <w:rsid w:val="005A71D7"/>
    <w:rPr>
      <w:rFonts w:eastAsia="Calibri"/>
      <w:sz w:val="20"/>
      <w:szCs w:val="20"/>
    </w:rPr>
  </w:style>
  <w:style w:type="character" w:customStyle="1" w:styleId="af7">
    <w:name w:val="Текст примечания Знак"/>
    <w:link w:val="af6"/>
    <w:uiPriority w:val="99"/>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1">
    <w:name w:val="toc 5"/>
    <w:basedOn w:val="a"/>
    <w:next w:val="a"/>
    <w:autoRedefine/>
    <w:uiPriority w:val="99"/>
    <w:semiHidden/>
    <w:rsid w:val="00297835"/>
    <w:pPr>
      <w:spacing w:after="100" w:line="276" w:lineRule="auto"/>
      <w:ind w:left="880"/>
    </w:pPr>
    <w:rPr>
      <w:rFonts w:eastAsia="Calibri"/>
      <w:lang w:eastAsia="ru-RU"/>
    </w:rPr>
  </w:style>
  <w:style w:type="paragraph" w:styleId="61">
    <w:name w:val="toc 6"/>
    <w:basedOn w:val="a"/>
    <w:next w:val="a"/>
    <w:autoRedefine/>
    <w:uiPriority w:val="99"/>
    <w:semiHidden/>
    <w:rsid w:val="00297835"/>
    <w:pPr>
      <w:spacing w:after="100" w:line="276" w:lineRule="auto"/>
      <w:ind w:left="1100"/>
    </w:pPr>
    <w:rPr>
      <w:rFonts w:eastAsia="Calibri"/>
      <w:lang w:eastAsia="ru-RU"/>
    </w:rPr>
  </w:style>
  <w:style w:type="paragraph" w:styleId="7">
    <w:name w:val="toc 7"/>
    <w:basedOn w:val="a"/>
    <w:next w:val="a"/>
    <w:autoRedefine/>
    <w:uiPriority w:val="99"/>
    <w:semiHidden/>
    <w:rsid w:val="00297835"/>
    <w:pPr>
      <w:spacing w:after="100" w:line="276" w:lineRule="auto"/>
      <w:ind w:left="1320"/>
    </w:pPr>
    <w:rPr>
      <w:rFonts w:eastAsia="Calibri"/>
      <w:lang w:eastAsia="ru-RU"/>
    </w:rPr>
  </w:style>
  <w:style w:type="paragraph" w:styleId="8">
    <w:name w:val="toc 8"/>
    <w:basedOn w:val="a"/>
    <w:next w:val="a"/>
    <w:autoRedefine/>
    <w:uiPriority w:val="99"/>
    <w:semiHidden/>
    <w:rsid w:val="00297835"/>
    <w:pPr>
      <w:spacing w:after="100" w:line="276" w:lineRule="auto"/>
      <w:ind w:left="1540"/>
    </w:pPr>
    <w:rPr>
      <w:rFonts w:eastAsia="Calibri"/>
      <w:lang w:eastAsia="ru-RU"/>
    </w:rPr>
  </w:style>
  <w:style w:type="paragraph" w:styleId="9">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2B48BB7207124602FCC92065171A38EB20C6480CFC5E68F29ED62FE278B2277ACC752BE60C5FAAA5REL2M" TargetMode="External"/><Relationship Id="rId18" Type="http://schemas.openxmlformats.org/officeDocument/2006/relationships/hyperlink" Target="http://www.rt-c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t-ci.ru" TargetMode="External"/><Relationship Id="rId2" Type="http://schemas.openxmlformats.org/officeDocument/2006/relationships/numbering" Target="numbering.xml"/><Relationship Id="rId16" Type="http://schemas.openxmlformats.org/officeDocument/2006/relationships/hyperlink" Target="http://www.rt-c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i.ru" TargetMode="External"/><Relationship Id="rId10" Type="http://schemas.openxmlformats.org/officeDocument/2006/relationships/header" Target="header2.xml"/><Relationship Id="rId19" Type="http://schemas.openxmlformats.org/officeDocument/2006/relationships/hyperlink" Target="http://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oskazn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BE1DD-B323-4749-98D8-FD7E3366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9EE4AD91</Template>
  <TotalTime>14</TotalTime>
  <Pages>75</Pages>
  <Words>19132</Words>
  <Characters>109056</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Энегосервис</dc:creator>
  <cp:lastModifiedBy>Кузнецов Виталий Викторович</cp:lastModifiedBy>
  <cp:revision>4</cp:revision>
  <cp:lastPrinted>2016-06-08T09:32:00Z</cp:lastPrinted>
  <dcterms:created xsi:type="dcterms:W3CDTF">2017-03-07T17:14:00Z</dcterms:created>
  <dcterms:modified xsi:type="dcterms:W3CDTF">2017-04-13T14:27:00Z</dcterms:modified>
</cp:coreProperties>
</file>